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8F" w:rsidRPr="00BE0DC7" w:rsidRDefault="007D708F" w:rsidP="00BE0DC7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  <w:r w:rsidRPr="00BE0DC7">
        <w:rPr>
          <w:rFonts w:ascii="Times New Roman" w:hAnsi="Times New Roman"/>
          <w:vanish/>
          <w:sz w:val="24"/>
          <w:szCs w:val="24"/>
          <w:lang w:eastAsia="ru-RU"/>
        </w:rPr>
        <w:t>version 11</w:t>
      </w:r>
    </w:p>
    <w:p w:rsidR="007D708F" w:rsidRPr="00BE0DC7" w:rsidRDefault="007D708F" w:rsidP="00BE0DC7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BE0DC7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№0862300033013000002-П от 09.09.2013</w:t>
      </w:r>
    </w:p>
    <w:p w:rsidR="007D708F" w:rsidRPr="00BE0DC7" w:rsidRDefault="007D708F" w:rsidP="00BE0DC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br/>
        <w:t>09 сентября 2013</w:t>
      </w:r>
    </w:p>
    <w:p w:rsidR="007D708F" w:rsidRPr="00BE0DC7" w:rsidRDefault="007D708F" w:rsidP="00BE0DC7">
      <w:pPr>
        <w:spacing w:before="300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E0DC7">
        <w:rPr>
          <w:rFonts w:ascii="Times New Roman" w:hAnsi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 xml:space="preserve">Поставка пожарного модуля; </w:t>
      </w:r>
      <w:r w:rsidRPr="00BE0DC7">
        <w:rPr>
          <w:rFonts w:ascii="Times New Roman" w:hAnsi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BE0DC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D708F" w:rsidRPr="00BE0DC7" w:rsidRDefault="007D708F" w:rsidP="00BE0DC7">
      <w:pPr>
        <w:spacing w:before="300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E0DC7">
        <w:rPr>
          <w:rFonts w:ascii="Times New Roman" w:hAnsi="Times New Roman"/>
          <w:b/>
          <w:bCs/>
          <w:sz w:val="27"/>
          <w:szCs w:val="27"/>
          <w:lang w:eastAsia="ru-RU"/>
        </w:rPr>
        <w:t>2. Заказчик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>Муниципальное казенное учреждение "Управление гражданской защиты Серовского городского округа" (ИНН 6680001345, КПП 668001001)</w:t>
      </w:r>
    </w:p>
    <w:p w:rsidR="007D708F" w:rsidRPr="00BE0DC7" w:rsidRDefault="007D708F" w:rsidP="00BE0DC7">
      <w:pPr>
        <w:spacing w:before="300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E0DC7">
        <w:rPr>
          <w:rFonts w:ascii="Times New Roman" w:hAnsi="Times New Roman"/>
          <w:b/>
          <w:bCs/>
          <w:sz w:val="27"/>
          <w:szCs w:val="27"/>
          <w:lang w:eastAsia="ru-RU"/>
        </w:rPr>
        <w:t>3. Предмет контракта:</w:t>
      </w:r>
    </w:p>
    <w:p w:rsidR="007D708F" w:rsidRPr="00BE0DC7" w:rsidRDefault="007D708F" w:rsidP="00BE0DC7">
      <w:pPr>
        <w:spacing w:before="100" w:beforeAutospacing="1" w:after="240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 xml:space="preserve">«Поставка пожарного модуля» </w:t>
      </w:r>
      <w:r w:rsidRPr="00BE0DC7">
        <w:rPr>
          <w:rFonts w:ascii="Times New Roman" w:hAnsi="Times New Roman"/>
          <w:sz w:val="24"/>
          <w:szCs w:val="24"/>
          <w:lang w:eastAsia="ru-RU"/>
        </w:rPr>
        <w:br/>
        <w:t>Начальная (максимальная) цена контракта (с указанием валюты): 281 000,00 (двести восемьдесят одна тысяча) Российский рубль</w:t>
      </w:r>
    </w:p>
    <w:p w:rsidR="007D708F" w:rsidRPr="00BE0DC7" w:rsidRDefault="007D708F" w:rsidP="00BE0DC7">
      <w:pPr>
        <w:spacing w:before="300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E0DC7">
        <w:rPr>
          <w:rFonts w:ascii="Times New Roman" w:hAnsi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№0862300033013000002 от 22.08.2013).</w:t>
      </w:r>
    </w:p>
    <w:p w:rsidR="007D708F" w:rsidRPr="00BE0DC7" w:rsidRDefault="007D708F" w:rsidP="00BE0DC7">
      <w:pPr>
        <w:spacing w:before="300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E0DC7">
        <w:rPr>
          <w:rFonts w:ascii="Times New Roman" w:hAnsi="Times New Roman"/>
          <w:b/>
          <w:bCs/>
          <w:sz w:val="27"/>
          <w:szCs w:val="27"/>
          <w:lang w:eastAsia="ru-RU"/>
        </w:rPr>
        <w:t>5. Сведения о комиссии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BE0DC7">
        <w:rPr>
          <w:rFonts w:ascii="Times New Roman" w:hAnsi="Times New Roman"/>
          <w:sz w:val="24"/>
          <w:szCs w:val="24"/>
          <w:lang w:eastAsia="ru-RU"/>
        </w:rPr>
        <w:br/>
        <w:t>Герасименко Юрий Витальевич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BE0DC7">
        <w:rPr>
          <w:rFonts w:ascii="Times New Roman" w:hAnsi="Times New Roman"/>
          <w:sz w:val="24"/>
          <w:szCs w:val="24"/>
          <w:lang w:eastAsia="ru-RU"/>
        </w:rPr>
        <w:br/>
        <w:t>Поташный Павел Юрьевич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Член комиссии: </w:t>
      </w:r>
      <w:r w:rsidRPr="00BE0DC7">
        <w:rPr>
          <w:rFonts w:ascii="Times New Roman" w:hAnsi="Times New Roman"/>
          <w:sz w:val="24"/>
          <w:szCs w:val="24"/>
          <w:lang w:eastAsia="ru-RU"/>
        </w:rPr>
        <w:br/>
        <w:t>Ахтулов Олег Витальевич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Член комиссии: </w:t>
      </w:r>
      <w:r w:rsidRPr="00BE0DC7">
        <w:rPr>
          <w:rFonts w:ascii="Times New Roman" w:hAnsi="Times New Roman"/>
          <w:sz w:val="24"/>
          <w:szCs w:val="24"/>
          <w:lang w:eastAsia="ru-RU"/>
        </w:rPr>
        <w:br/>
        <w:t>Германенко Валентина Викторовна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Член комиссии: </w:t>
      </w:r>
      <w:r w:rsidRPr="00BE0DC7">
        <w:rPr>
          <w:rFonts w:ascii="Times New Roman" w:hAnsi="Times New Roman"/>
          <w:sz w:val="24"/>
          <w:szCs w:val="24"/>
          <w:lang w:eastAsia="ru-RU"/>
        </w:rPr>
        <w:br/>
        <w:t>Катаева Анжелика Николаевна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Член комиссии: </w:t>
      </w:r>
      <w:r w:rsidRPr="00BE0DC7">
        <w:rPr>
          <w:rFonts w:ascii="Times New Roman" w:hAnsi="Times New Roman"/>
          <w:sz w:val="24"/>
          <w:szCs w:val="24"/>
          <w:lang w:eastAsia="ru-RU"/>
        </w:rPr>
        <w:br/>
        <w:t>Ратновская Виктория Александровна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Член комиссии: </w:t>
      </w:r>
      <w:r w:rsidRPr="00BE0DC7">
        <w:rPr>
          <w:rFonts w:ascii="Times New Roman" w:hAnsi="Times New Roman"/>
          <w:sz w:val="24"/>
          <w:szCs w:val="24"/>
          <w:lang w:eastAsia="ru-RU"/>
        </w:rPr>
        <w:br/>
        <w:t>Селезнева Юлия Сергеевна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Секретарь: </w:t>
      </w:r>
      <w:r w:rsidRPr="00BE0DC7">
        <w:rPr>
          <w:rFonts w:ascii="Times New Roman" w:hAnsi="Times New Roman"/>
          <w:sz w:val="24"/>
          <w:szCs w:val="24"/>
          <w:lang w:eastAsia="ru-RU"/>
        </w:rPr>
        <w:br/>
        <w:t>Кузнецов Артем Александрович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 xml:space="preserve">Присутствовали 8 (восемь) из 9 (девять). </w:t>
      </w:r>
    </w:p>
    <w:p w:rsidR="007D708F" w:rsidRPr="00BE0DC7" w:rsidRDefault="007D708F" w:rsidP="00BE0DC7">
      <w:pPr>
        <w:spacing w:before="300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E0DC7">
        <w:rPr>
          <w:rFonts w:ascii="Times New Roman" w:hAnsi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>Процедура рассмотрения и оценки котировочных заявок проведена 09.09.2013 по адресу: Свердловская область, г. Серов, ул. Льва Толстого, дом 40, кабинет № 5.</w:t>
      </w:r>
    </w:p>
    <w:p w:rsidR="007D708F" w:rsidRPr="00BE0DC7" w:rsidRDefault="007D708F" w:rsidP="00BE0DC7">
      <w:pPr>
        <w:spacing w:before="300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E0DC7">
        <w:rPr>
          <w:rFonts w:ascii="Times New Roman" w:hAnsi="Times New Roman"/>
          <w:b/>
          <w:bCs/>
          <w:sz w:val="27"/>
          <w:szCs w:val="27"/>
          <w:lang w:eastAsia="ru-RU"/>
        </w:rPr>
        <w:t>7. Котировочные заявки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>К сроку окончания подачи котировочных заявок была предоставлена 1 (одна) заявка.</w:t>
      </w:r>
    </w:p>
    <w:p w:rsidR="007D708F" w:rsidRPr="00BE0DC7" w:rsidRDefault="007D708F" w:rsidP="00BE0DC7">
      <w:pPr>
        <w:spacing w:before="300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E0DC7">
        <w:rPr>
          <w:rFonts w:ascii="Times New Roman" w:hAnsi="Times New Roman"/>
          <w:b/>
          <w:bCs/>
          <w:sz w:val="27"/>
          <w:szCs w:val="27"/>
          <w:lang w:eastAsia="ru-RU"/>
        </w:rPr>
        <w:t>8. Решение комиссии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63"/>
        <w:gridCol w:w="1937"/>
        <w:gridCol w:w="2814"/>
        <w:gridCol w:w="3761"/>
      </w:tblGrid>
      <w:tr w:rsidR="007D708F" w:rsidRPr="00F84325" w:rsidTr="00BE0DC7">
        <w:trPr>
          <w:tblCellSpacing w:w="15" w:type="dxa"/>
        </w:trPr>
        <w:tc>
          <w:tcPr>
            <w:tcW w:w="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7D708F" w:rsidRPr="00F84325" w:rsidTr="00BE0D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ОАО Научно-производственное предприятие "СТАРТ"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620007, г. Екатеринбург, ул. Прибалтийская, д. 24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D708F" w:rsidRPr="00BE0DC7" w:rsidRDefault="007D708F" w:rsidP="00BE0DC7">
      <w:pPr>
        <w:spacing w:before="300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E0DC7">
        <w:rPr>
          <w:rFonts w:ascii="Times New Roman" w:hAnsi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BE0DC7">
        <w:rPr>
          <w:rFonts w:ascii="Times New Roman" w:hAnsi="Times New Roman"/>
          <w:sz w:val="24"/>
          <w:szCs w:val="24"/>
          <w:lang w:eastAsia="ru-RU"/>
        </w:rPr>
        <w:br/>
        <w:t>ИНН 6662054224, КПП 660850001 ОАО Научно-производственное предприятие "СТАРТ" (Адрес: 620007, г. Екатеринбург, ул. Прибалтийская, д. 24).</w:t>
      </w:r>
      <w:r w:rsidRPr="00BE0DC7">
        <w:rPr>
          <w:rFonts w:ascii="Times New Roman" w:hAnsi="Times New Roman"/>
          <w:sz w:val="24"/>
          <w:szCs w:val="24"/>
          <w:lang w:eastAsia="ru-RU"/>
        </w:rPr>
        <w:br/>
        <w:t>Предложение о цене контракта: 268 000,00 (двести шестьдесят восемь тысяч) Российский рубль</w:t>
      </w:r>
      <w:r w:rsidRPr="00BE0DC7">
        <w:rPr>
          <w:rFonts w:ascii="Times New Roman" w:hAnsi="Times New Roman"/>
          <w:sz w:val="24"/>
          <w:szCs w:val="24"/>
          <w:lang w:eastAsia="ru-RU"/>
        </w:rPr>
        <w:br/>
      </w:r>
      <w:r w:rsidRPr="00BE0DC7">
        <w:rPr>
          <w:rFonts w:ascii="Times New Roman" w:hAnsi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D708F" w:rsidRPr="00BE0DC7" w:rsidRDefault="007D708F" w:rsidP="00BE0DC7">
      <w:pPr>
        <w:spacing w:before="300"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BE0DC7">
        <w:rPr>
          <w:rFonts w:ascii="Times New Roman" w:hAnsi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7D708F" w:rsidRPr="00BE0DC7" w:rsidRDefault="007D708F" w:rsidP="00BE0DC7">
      <w:pPr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 xml:space="preserve">Настоящий протокол подлежит хранению не менее трех лет с даты подведения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76"/>
        <w:gridCol w:w="7129"/>
      </w:tblGrid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______________________________________________/Герасименко Юрий Витальевич/</w:t>
            </w:r>
          </w:p>
        </w:tc>
      </w:tr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______________________________________________/Поташный Павел Юрьевич/</w:t>
            </w:r>
          </w:p>
        </w:tc>
      </w:tr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______________________________________________/Ахтулов Олег Витальевич/</w:t>
            </w:r>
          </w:p>
        </w:tc>
      </w:tr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______________________________________________/Германенко Валентина Викторовна/</w:t>
            </w:r>
          </w:p>
        </w:tc>
      </w:tr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______________________________________________/Катаева Анжелика Николаевна/</w:t>
            </w:r>
          </w:p>
        </w:tc>
      </w:tr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______________________________________________/Ратновская Виктория Александровна/</w:t>
            </w:r>
          </w:p>
        </w:tc>
      </w:tr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______________________________________________/Селезнева Юлия Сергеевна/</w:t>
            </w:r>
          </w:p>
        </w:tc>
      </w:tr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______________________________________________/Кузнецов Артем Александрович/</w:t>
            </w:r>
          </w:p>
        </w:tc>
      </w:tr>
    </w:tbl>
    <w:p w:rsidR="007D708F" w:rsidRPr="00BE0DC7" w:rsidRDefault="007D708F" w:rsidP="00BE0DC7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358"/>
        <w:gridCol w:w="7754"/>
      </w:tblGrid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Уполномоченный представитель МКУ "УГЗ СГО"</w:t>
            </w:r>
          </w:p>
        </w:tc>
        <w:tc>
          <w:tcPr>
            <w:tcW w:w="0" w:type="auto"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7724"/>
            </w:tblGrid>
            <w:tr w:rsidR="007D708F" w:rsidRPr="00F8432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7D708F" w:rsidRPr="00BE0DC7" w:rsidRDefault="007D708F" w:rsidP="00BE0DC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BE0DC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7D708F" w:rsidRPr="00F8432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</w:tcPr>
                <w:p w:rsidR="007D708F" w:rsidRPr="00BE0DC7" w:rsidRDefault="007D708F" w:rsidP="00BE0DC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5"/>
                      <w:szCs w:val="15"/>
                      <w:lang w:eastAsia="ru-RU"/>
                    </w:rPr>
                  </w:pPr>
                  <w:r w:rsidRPr="00BE0DC7">
                    <w:rPr>
                      <w:rFonts w:ascii="Times New Roman" w:hAnsi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D708F" w:rsidRPr="00BE0DC7" w:rsidRDefault="007D708F" w:rsidP="00BE0DC7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(09.09.2013) </w:t>
            </w:r>
          </w:p>
        </w:tc>
      </w:tr>
    </w:tbl>
    <w:p w:rsidR="007D708F" w:rsidRPr="00BE0DC7" w:rsidRDefault="007D708F" w:rsidP="00BE0DC7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  <w:t>№0862300033013000002-П от 09.09.2013</w:t>
            </w:r>
          </w:p>
        </w:tc>
      </w:tr>
    </w:tbl>
    <w:p w:rsidR="007D708F" w:rsidRPr="00BE0DC7" w:rsidRDefault="007D708F" w:rsidP="00BE0DC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D708F" w:rsidRPr="00BE0DC7" w:rsidRDefault="007D708F" w:rsidP="00BE0DC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7D708F" w:rsidRPr="00BE0DC7" w:rsidRDefault="007D708F" w:rsidP="00BE0DC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D708F" w:rsidRPr="00BE0DC7" w:rsidRDefault="007D708F" w:rsidP="00BE0DC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>Предмет контракта: Поставка пожарного модуля</w:t>
      </w:r>
    </w:p>
    <w:p w:rsidR="007D708F" w:rsidRPr="00BE0DC7" w:rsidRDefault="007D708F" w:rsidP="00BE0DC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29"/>
        <w:gridCol w:w="1922"/>
        <w:gridCol w:w="1922"/>
        <w:gridCol w:w="2593"/>
        <w:gridCol w:w="2609"/>
      </w:tblGrid>
      <w:tr w:rsidR="007D708F" w:rsidRPr="00F84325" w:rsidTr="00BE0DC7">
        <w:trPr>
          <w:tblCellSpacing w:w="15" w:type="dxa"/>
        </w:trPr>
        <w:tc>
          <w:tcPr>
            <w:tcW w:w="15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7D708F" w:rsidRPr="00F84325" w:rsidTr="00BE0DC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23.08.2013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15:59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</w:tbl>
    <w:p w:rsidR="007D708F" w:rsidRPr="00BE0DC7" w:rsidRDefault="007D708F" w:rsidP="00BE0DC7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  <w:t>№0862300033013000002-П от 09.09.2013</w:t>
            </w:r>
          </w:p>
        </w:tc>
      </w:tr>
    </w:tbl>
    <w:p w:rsidR="007D708F" w:rsidRPr="00BE0DC7" w:rsidRDefault="007D708F" w:rsidP="00BE0DC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D708F" w:rsidRPr="00BE0DC7" w:rsidRDefault="007D708F" w:rsidP="00BE0DC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7D708F" w:rsidRPr="00BE0DC7" w:rsidRDefault="007D708F" w:rsidP="00BE0DC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D708F" w:rsidRPr="00BE0DC7" w:rsidRDefault="007D708F" w:rsidP="00BE0DC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>Предмет контракта: Поставка пожарного модуля</w:t>
      </w:r>
    </w:p>
    <w:p w:rsidR="007D708F" w:rsidRPr="00BE0DC7" w:rsidRDefault="007D708F" w:rsidP="00BE0DC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br/>
        <w:t>Начальная (максимальная) цена контракта (с указанием валюты): 281 000,00 (двести восемьдесят одна тысяча) Российский рубль</w:t>
      </w:r>
      <w:r w:rsidRPr="00BE0DC7">
        <w:rPr>
          <w:rFonts w:ascii="Times New Roman" w:hAnsi="Times New Roman"/>
          <w:sz w:val="24"/>
          <w:szCs w:val="24"/>
          <w:lang w:eastAsia="ru-RU"/>
        </w:rPr>
        <w:br/>
        <w:t xml:space="preserve">Подана 1 (одна) заявка.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63"/>
        <w:gridCol w:w="1937"/>
        <w:gridCol w:w="2814"/>
        <w:gridCol w:w="3761"/>
      </w:tblGrid>
      <w:tr w:rsidR="007D708F" w:rsidRPr="00F84325" w:rsidTr="00BE0DC7">
        <w:trPr>
          <w:tblCellSpacing w:w="15" w:type="dxa"/>
        </w:trPr>
        <w:tc>
          <w:tcPr>
            <w:tcW w:w="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7D708F" w:rsidRPr="00F84325" w:rsidTr="00BE0D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ОАО Научно-производственное предприятие "СТАРТ" , ИНН 6662054224, КПП 660850001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620007, г. Екатеринбург, ул. Прибалтийская, д. 24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Пожарный модуль - 1 комплект согласно технического задания</w:t>
            </w: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контракта включены расходы на стоимость товара, расходы на страхование, уплату налогов, сборов и других обязательных платежей, транспортные расходы по доставке товара до места поставки, указанного заказчиком, а также прочие расходы Поставщика, которые могут возникнуть при исполнении контракта.</w:t>
            </w:r>
          </w:p>
        </w:tc>
      </w:tr>
    </w:tbl>
    <w:p w:rsidR="007D708F" w:rsidRPr="00BE0DC7" w:rsidRDefault="007D708F" w:rsidP="00BE0DC7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  <w:t>№0862300033013000002-П от 09.09.2013</w:t>
            </w:r>
          </w:p>
        </w:tc>
      </w:tr>
    </w:tbl>
    <w:p w:rsidR="007D708F" w:rsidRPr="00BE0DC7" w:rsidRDefault="007D708F" w:rsidP="00BE0DC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D708F" w:rsidRPr="00BE0DC7" w:rsidRDefault="007D708F" w:rsidP="00BE0DC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>СВЕДЕНИЯ О РЕШЕНИИ КОМИССИИ</w:t>
      </w:r>
    </w:p>
    <w:p w:rsidR="007D708F" w:rsidRPr="00BE0DC7" w:rsidRDefault="007D708F" w:rsidP="00BE0DC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D708F" w:rsidRPr="00BE0DC7" w:rsidRDefault="007D708F" w:rsidP="00BE0DC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>Предмет контракта: Поставка пожарного модуля</w:t>
      </w:r>
    </w:p>
    <w:p w:rsidR="007D708F" w:rsidRPr="00BE0DC7" w:rsidRDefault="007D708F" w:rsidP="00BE0DC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63"/>
        <w:gridCol w:w="1937"/>
        <w:gridCol w:w="2814"/>
        <w:gridCol w:w="3761"/>
      </w:tblGrid>
      <w:tr w:rsidR="007D708F" w:rsidRPr="00F84325" w:rsidTr="00BE0DC7">
        <w:trPr>
          <w:tblCellSpacing w:w="15" w:type="dxa"/>
        </w:trPr>
        <w:tc>
          <w:tcPr>
            <w:tcW w:w="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7D708F" w:rsidRPr="00F84325" w:rsidTr="00BE0D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ИНН 6662054224, КПП 660850001, ОАО Научно-производственное предприятие "СТАРТ"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708F" w:rsidRPr="00BE0DC7" w:rsidRDefault="007D708F" w:rsidP="00BE0DC7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7D708F" w:rsidRPr="00F84325" w:rsidTr="00BE0DC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D708F" w:rsidRPr="00BE0DC7" w:rsidRDefault="007D708F" w:rsidP="00BE0D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  <w:t>№0862300033013000002-П от 09.09.2013</w:t>
            </w:r>
          </w:p>
        </w:tc>
      </w:tr>
    </w:tbl>
    <w:p w:rsidR="007D708F" w:rsidRPr="00BE0DC7" w:rsidRDefault="007D708F" w:rsidP="00BE0DC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D708F" w:rsidRPr="00BE0DC7" w:rsidRDefault="007D708F" w:rsidP="00BE0DC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7D708F" w:rsidRPr="00BE0DC7" w:rsidRDefault="007D708F" w:rsidP="00BE0DC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D708F" w:rsidRPr="00BE0DC7" w:rsidRDefault="007D708F" w:rsidP="00BE0DC7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E0DC7">
        <w:rPr>
          <w:rFonts w:ascii="Times New Roman" w:hAnsi="Times New Roman"/>
          <w:sz w:val="24"/>
          <w:szCs w:val="24"/>
          <w:lang w:eastAsia="ru-RU"/>
        </w:rPr>
        <w:t>Предмет контракта: Поставка пожарного модуля</w:t>
      </w:r>
    </w:p>
    <w:p w:rsidR="007D708F" w:rsidRPr="00BE0DC7" w:rsidRDefault="007D708F" w:rsidP="00BE0DC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63"/>
        <w:gridCol w:w="1937"/>
        <w:gridCol w:w="2814"/>
        <w:gridCol w:w="3761"/>
      </w:tblGrid>
      <w:tr w:rsidR="007D708F" w:rsidRPr="00F84325" w:rsidTr="00BE0DC7">
        <w:trPr>
          <w:tblCellSpacing w:w="15" w:type="dxa"/>
        </w:trPr>
        <w:tc>
          <w:tcPr>
            <w:tcW w:w="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7D708F" w:rsidRPr="00F84325" w:rsidTr="00BE0DC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ОАО Научно-производственное предприятие "СТАРТ"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</w:tcPr>
          <w:p w:rsidR="007D708F" w:rsidRPr="00BE0DC7" w:rsidRDefault="007D708F" w:rsidP="00BE0D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DC7">
              <w:rPr>
                <w:rFonts w:ascii="Times New Roman" w:hAnsi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7D708F" w:rsidRDefault="007D708F">
      <w:bookmarkStart w:id="0" w:name="_GoBack"/>
      <w:bookmarkEnd w:id="0"/>
    </w:p>
    <w:sectPr w:rsidR="007D708F" w:rsidSect="00D25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0DC7"/>
    <w:rsid w:val="00692870"/>
    <w:rsid w:val="00702DD8"/>
    <w:rsid w:val="007D708F"/>
    <w:rsid w:val="00AA139E"/>
    <w:rsid w:val="00BE0DC7"/>
    <w:rsid w:val="00D25E30"/>
    <w:rsid w:val="00F8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E30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BE0D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E0DC7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Normal"/>
    <w:uiPriority w:val="99"/>
    <w:rsid w:val="00BE0DC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BE0D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1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1014</Words>
  <Characters>5786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Пользователь</cp:lastModifiedBy>
  <cp:revision>2</cp:revision>
  <dcterms:created xsi:type="dcterms:W3CDTF">2013-09-13T10:06:00Z</dcterms:created>
  <dcterms:modified xsi:type="dcterms:W3CDTF">2013-09-13T10:06:00Z</dcterms:modified>
</cp:coreProperties>
</file>