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4A" w:rsidRPr="00646F31" w:rsidRDefault="00D12C4A" w:rsidP="00646F3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646F3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2C4A" w:rsidRPr="00646F31" w:rsidRDefault="00D12C4A" w:rsidP="00646F3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646F3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12C4A" w:rsidRPr="00646F31" w:rsidRDefault="00D12C4A" w:rsidP="00646F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69"/>
        <w:gridCol w:w="770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0362300194513000003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ремонту внутренней системы водяного отопления в Центральной городской детской библиотеке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69"/>
        <w:gridCol w:w="770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культуры "Централизованная библиотечная система Серовского городского округа"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624992, Свердловская обл, Серов г, улица Заславского, дом 23, -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624992, Свердловская обл, Серов г, улица Заславского, дом 23, - </w:t>
            </w:r>
          </w:p>
        </w:tc>
      </w:tr>
    </w:tbl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2C4A" w:rsidRPr="00646F31" w:rsidRDefault="00D12C4A" w:rsidP="00646F31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646F31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69"/>
        <w:gridCol w:w="770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624992, Свердловская обл, Серов г, улица Заславского, дом 23, -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serov-biblio@yandex.ru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(34385) 73087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(34385) 39093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Гусева Наталья Викторовна </w:t>
            </w:r>
          </w:p>
        </w:tc>
      </w:tr>
    </w:tbl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69"/>
        <w:gridCol w:w="770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ремонту внутренней системы водяного отопления в Центральной городской детской библиотеке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>430 791,00</w:t>
            </w: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 (см. Сопроводительную документацию)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контракта указана с учетом включенных в цену стоимости материалов, товаров, работ, услуг на перевозку, погрузку, доставку, монтаж, демонтаж, вывоз и уборку строительного мусора, страхование, уплату таможенных пошлин, заработной платы, командировочных расходов, налогов, сборов и других обязательных платежей.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>9314120 Ремонт внутренних систем водяного отопления в индивидуальных жилых домах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объем выполняемых работ в соответствии с сопроводительной документацией </w:t>
            </w:r>
          </w:p>
        </w:tc>
      </w:tr>
    </w:tbl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69"/>
        <w:gridCol w:w="770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624992, Свердловская обл, Серов г, улица Победы, дом 36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момента заключения контракта до 15 сентября 2013 года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осуществляется безналичным путем в размере 30% предоплаты в течение 10 банковских дней с момента заключения контракта, 70% после даты подписания обеими сторонами подтверждающих документов за фактически выполненные объемы работ на основании подписанных сторонами актов выполненных работ и справок стоимости выполненных работ (формы №КС-2, №КС-3) при предоставлении счетов – фактур, путем перечисления денежных средств на расчетный счет Подрядчика. </w:t>
            </w:r>
          </w:p>
        </w:tc>
      </w:tr>
    </w:tbl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12C4A" w:rsidRPr="00646F31" w:rsidRDefault="00D12C4A" w:rsidP="00646F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6F31">
        <w:rPr>
          <w:rFonts w:ascii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69"/>
        <w:gridCol w:w="770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908 0801 7950051 243 225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Серовского городского округа </w:t>
            </w:r>
          </w:p>
        </w:tc>
      </w:tr>
    </w:tbl>
    <w:p w:rsidR="00D12C4A" w:rsidRPr="00646F31" w:rsidRDefault="00D12C4A" w:rsidP="00646F3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46F31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73"/>
        <w:gridCol w:w="7704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624992, Свердловская обл, Серов г, улица Заславского, дом 23, -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22.07.2013 09:00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31.07.2013 17:00 </w:t>
            </w:r>
          </w:p>
        </w:tc>
      </w:tr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2C4A" w:rsidRPr="00646F31" w:rsidRDefault="00D12C4A" w:rsidP="00646F31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42"/>
        <w:gridCol w:w="7628"/>
      </w:tblGrid>
      <w:tr w:rsidR="00D12C4A" w:rsidRPr="00CE38B5" w:rsidTr="00646F31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D12C4A" w:rsidRPr="00646F31" w:rsidRDefault="00D12C4A" w:rsidP="00646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F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D12C4A" w:rsidRDefault="00D12C4A"/>
    <w:sectPr w:rsidR="00D12C4A" w:rsidSect="00646F31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F31"/>
    <w:rsid w:val="00000591"/>
    <w:rsid w:val="00000B98"/>
    <w:rsid w:val="00000BA1"/>
    <w:rsid w:val="00000D68"/>
    <w:rsid w:val="00001088"/>
    <w:rsid w:val="000019D6"/>
    <w:rsid w:val="00001E20"/>
    <w:rsid w:val="000022C1"/>
    <w:rsid w:val="00002B66"/>
    <w:rsid w:val="0000302D"/>
    <w:rsid w:val="000033F3"/>
    <w:rsid w:val="00003640"/>
    <w:rsid w:val="00003D3C"/>
    <w:rsid w:val="00003E99"/>
    <w:rsid w:val="000040B2"/>
    <w:rsid w:val="00004FFD"/>
    <w:rsid w:val="0000515E"/>
    <w:rsid w:val="000059DC"/>
    <w:rsid w:val="00005C72"/>
    <w:rsid w:val="00006316"/>
    <w:rsid w:val="000109C1"/>
    <w:rsid w:val="00010E3A"/>
    <w:rsid w:val="0001207C"/>
    <w:rsid w:val="00012C64"/>
    <w:rsid w:val="000141A9"/>
    <w:rsid w:val="0001433A"/>
    <w:rsid w:val="000146E8"/>
    <w:rsid w:val="00014DC4"/>
    <w:rsid w:val="00015061"/>
    <w:rsid w:val="000150B7"/>
    <w:rsid w:val="00015243"/>
    <w:rsid w:val="0001534F"/>
    <w:rsid w:val="00015929"/>
    <w:rsid w:val="000162E7"/>
    <w:rsid w:val="00016778"/>
    <w:rsid w:val="0001678D"/>
    <w:rsid w:val="00016A78"/>
    <w:rsid w:val="000172F9"/>
    <w:rsid w:val="00017C00"/>
    <w:rsid w:val="00017FC9"/>
    <w:rsid w:val="00020292"/>
    <w:rsid w:val="00020308"/>
    <w:rsid w:val="00020671"/>
    <w:rsid w:val="00020CBC"/>
    <w:rsid w:val="00021AA2"/>
    <w:rsid w:val="00022098"/>
    <w:rsid w:val="0002269E"/>
    <w:rsid w:val="00022787"/>
    <w:rsid w:val="00022857"/>
    <w:rsid w:val="00022983"/>
    <w:rsid w:val="00022D13"/>
    <w:rsid w:val="000230EC"/>
    <w:rsid w:val="0002342E"/>
    <w:rsid w:val="00023ADA"/>
    <w:rsid w:val="00023F1C"/>
    <w:rsid w:val="00023F2B"/>
    <w:rsid w:val="000245D5"/>
    <w:rsid w:val="00024CF6"/>
    <w:rsid w:val="0002551A"/>
    <w:rsid w:val="00025972"/>
    <w:rsid w:val="00025C67"/>
    <w:rsid w:val="00025D5F"/>
    <w:rsid w:val="00025E54"/>
    <w:rsid w:val="00025FED"/>
    <w:rsid w:val="00026BBA"/>
    <w:rsid w:val="0002736D"/>
    <w:rsid w:val="00027E35"/>
    <w:rsid w:val="000301BC"/>
    <w:rsid w:val="0003052C"/>
    <w:rsid w:val="00030710"/>
    <w:rsid w:val="000309F4"/>
    <w:rsid w:val="00031385"/>
    <w:rsid w:val="00031716"/>
    <w:rsid w:val="000323D2"/>
    <w:rsid w:val="000330F2"/>
    <w:rsid w:val="00033108"/>
    <w:rsid w:val="00033187"/>
    <w:rsid w:val="00033786"/>
    <w:rsid w:val="000339A9"/>
    <w:rsid w:val="0003511D"/>
    <w:rsid w:val="000351A4"/>
    <w:rsid w:val="0003557B"/>
    <w:rsid w:val="00035F01"/>
    <w:rsid w:val="00035FE1"/>
    <w:rsid w:val="00036074"/>
    <w:rsid w:val="000367EC"/>
    <w:rsid w:val="000406AD"/>
    <w:rsid w:val="000406DF"/>
    <w:rsid w:val="000410AE"/>
    <w:rsid w:val="00043C89"/>
    <w:rsid w:val="000444E2"/>
    <w:rsid w:val="00044BC3"/>
    <w:rsid w:val="00045478"/>
    <w:rsid w:val="0004566E"/>
    <w:rsid w:val="000461D9"/>
    <w:rsid w:val="0004651F"/>
    <w:rsid w:val="00046DC1"/>
    <w:rsid w:val="00047807"/>
    <w:rsid w:val="00047AD3"/>
    <w:rsid w:val="00050BB6"/>
    <w:rsid w:val="00051143"/>
    <w:rsid w:val="00051345"/>
    <w:rsid w:val="00051548"/>
    <w:rsid w:val="00051AAC"/>
    <w:rsid w:val="00052883"/>
    <w:rsid w:val="0005345A"/>
    <w:rsid w:val="000535C6"/>
    <w:rsid w:val="0005362B"/>
    <w:rsid w:val="00053EDB"/>
    <w:rsid w:val="000543A2"/>
    <w:rsid w:val="0005469F"/>
    <w:rsid w:val="00054EA3"/>
    <w:rsid w:val="000551D2"/>
    <w:rsid w:val="00055B69"/>
    <w:rsid w:val="0005611E"/>
    <w:rsid w:val="00056860"/>
    <w:rsid w:val="0005744F"/>
    <w:rsid w:val="000603D6"/>
    <w:rsid w:val="00061336"/>
    <w:rsid w:val="00061592"/>
    <w:rsid w:val="00061823"/>
    <w:rsid w:val="00061B30"/>
    <w:rsid w:val="00061DDB"/>
    <w:rsid w:val="00062DC3"/>
    <w:rsid w:val="000634EE"/>
    <w:rsid w:val="00063C41"/>
    <w:rsid w:val="00064375"/>
    <w:rsid w:val="000643CF"/>
    <w:rsid w:val="0006476A"/>
    <w:rsid w:val="00064902"/>
    <w:rsid w:val="00064D40"/>
    <w:rsid w:val="0006635A"/>
    <w:rsid w:val="00067646"/>
    <w:rsid w:val="00067E0E"/>
    <w:rsid w:val="00070245"/>
    <w:rsid w:val="0007145E"/>
    <w:rsid w:val="00071798"/>
    <w:rsid w:val="00071F43"/>
    <w:rsid w:val="0007226C"/>
    <w:rsid w:val="00073A99"/>
    <w:rsid w:val="00073D4B"/>
    <w:rsid w:val="00073FA0"/>
    <w:rsid w:val="00074686"/>
    <w:rsid w:val="00074CC7"/>
    <w:rsid w:val="00074E03"/>
    <w:rsid w:val="00074EAC"/>
    <w:rsid w:val="00074ECA"/>
    <w:rsid w:val="000754DF"/>
    <w:rsid w:val="00075D9B"/>
    <w:rsid w:val="000760C3"/>
    <w:rsid w:val="000760C6"/>
    <w:rsid w:val="000762FD"/>
    <w:rsid w:val="00076DB9"/>
    <w:rsid w:val="00077301"/>
    <w:rsid w:val="00077487"/>
    <w:rsid w:val="0007770B"/>
    <w:rsid w:val="00080369"/>
    <w:rsid w:val="00080731"/>
    <w:rsid w:val="00080AC0"/>
    <w:rsid w:val="00082429"/>
    <w:rsid w:val="000826B0"/>
    <w:rsid w:val="000826E9"/>
    <w:rsid w:val="000826EA"/>
    <w:rsid w:val="000827C2"/>
    <w:rsid w:val="00082CE5"/>
    <w:rsid w:val="00082FE6"/>
    <w:rsid w:val="00083102"/>
    <w:rsid w:val="00083142"/>
    <w:rsid w:val="00083400"/>
    <w:rsid w:val="000838C5"/>
    <w:rsid w:val="000840EE"/>
    <w:rsid w:val="00084215"/>
    <w:rsid w:val="00084216"/>
    <w:rsid w:val="00084942"/>
    <w:rsid w:val="00085E99"/>
    <w:rsid w:val="0008636D"/>
    <w:rsid w:val="00086439"/>
    <w:rsid w:val="00086B8D"/>
    <w:rsid w:val="00086FA3"/>
    <w:rsid w:val="00087341"/>
    <w:rsid w:val="000874EB"/>
    <w:rsid w:val="00087CD1"/>
    <w:rsid w:val="00087D8A"/>
    <w:rsid w:val="0009043C"/>
    <w:rsid w:val="00090787"/>
    <w:rsid w:val="00091523"/>
    <w:rsid w:val="00092C40"/>
    <w:rsid w:val="00092DC0"/>
    <w:rsid w:val="00092E10"/>
    <w:rsid w:val="000933D7"/>
    <w:rsid w:val="00093DF3"/>
    <w:rsid w:val="00093ECF"/>
    <w:rsid w:val="00094488"/>
    <w:rsid w:val="000944A8"/>
    <w:rsid w:val="00094B00"/>
    <w:rsid w:val="00094D61"/>
    <w:rsid w:val="00094ED9"/>
    <w:rsid w:val="000951D7"/>
    <w:rsid w:val="000954EC"/>
    <w:rsid w:val="00095C37"/>
    <w:rsid w:val="00096315"/>
    <w:rsid w:val="00096499"/>
    <w:rsid w:val="0009680F"/>
    <w:rsid w:val="00096A12"/>
    <w:rsid w:val="000973BE"/>
    <w:rsid w:val="000979DA"/>
    <w:rsid w:val="000A0BE7"/>
    <w:rsid w:val="000A1542"/>
    <w:rsid w:val="000A15E2"/>
    <w:rsid w:val="000A17D6"/>
    <w:rsid w:val="000A2B22"/>
    <w:rsid w:val="000A35D2"/>
    <w:rsid w:val="000A3B00"/>
    <w:rsid w:val="000A40AF"/>
    <w:rsid w:val="000A45BB"/>
    <w:rsid w:val="000A4889"/>
    <w:rsid w:val="000A4F5B"/>
    <w:rsid w:val="000A5E8F"/>
    <w:rsid w:val="000A645F"/>
    <w:rsid w:val="000A6E93"/>
    <w:rsid w:val="000A7A9C"/>
    <w:rsid w:val="000A7E51"/>
    <w:rsid w:val="000B054C"/>
    <w:rsid w:val="000B05BE"/>
    <w:rsid w:val="000B098F"/>
    <w:rsid w:val="000B09DE"/>
    <w:rsid w:val="000B0B92"/>
    <w:rsid w:val="000B1152"/>
    <w:rsid w:val="000B156E"/>
    <w:rsid w:val="000B18E4"/>
    <w:rsid w:val="000B308C"/>
    <w:rsid w:val="000B3628"/>
    <w:rsid w:val="000B434A"/>
    <w:rsid w:val="000B47F8"/>
    <w:rsid w:val="000B4AB0"/>
    <w:rsid w:val="000B4FD6"/>
    <w:rsid w:val="000B5872"/>
    <w:rsid w:val="000B6035"/>
    <w:rsid w:val="000B6841"/>
    <w:rsid w:val="000B728E"/>
    <w:rsid w:val="000B74D4"/>
    <w:rsid w:val="000B77B3"/>
    <w:rsid w:val="000B7D3F"/>
    <w:rsid w:val="000C0092"/>
    <w:rsid w:val="000C0138"/>
    <w:rsid w:val="000C03BA"/>
    <w:rsid w:val="000C0873"/>
    <w:rsid w:val="000C0909"/>
    <w:rsid w:val="000C1117"/>
    <w:rsid w:val="000C168F"/>
    <w:rsid w:val="000C1BD0"/>
    <w:rsid w:val="000C1C9A"/>
    <w:rsid w:val="000C1E68"/>
    <w:rsid w:val="000C2875"/>
    <w:rsid w:val="000C2AE7"/>
    <w:rsid w:val="000C5CDE"/>
    <w:rsid w:val="000C5E7E"/>
    <w:rsid w:val="000C6D3D"/>
    <w:rsid w:val="000C749D"/>
    <w:rsid w:val="000C775F"/>
    <w:rsid w:val="000C7923"/>
    <w:rsid w:val="000D008B"/>
    <w:rsid w:val="000D07C1"/>
    <w:rsid w:val="000D0DF3"/>
    <w:rsid w:val="000D124B"/>
    <w:rsid w:val="000D17DF"/>
    <w:rsid w:val="000D288F"/>
    <w:rsid w:val="000D2890"/>
    <w:rsid w:val="000D2F21"/>
    <w:rsid w:val="000D346D"/>
    <w:rsid w:val="000D3540"/>
    <w:rsid w:val="000D3783"/>
    <w:rsid w:val="000D3828"/>
    <w:rsid w:val="000D3AA4"/>
    <w:rsid w:val="000D4914"/>
    <w:rsid w:val="000D4E82"/>
    <w:rsid w:val="000D50D9"/>
    <w:rsid w:val="000D59A9"/>
    <w:rsid w:val="000D5AB4"/>
    <w:rsid w:val="000D5B4B"/>
    <w:rsid w:val="000D5E25"/>
    <w:rsid w:val="000D68F8"/>
    <w:rsid w:val="000D69F7"/>
    <w:rsid w:val="000D7520"/>
    <w:rsid w:val="000E10A1"/>
    <w:rsid w:val="000E13EA"/>
    <w:rsid w:val="000E14BF"/>
    <w:rsid w:val="000E18AC"/>
    <w:rsid w:val="000E2973"/>
    <w:rsid w:val="000E325D"/>
    <w:rsid w:val="000E3527"/>
    <w:rsid w:val="000E38C6"/>
    <w:rsid w:val="000E3E2E"/>
    <w:rsid w:val="000E41FC"/>
    <w:rsid w:val="000E4749"/>
    <w:rsid w:val="000E5227"/>
    <w:rsid w:val="000E67FF"/>
    <w:rsid w:val="000E690C"/>
    <w:rsid w:val="000E71A4"/>
    <w:rsid w:val="000E74C8"/>
    <w:rsid w:val="000F007F"/>
    <w:rsid w:val="000F00C2"/>
    <w:rsid w:val="000F01E1"/>
    <w:rsid w:val="000F0ABA"/>
    <w:rsid w:val="000F0B8F"/>
    <w:rsid w:val="000F1143"/>
    <w:rsid w:val="000F190F"/>
    <w:rsid w:val="000F1D79"/>
    <w:rsid w:val="000F2328"/>
    <w:rsid w:val="000F2AD8"/>
    <w:rsid w:val="000F2B33"/>
    <w:rsid w:val="000F31C9"/>
    <w:rsid w:val="000F3237"/>
    <w:rsid w:val="000F39B1"/>
    <w:rsid w:val="000F3C5F"/>
    <w:rsid w:val="000F3EB5"/>
    <w:rsid w:val="000F48A2"/>
    <w:rsid w:val="000F4969"/>
    <w:rsid w:val="000F4A55"/>
    <w:rsid w:val="000F56CA"/>
    <w:rsid w:val="000F58D7"/>
    <w:rsid w:val="000F5DED"/>
    <w:rsid w:val="000F6809"/>
    <w:rsid w:val="00100000"/>
    <w:rsid w:val="00100140"/>
    <w:rsid w:val="00100310"/>
    <w:rsid w:val="00100BFB"/>
    <w:rsid w:val="00100C50"/>
    <w:rsid w:val="00101710"/>
    <w:rsid w:val="00102204"/>
    <w:rsid w:val="00102D59"/>
    <w:rsid w:val="001030F2"/>
    <w:rsid w:val="001031D2"/>
    <w:rsid w:val="0010444B"/>
    <w:rsid w:val="00104A9B"/>
    <w:rsid w:val="001057BB"/>
    <w:rsid w:val="00106413"/>
    <w:rsid w:val="001065D5"/>
    <w:rsid w:val="00107CBF"/>
    <w:rsid w:val="00107D25"/>
    <w:rsid w:val="00107ECC"/>
    <w:rsid w:val="001101E9"/>
    <w:rsid w:val="00110D54"/>
    <w:rsid w:val="00110D6B"/>
    <w:rsid w:val="0011282F"/>
    <w:rsid w:val="00112C47"/>
    <w:rsid w:val="00113228"/>
    <w:rsid w:val="001132CD"/>
    <w:rsid w:val="00113698"/>
    <w:rsid w:val="00113A3D"/>
    <w:rsid w:val="00114081"/>
    <w:rsid w:val="00114B98"/>
    <w:rsid w:val="00114CFF"/>
    <w:rsid w:val="001152FC"/>
    <w:rsid w:val="00115504"/>
    <w:rsid w:val="00115E06"/>
    <w:rsid w:val="001160A7"/>
    <w:rsid w:val="0011648C"/>
    <w:rsid w:val="001177A2"/>
    <w:rsid w:val="00117C67"/>
    <w:rsid w:val="00117FF7"/>
    <w:rsid w:val="001202EF"/>
    <w:rsid w:val="0012067E"/>
    <w:rsid w:val="00121022"/>
    <w:rsid w:val="001216DA"/>
    <w:rsid w:val="00121849"/>
    <w:rsid w:val="001220F7"/>
    <w:rsid w:val="00122CA9"/>
    <w:rsid w:val="00123197"/>
    <w:rsid w:val="0012398A"/>
    <w:rsid w:val="00123A3F"/>
    <w:rsid w:val="00124062"/>
    <w:rsid w:val="00124202"/>
    <w:rsid w:val="001252A4"/>
    <w:rsid w:val="001253DC"/>
    <w:rsid w:val="00125591"/>
    <w:rsid w:val="00125765"/>
    <w:rsid w:val="00125C81"/>
    <w:rsid w:val="001260AF"/>
    <w:rsid w:val="00126242"/>
    <w:rsid w:val="00126CB7"/>
    <w:rsid w:val="00127F66"/>
    <w:rsid w:val="00130120"/>
    <w:rsid w:val="001321A4"/>
    <w:rsid w:val="001331D0"/>
    <w:rsid w:val="00133222"/>
    <w:rsid w:val="001335BA"/>
    <w:rsid w:val="00133EA3"/>
    <w:rsid w:val="00135F20"/>
    <w:rsid w:val="00136210"/>
    <w:rsid w:val="001366B8"/>
    <w:rsid w:val="0013677C"/>
    <w:rsid w:val="001369F4"/>
    <w:rsid w:val="00136BEF"/>
    <w:rsid w:val="0013703E"/>
    <w:rsid w:val="00137067"/>
    <w:rsid w:val="001370A2"/>
    <w:rsid w:val="00137491"/>
    <w:rsid w:val="001377BE"/>
    <w:rsid w:val="001379F1"/>
    <w:rsid w:val="00137C15"/>
    <w:rsid w:val="00140008"/>
    <w:rsid w:val="00140205"/>
    <w:rsid w:val="00140312"/>
    <w:rsid w:val="0014054D"/>
    <w:rsid w:val="00140637"/>
    <w:rsid w:val="00140744"/>
    <w:rsid w:val="00140804"/>
    <w:rsid w:val="00140DF4"/>
    <w:rsid w:val="001411CB"/>
    <w:rsid w:val="00141B5A"/>
    <w:rsid w:val="00141DBF"/>
    <w:rsid w:val="00141DE6"/>
    <w:rsid w:val="00142024"/>
    <w:rsid w:val="0014205F"/>
    <w:rsid w:val="00142308"/>
    <w:rsid w:val="001427ED"/>
    <w:rsid w:val="00143F8D"/>
    <w:rsid w:val="00144D62"/>
    <w:rsid w:val="0014544D"/>
    <w:rsid w:val="001465DC"/>
    <w:rsid w:val="00146AF6"/>
    <w:rsid w:val="00146DEB"/>
    <w:rsid w:val="00147608"/>
    <w:rsid w:val="00147824"/>
    <w:rsid w:val="00147C69"/>
    <w:rsid w:val="001502CE"/>
    <w:rsid w:val="00150B35"/>
    <w:rsid w:val="00150D8B"/>
    <w:rsid w:val="00150E3E"/>
    <w:rsid w:val="00150F32"/>
    <w:rsid w:val="00151218"/>
    <w:rsid w:val="001512F2"/>
    <w:rsid w:val="001522EB"/>
    <w:rsid w:val="00152A32"/>
    <w:rsid w:val="00153521"/>
    <w:rsid w:val="00153EE4"/>
    <w:rsid w:val="001551C4"/>
    <w:rsid w:val="00155227"/>
    <w:rsid w:val="0015598F"/>
    <w:rsid w:val="001565B9"/>
    <w:rsid w:val="001566BD"/>
    <w:rsid w:val="00156A45"/>
    <w:rsid w:val="00156ABC"/>
    <w:rsid w:val="00156C24"/>
    <w:rsid w:val="00156C50"/>
    <w:rsid w:val="001571B3"/>
    <w:rsid w:val="00161C71"/>
    <w:rsid w:val="00162E83"/>
    <w:rsid w:val="00163473"/>
    <w:rsid w:val="00163C45"/>
    <w:rsid w:val="00164676"/>
    <w:rsid w:val="00164943"/>
    <w:rsid w:val="0016567B"/>
    <w:rsid w:val="0016600F"/>
    <w:rsid w:val="00166668"/>
    <w:rsid w:val="00166795"/>
    <w:rsid w:val="00167161"/>
    <w:rsid w:val="00167D3D"/>
    <w:rsid w:val="00167EEF"/>
    <w:rsid w:val="00170242"/>
    <w:rsid w:val="00170D42"/>
    <w:rsid w:val="00170FF0"/>
    <w:rsid w:val="001723E2"/>
    <w:rsid w:val="00172ABC"/>
    <w:rsid w:val="00172AE0"/>
    <w:rsid w:val="00172C5F"/>
    <w:rsid w:val="00172D48"/>
    <w:rsid w:val="00173555"/>
    <w:rsid w:val="00173901"/>
    <w:rsid w:val="00173AB8"/>
    <w:rsid w:val="00174D1D"/>
    <w:rsid w:val="00175080"/>
    <w:rsid w:val="001758AD"/>
    <w:rsid w:val="0017653C"/>
    <w:rsid w:val="00176BBD"/>
    <w:rsid w:val="00177327"/>
    <w:rsid w:val="00180EFC"/>
    <w:rsid w:val="00181026"/>
    <w:rsid w:val="00181836"/>
    <w:rsid w:val="00181972"/>
    <w:rsid w:val="00181C05"/>
    <w:rsid w:val="00181F95"/>
    <w:rsid w:val="0018258F"/>
    <w:rsid w:val="001826A1"/>
    <w:rsid w:val="00184BFD"/>
    <w:rsid w:val="00184DFC"/>
    <w:rsid w:val="00184F05"/>
    <w:rsid w:val="00185A69"/>
    <w:rsid w:val="00185A71"/>
    <w:rsid w:val="00186363"/>
    <w:rsid w:val="00186636"/>
    <w:rsid w:val="00187468"/>
    <w:rsid w:val="001874F1"/>
    <w:rsid w:val="0018795F"/>
    <w:rsid w:val="0019168F"/>
    <w:rsid w:val="001926BA"/>
    <w:rsid w:val="00192A73"/>
    <w:rsid w:val="00192C85"/>
    <w:rsid w:val="0019312F"/>
    <w:rsid w:val="0019326B"/>
    <w:rsid w:val="00193320"/>
    <w:rsid w:val="00193475"/>
    <w:rsid w:val="00193532"/>
    <w:rsid w:val="0019360C"/>
    <w:rsid w:val="001939DF"/>
    <w:rsid w:val="00194F2F"/>
    <w:rsid w:val="00195CCB"/>
    <w:rsid w:val="001966C5"/>
    <w:rsid w:val="00196D5A"/>
    <w:rsid w:val="00196DCD"/>
    <w:rsid w:val="00197E19"/>
    <w:rsid w:val="00197F00"/>
    <w:rsid w:val="001A0395"/>
    <w:rsid w:val="001A05B6"/>
    <w:rsid w:val="001A0FBF"/>
    <w:rsid w:val="001A1629"/>
    <w:rsid w:val="001A1792"/>
    <w:rsid w:val="001A20C4"/>
    <w:rsid w:val="001A2734"/>
    <w:rsid w:val="001A2803"/>
    <w:rsid w:val="001A29CB"/>
    <w:rsid w:val="001A2C32"/>
    <w:rsid w:val="001A2D7E"/>
    <w:rsid w:val="001A330A"/>
    <w:rsid w:val="001A3C6F"/>
    <w:rsid w:val="001A40E2"/>
    <w:rsid w:val="001A45C0"/>
    <w:rsid w:val="001A4AB4"/>
    <w:rsid w:val="001A4AF9"/>
    <w:rsid w:val="001A4B73"/>
    <w:rsid w:val="001A5721"/>
    <w:rsid w:val="001A5E4E"/>
    <w:rsid w:val="001A5FBB"/>
    <w:rsid w:val="001A7145"/>
    <w:rsid w:val="001A7225"/>
    <w:rsid w:val="001A75AB"/>
    <w:rsid w:val="001A79B9"/>
    <w:rsid w:val="001A7FF7"/>
    <w:rsid w:val="001B03AC"/>
    <w:rsid w:val="001B094E"/>
    <w:rsid w:val="001B0991"/>
    <w:rsid w:val="001B13CF"/>
    <w:rsid w:val="001B371B"/>
    <w:rsid w:val="001B3856"/>
    <w:rsid w:val="001B4359"/>
    <w:rsid w:val="001B464F"/>
    <w:rsid w:val="001B65B9"/>
    <w:rsid w:val="001B730A"/>
    <w:rsid w:val="001B7D12"/>
    <w:rsid w:val="001C0234"/>
    <w:rsid w:val="001C03C4"/>
    <w:rsid w:val="001C057F"/>
    <w:rsid w:val="001C0B09"/>
    <w:rsid w:val="001C1AD9"/>
    <w:rsid w:val="001C2076"/>
    <w:rsid w:val="001C214B"/>
    <w:rsid w:val="001C219E"/>
    <w:rsid w:val="001C21B9"/>
    <w:rsid w:val="001C2D3F"/>
    <w:rsid w:val="001C3883"/>
    <w:rsid w:val="001C39A1"/>
    <w:rsid w:val="001C4154"/>
    <w:rsid w:val="001C440A"/>
    <w:rsid w:val="001C48DD"/>
    <w:rsid w:val="001C4E1A"/>
    <w:rsid w:val="001C4EC2"/>
    <w:rsid w:val="001C51BD"/>
    <w:rsid w:val="001C58B9"/>
    <w:rsid w:val="001C5C44"/>
    <w:rsid w:val="001C65DA"/>
    <w:rsid w:val="001C69A3"/>
    <w:rsid w:val="001C6A45"/>
    <w:rsid w:val="001C6B17"/>
    <w:rsid w:val="001C7A68"/>
    <w:rsid w:val="001C7D64"/>
    <w:rsid w:val="001D02FD"/>
    <w:rsid w:val="001D0B77"/>
    <w:rsid w:val="001D1802"/>
    <w:rsid w:val="001D1C17"/>
    <w:rsid w:val="001D292D"/>
    <w:rsid w:val="001D2E07"/>
    <w:rsid w:val="001D341A"/>
    <w:rsid w:val="001D38E7"/>
    <w:rsid w:val="001D3A2F"/>
    <w:rsid w:val="001D3AE2"/>
    <w:rsid w:val="001D40D8"/>
    <w:rsid w:val="001D4D52"/>
    <w:rsid w:val="001D4F30"/>
    <w:rsid w:val="001D5682"/>
    <w:rsid w:val="001D664F"/>
    <w:rsid w:val="001D76A6"/>
    <w:rsid w:val="001D7A57"/>
    <w:rsid w:val="001D7E85"/>
    <w:rsid w:val="001E0076"/>
    <w:rsid w:val="001E085B"/>
    <w:rsid w:val="001E0EEA"/>
    <w:rsid w:val="001E120D"/>
    <w:rsid w:val="001E1427"/>
    <w:rsid w:val="001E149B"/>
    <w:rsid w:val="001E1770"/>
    <w:rsid w:val="001E1F08"/>
    <w:rsid w:val="001E2F30"/>
    <w:rsid w:val="001E369D"/>
    <w:rsid w:val="001E36EF"/>
    <w:rsid w:val="001E3F43"/>
    <w:rsid w:val="001E4136"/>
    <w:rsid w:val="001E4A11"/>
    <w:rsid w:val="001E4D37"/>
    <w:rsid w:val="001E57B3"/>
    <w:rsid w:val="001E6A58"/>
    <w:rsid w:val="001E74A0"/>
    <w:rsid w:val="001E7581"/>
    <w:rsid w:val="001E75A6"/>
    <w:rsid w:val="001E7AF8"/>
    <w:rsid w:val="001F0433"/>
    <w:rsid w:val="001F09FC"/>
    <w:rsid w:val="001F0CB4"/>
    <w:rsid w:val="001F1A39"/>
    <w:rsid w:val="001F1FC4"/>
    <w:rsid w:val="001F21D4"/>
    <w:rsid w:val="001F2272"/>
    <w:rsid w:val="001F2647"/>
    <w:rsid w:val="001F33CF"/>
    <w:rsid w:val="001F3750"/>
    <w:rsid w:val="001F38DE"/>
    <w:rsid w:val="001F450D"/>
    <w:rsid w:val="001F546D"/>
    <w:rsid w:val="001F57DA"/>
    <w:rsid w:val="001F5F4D"/>
    <w:rsid w:val="001F6302"/>
    <w:rsid w:val="001F6E0E"/>
    <w:rsid w:val="001F72A5"/>
    <w:rsid w:val="001F74DC"/>
    <w:rsid w:val="001F7741"/>
    <w:rsid w:val="0020061B"/>
    <w:rsid w:val="00200D52"/>
    <w:rsid w:val="002013B0"/>
    <w:rsid w:val="0020177E"/>
    <w:rsid w:val="0020187F"/>
    <w:rsid w:val="00202E8B"/>
    <w:rsid w:val="002033AC"/>
    <w:rsid w:val="00203B2A"/>
    <w:rsid w:val="0020474A"/>
    <w:rsid w:val="00204812"/>
    <w:rsid w:val="00204BCD"/>
    <w:rsid w:val="00204C6B"/>
    <w:rsid w:val="00204F00"/>
    <w:rsid w:val="00205654"/>
    <w:rsid w:val="002058AB"/>
    <w:rsid w:val="00205C34"/>
    <w:rsid w:val="002061FA"/>
    <w:rsid w:val="0020757E"/>
    <w:rsid w:val="002105B1"/>
    <w:rsid w:val="00210898"/>
    <w:rsid w:val="00211379"/>
    <w:rsid w:val="00211C08"/>
    <w:rsid w:val="00211D73"/>
    <w:rsid w:val="0021233C"/>
    <w:rsid w:val="00212563"/>
    <w:rsid w:val="002125EE"/>
    <w:rsid w:val="0021278F"/>
    <w:rsid w:val="00213167"/>
    <w:rsid w:val="00213648"/>
    <w:rsid w:val="00214343"/>
    <w:rsid w:val="00214D77"/>
    <w:rsid w:val="00215A77"/>
    <w:rsid w:val="00215AFC"/>
    <w:rsid w:val="00215D9E"/>
    <w:rsid w:val="00215EC7"/>
    <w:rsid w:val="002162C4"/>
    <w:rsid w:val="002162D5"/>
    <w:rsid w:val="00216327"/>
    <w:rsid w:val="00216A27"/>
    <w:rsid w:val="00216CC0"/>
    <w:rsid w:val="002178E3"/>
    <w:rsid w:val="0021793C"/>
    <w:rsid w:val="002201EB"/>
    <w:rsid w:val="00221F69"/>
    <w:rsid w:val="002224EE"/>
    <w:rsid w:val="00223726"/>
    <w:rsid w:val="00223A54"/>
    <w:rsid w:val="002242AF"/>
    <w:rsid w:val="00224945"/>
    <w:rsid w:val="002252CB"/>
    <w:rsid w:val="00225314"/>
    <w:rsid w:val="00225C05"/>
    <w:rsid w:val="002267A0"/>
    <w:rsid w:val="00226890"/>
    <w:rsid w:val="002271E5"/>
    <w:rsid w:val="002319EE"/>
    <w:rsid w:val="00231B05"/>
    <w:rsid w:val="00231DCC"/>
    <w:rsid w:val="0023230C"/>
    <w:rsid w:val="00232CD6"/>
    <w:rsid w:val="0023309F"/>
    <w:rsid w:val="00233508"/>
    <w:rsid w:val="00234A98"/>
    <w:rsid w:val="00234E19"/>
    <w:rsid w:val="00234F58"/>
    <w:rsid w:val="0023553B"/>
    <w:rsid w:val="00235B5D"/>
    <w:rsid w:val="002362A1"/>
    <w:rsid w:val="0023651A"/>
    <w:rsid w:val="002366C4"/>
    <w:rsid w:val="00236ED7"/>
    <w:rsid w:val="00237359"/>
    <w:rsid w:val="00240057"/>
    <w:rsid w:val="00240A91"/>
    <w:rsid w:val="00240AC5"/>
    <w:rsid w:val="00241AA5"/>
    <w:rsid w:val="00242372"/>
    <w:rsid w:val="002425D5"/>
    <w:rsid w:val="00242801"/>
    <w:rsid w:val="002428D1"/>
    <w:rsid w:val="00242933"/>
    <w:rsid w:val="00242940"/>
    <w:rsid w:val="00242E94"/>
    <w:rsid w:val="00243337"/>
    <w:rsid w:val="002434E9"/>
    <w:rsid w:val="00243ABF"/>
    <w:rsid w:val="0024413D"/>
    <w:rsid w:val="002442D5"/>
    <w:rsid w:val="00244957"/>
    <w:rsid w:val="00244F6D"/>
    <w:rsid w:val="00245ECF"/>
    <w:rsid w:val="00246318"/>
    <w:rsid w:val="0024671A"/>
    <w:rsid w:val="00247A05"/>
    <w:rsid w:val="00247C43"/>
    <w:rsid w:val="00247E14"/>
    <w:rsid w:val="00247FE9"/>
    <w:rsid w:val="00250C86"/>
    <w:rsid w:val="0025178A"/>
    <w:rsid w:val="002518DE"/>
    <w:rsid w:val="00251D3B"/>
    <w:rsid w:val="002521B3"/>
    <w:rsid w:val="0025246E"/>
    <w:rsid w:val="00253255"/>
    <w:rsid w:val="002533A6"/>
    <w:rsid w:val="002534C0"/>
    <w:rsid w:val="00253EDF"/>
    <w:rsid w:val="00254052"/>
    <w:rsid w:val="00254B49"/>
    <w:rsid w:val="00254BF4"/>
    <w:rsid w:val="0025526E"/>
    <w:rsid w:val="002555C3"/>
    <w:rsid w:val="002558EB"/>
    <w:rsid w:val="00256860"/>
    <w:rsid w:val="002568CC"/>
    <w:rsid w:val="002569A0"/>
    <w:rsid w:val="00256B42"/>
    <w:rsid w:val="002577FB"/>
    <w:rsid w:val="00257A5D"/>
    <w:rsid w:val="00260245"/>
    <w:rsid w:val="00260655"/>
    <w:rsid w:val="00260E8C"/>
    <w:rsid w:val="00261774"/>
    <w:rsid w:val="00261959"/>
    <w:rsid w:val="002621D8"/>
    <w:rsid w:val="00262E63"/>
    <w:rsid w:val="00262FBF"/>
    <w:rsid w:val="00264700"/>
    <w:rsid w:val="0026481C"/>
    <w:rsid w:val="00264C2C"/>
    <w:rsid w:val="00265A46"/>
    <w:rsid w:val="00265E24"/>
    <w:rsid w:val="00267142"/>
    <w:rsid w:val="00267201"/>
    <w:rsid w:val="00267893"/>
    <w:rsid w:val="00270174"/>
    <w:rsid w:val="00270C23"/>
    <w:rsid w:val="002716B0"/>
    <w:rsid w:val="00271726"/>
    <w:rsid w:val="002717A5"/>
    <w:rsid w:val="0027253B"/>
    <w:rsid w:val="002725BD"/>
    <w:rsid w:val="00272C6A"/>
    <w:rsid w:val="002730AB"/>
    <w:rsid w:val="00273402"/>
    <w:rsid w:val="0027370C"/>
    <w:rsid w:val="00273715"/>
    <w:rsid w:val="002742C0"/>
    <w:rsid w:val="002746DE"/>
    <w:rsid w:val="00275535"/>
    <w:rsid w:val="00275EC1"/>
    <w:rsid w:val="00276366"/>
    <w:rsid w:val="002763FF"/>
    <w:rsid w:val="00276BBC"/>
    <w:rsid w:val="00277C48"/>
    <w:rsid w:val="00277FCA"/>
    <w:rsid w:val="002805BC"/>
    <w:rsid w:val="00280A2A"/>
    <w:rsid w:val="002819D3"/>
    <w:rsid w:val="00281CBA"/>
    <w:rsid w:val="00281E2E"/>
    <w:rsid w:val="00281E95"/>
    <w:rsid w:val="002825B5"/>
    <w:rsid w:val="0028265E"/>
    <w:rsid w:val="002827DA"/>
    <w:rsid w:val="00282FD9"/>
    <w:rsid w:val="00283A2E"/>
    <w:rsid w:val="0028441F"/>
    <w:rsid w:val="00284FE5"/>
    <w:rsid w:val="00284FF2"/>
    <w:rsid w:val="00285405"/>
    <w:rsid w:val="00285744"/>
    <w:rsid w:val="00285EC6"/>
    <w:rsid w:val="00286813"/>
    <w:rsid w:val="00286C2F"/>
    <w:rsid w:val="00286D0C"/>
    <w:rsid w:val="00287F24"/>
    <w:rsid w:val="0029007C"/>
    <w:rsid w:val="00290FAA"/>
    <w:rsid w:val="0029112F"/>
    <w:rsid w:val="00292098"/>
    <w:rsid w:val="0029230D"/>
    <w:rsid w:val="00292463"/>
    <w:rsid w:val="002927EB"/>
    <w:rsid w:val="00293023"/>
    <w:rsid w:val="00293135"/>
    <w:rsid w:val="0029315C"/>
    <w:rsid w:val="002934B3"/>
    <w:rsid w:val="00293750"/>
    <w:rsid w:val="002943D8"/>
    <w:rsid w:val="002946B0"/>
    <w:rsid w:val="00294C52"/>
    <w:rsid w:val="0029529A"/>
    <w:rsid w:val="002959AB"/>
    <w:rsid w:val="00295B3B"/>
    <w:rsid w:val="002960D3"/>
    <w:rsid w:val="00296D83"/>
    <w:rsid w:val="002971FB"/>
    <w:rsid w:val="002A03C4"/>
    <w:rsid w:val="002A0B9D"/>
    <w:rsid w:val="002A1918"/>
    <w:rsid w:val="002A1CC6"/>
    <w:rsid w:val="002A296A"/>
    <w:rsid w:val="002A38C0"/>
    <w:rsid w:val="002A3CCC"/>
    <w:rsid w:val="002A41AE"/>
    <w:rsid w:val="002A54C6"/>
    <w:rsid w:val="002A56A2"/>
    <w:rsid w:val="002A5BCC"/>
    <w:rsid w:val="002A5D6F"/>
    <w:rsid w:val="002A6A89"/>
    <w:rsid w:val="002A77AB"/>
    <w:rsid w:val="002A7BB6"/>
    <w:rsid w:val="002A7E09"/>
    <w:rsid w:val="002B0395"/>
    <w:rsid w:val="002B0651"/>
    <w:rsid w:val="002B0C53"/>
    <w:rsid w:val="002B1311"/>
    <w:rsid w:val="002B2F33"/>
    <w:rsid w:val="002B32F6"/>
    <w:rsid w:val="002B3860"/>
    <w:rsid w:val="002B4B9E"/>
    <w:rsid w:val="002B4FFF"/>
    <w:rsid w:val="002B5AFC"/>
    <w:rsid w:val="002B5BAF"/>
    <w:rsid w:val="002B5DF4"/>
    <w:rsid w:val="002B66F5"/>
    <w:rsid w:val="002B6817"/>
    <w:rsid w:val="002B6B86"/>
    <w:rsid w:val="002B782C"/>
    <w:rsid w:val="002C06F3"/>
    <w:rsid w:val="002C0706"/>
    <w:rsid w:val="002C0A74"/>
    <w:rsid w:val="002C0AD4"/>
    <w:rsid w:val="002C0DBB"/>
    <w:rsid w:val="002C142A"/>
    <w:rsid w:val="002C21FF"/>
    <w:rsid w:val="002C22AA"/>
    <w:rsid w:val="002C2B90"/>
    <w:rsid w:val="002C3C16"/>
    <w:rsid w:val="002C5100"/>
    <w:rsid w:val="002C5186"/>
    <w:rsid w:val="002C53EE"/>
    <w:rsid w:val="002C5590"/>
    <w:rsid w:val="002C5B11"/>
    <w:rsid w:val="002C67C1"/>
    <w:rsid w:val="002C68DF"/>
    <w:rsid w:val="002C779C"/>
    <w:rsid w:val="002C7A7A"/>
    <w:rsid w:val="002D05E1"/>
    <w:rsid w:val="002D117F"/>
    <w:rsid w:val="002D13C0"/>
    <w:rsid w:val="002D1511"/>
    <w:rsid w:val="002D17A6"/>
    <w:rsid w:val="002D1D54"/>
    <w:rsid w:val="002D2BF5"/>
    <w:rsid w:val="002D2C0C"/>
    <w:rsid w:val="002D377A"/>
    <w:rsid w:val="002D39B7"/>
    <w:rsid w:val="002D43F6"/>
    <w:rsid w:val="002D51CF"/>
    <w:rsid w:val="002D5384"/>
    <w:rsid w:val="002D554C"/>
    <w:rsid w:val="002D585C"/>
    <w:rsid w:val="002D59C8"/>
    <w:rsid w:val="002D5BD9"/>
    <w:rsid w:val="002D688F"/>
    <w:rsid w:val="002D6FEA"/>
    <w:rsid w:val="002D7A32"/>
    <w:rsid w:val="002E004B"/>
    <w:rsid w:val="002E112B"/>
    <w:rsid w:val="002E147F"/>
    <w:rsid w:val="002E17A4"/>
    <w:rsid w:val="002E1B3E"/>
    <w:rsid w:val="002E270B"/>
    <w:rsid w:val="002E2BF9"/>
    <w:rsid w:val="002E4E0A"/>
    <w:rsid w:val="002E4E3E"/>
    <w:rsid w:val="002E4F7C"/>
    <w:rsid w:val="002E517D"/>
    <w:rsid w:val="002E5384"/>
    <w:rsid w:val="002E61AA"/>
    <w:rsid w:val="002E76F9"/>
    <w:rsid w:val="002E7CF8"/>
    <w:rsid w:val="002F07AD"/>
    <w:rsid w:val="002F08A9"/>
    <w:rsid w:val="002F0CC0"/>
    <w:rsid w:val="002F1944"/>
    <w:rsid w:val="002F1C48"/>
    <w:rsid w:val="002F201C"/>
    <w:rsid w:val="002F23C1"/>
    <w:rsid w:val="002F23EC"/>
    <w:rsid w:val="002F29FB"/>
    <w:rsid w:val="002F2B2C"/>
    <w:rsid w:val="002F2BF7"/>
    <w:rsid w:val="002F2D84"/>
    <w:rsid w:val="002F301D"/>
    <w:rsid w:val="002F3EE4"/>
    <w:rsid w:val="002F47B8"/>
    <w:rsid w:val="002F4AEC"/>
    <w:rsid w:val="002F4C56"/>
    <w:rsid w:val="002F51B5"/>
    <w:rsid w:val="002F550B"/>
    <w:rsid w:val="002F59EA"/>
    <w:rsid w:val="002F5B53"/>
    <w:rsid w:val="002F5B93"/>
    <w:rsid w:val="002F5DDA"/>
    <w:rsid w:val="002F5EFD"/>
    <w:rsid w:val="002F64A7"/>
    <w:rsid w:val="002F6F4A"/>
    <w:rsid w:val="002F70B5"/>
    <w:rsid w:val="002F73A3"/>
    <w:rsid w:val="003003B0"/>
    <w:rsid w:val="003008A1"/>
    <w:rsid w:val="00300E21"/>
    <w:rsid w:val="00301036"/>
    <w:rsid w:val="003010BC"/>
    <w:rsid w:val="0030178E"/>
    <w:rsid w:val="00302248"/>
    <w:rsid w:val="00302546"/>
    <w:rsid w:val="00302996"/>
    <w:rsid w:val="00302AA7"/>
    <w:rsid w:val="0030412F"/>
    <w:rsid w:val="00304181"/>
    <w:rsid w:val="00304464"/>
    <w:rsid w:val="0030540A"/>
    <w:rsid w:val="00305C46"/>
    <w:rsid w:val="00305C5D"/>
    <w:rsid w:val="00306197"/>
    <w:rsid w:val="003062DB"/>
    <w:rsid w:val="003064B5"/>
    <w:rsid w:val="00306873"/>
    <w:rsid w:val="00306F1A"/>
    <w:rsid w:val="00310AB3"/>
    <w:rsid w:val="00310CCE"/>
    <w:rsid w:val="0031147F"/>
    <w:rsid w:val="00312E8B"/>
    <w:rsid w:val="00313E09"/>
    <w:rsid w:val="003140DB"/>
    <w:rsid w:val="0031421F"/>
    <w:rsid w:val="003147E3"/>
    <w:rsid w:val="00315671"/>
    <w:rsid w:val="0031677D"/>
    <w:rsid w:val="00316B39"/>
    <w:rsid w:val="00316CCB"/>
    <w:rsid w:val="0031741F"/>
    <w:rsid w:val="00317BCD"/>
    <w:rsid w:val="0032010A"/>
    <w:rsid w:val="00320189"/>
    <w:rsid w:val="003203AA"/>
    <w:rsid w:val="003205C0"/>
    <w:rsid w:val="00320EF9"/>
    <w:rsid w:val="0032149C"/>
    <w:rsid w:val="0032154F"/>
    <w:rsid w:val="0032315F"/>
    <w:rsid w:val="00324BC0"/>
    <w:rsid w:val="00325489"/>
    <w:rsid w:val="00325DB9"/>
    <w:rsid w:val="0032618F"/>
    <w:rsid w:val="0032624F"/>
    <w:rsid w:val="00326352"/>
    <w:rsid w:val="003270A4"/>
    <w:rsid w:val="003272FB"/>
    <w:rsid w:val="00330B88"/>
    <w:rsid w:val="00330B95"/>
    <w:rsid w:val="00330E33"/>
    <w:rsid w:val="003310AD"/>
    <w:rsid w:val="0033130E"/>
    <w:rsid w:val="003313A4"/>
    <w:rsid w:val="00331AD7"/>
    <w:rsid w:val="00331C93"/>
    <w:rsid w:val="0033289B"/>
    <w:rsid w:val="0033341C"/>
    <w:rsid w:val="0033388E"/>
    <w:rsid w:val="00333B64"/>
    <w:rsid w:val="00333E68"/>
    <w:rsid w:val="00334460"/>
    <w:rsid w:val="00334AE2"/>
    <w:rsid w:val="00335027"/>
    <w:rsid w:val="00335485"/>
    <w:rsid w:val="003358E9"/>
    <w:rsid w:val="00335C89"/>
    <w:rsid w:val="00336EFD"/>
    <w:rsid w:val="0033718D"/>
    <w:rsid w:val="00337295"/>
    <w:rsid w:val="00337370"/>
    <w:rsid w:val="00340428"/>
    <w:rsid w:val="00340B5A"/>
    <w:rsid w:val="00341256"/>
    <w:rsid w:val="00341574"/>
    <w:rsid w:val="0034180F"/>
    <w:rsid w:val="00343206"/>
    <w:rsid w:val="00344048"/>
    <w:rsid w:val="003442EB"/>
    <w:rsid w:val="0034435C"/>
    <w:rsid w:val="00344387"/>
    <w:rsid w:val="00344668"/>
    <w:rsid w:val="00345BE4"/>
    <w:rsid w:val="00345CD8"/>
    <w:rsid w:val="00345EDB"/>
    <w:rsid w:val="00346583"/>
    <w:rsid w:val="00350550"/>
    <w:rsid w:val="0035231B"/>
    <w:rsid w:val="0035232A"/>
    <w:rsid w:val="00352443"/>
    <w:rsid w:val="00352F0F"/>
    <w:rsid w:val="003531A4"/>
    <w:rsid w:val="00353A01"/>
    <w:rsid w:val="003541F0"/>
    <w:rsid w:val="00355064"/>
    <w:rsid w:val="003550BD"/>
    <w:rsid w:val="00355268"/>
    <w:rsid w:val="00355BE6"/>
    <w:rsid w:val="00355D70"/>
    <w:rsid w:val="00355F12"/>
    <w:rsid w:val="003561D4"/>
    <w:rsid w:val="003573D9"/>
    <w:rsid w:val="00357409"/>
    <w:rsid w:val="003603DB"/>
    <w:rsid w:val="00360528"/>
    <w:rsid w:val="0036078B"/>
    <w:rsid w:val="00360CCC"/>
    <w:rsid w:val="00360DB0"/>
    <w:rsid w:val="00360EFB"/>
    <w:rsid w:val="00361252"/>
    <w:rsid w:val="003623A6"/>
    <w:rsid w:val="00362AC6"/>
    <w:rsid w:val="00362D73"/>
    <w:rsid w:val="0036362C"/>
    <w:rsid w:val="00364150"/>
    <w:rsid w:val="0036425A"/>
    <w:rsid w:val="003644DF"/>
    <w:rsid w:val="00364687"/>
    <w:rsid w:val="003648E2"/>
    <w:rsid w:val="00364AB0"/>
    <w:rsid w:val="00365FD9"/>
    <w:rsid w:val="00366F24"/>
    <w:rsid w:val="00367CF0"/>
    <w:rsid w:val="00370383"/>
    <w:rsid w:val="00370B82"/>
    <w:rsid w:val="00370C12"/>
    <w:rsid w:val="0037112A"/>
    <w:rsid w:val="0037172E"/>
    <w:rsid w:val="00372A48"/>
    <w:rsid w:val="003738A9"/>
    <w:rsid w:val="00373B8A"/>
    <w:rsid w:val="00373E60"/>
    <w:rsid w:val="00374567"/>
    <w:rsid w:val="00374AB3"/>
    <w:rsid w:val="00374C4A"/>
    <w:rsid w:val="00374EC6"/>
    <w:rsid w:val="00374F7F"/>
    <w:rsid w:val="003762BA"/>
    <w:rsid w:val="0037790E"/>
    <w:rsid w:val="00377EFD"/>
    <w:rsid w:val="0038065C"/>
    <w:rsid w:val="00380C26"/>
    <w:rsid w:val="003814E6"/>
    <w:rsid w:val="00381AAD"/>
    <w:rsid w:val="00381D44"/>
    <w:rsid w:val="00381F92"/>
    <w:rsid w:val="00382049"/>
    <w:rsid w:val="003821B9"/>
    <w:rsid w:val="0038266D"/>
    <w:rsid w:val="0038349D"/>
    <w:rsid w:val="00383C26"/>
    <w:rsid w:val="00383D65"/>
    <w:rsid w:val="00384853"/>
    <w:rsid w:val="00384DCF"/>
    <w:rsid w:val="0038593D"/>
    <w:rsid w:val="0038617B"/>
    <w:rsid w:val="00386D3A"/>
    <w:rsid w:val="00387B23"/>
    <w:rsid w:val="00387F64"/>
    <w:rsid w:val="003904E8"/>
    <w:rsid w:val="00390E44"/>
    <w:rsid w:val="00391499"/>
    <w:rsid w:val="00391714"/>
    <w:rsid w:val="00391B76"/>
    <w:rsid w:val="00391C2E"/>
    <w:rsid w:val="0039245E"/>
    <w:rsid w:val="00392872"/>
    <w:rsid w:val="003928C3"/>
    <w:rsid w:val="00393212"/>
    <w:rsid w:val="003937D9"/>
    <w:rsid w:val="00394F69"/>
    <w:rsid w:val="00394F88"/>
    <w:rsid w:val="003952B8"/>
    <w:rsid w:val="00395718"/>
    <w:rsid w:val="0039583F"/>
    <w:rsid w:val="00396405"/>
    <w:rsid w:val="00396C25"/>
    <w:rsid w:val="00397520"/>
    <w:rsid w:val="003A00EF"/>
    <w:rsid w:val="003A082C"/>
    <w:rsid w:val="003A0E95"/>
    <w:rsid w:val="003A12ED"/>
    <w:rsid w:val="003A13DE"/>
    <w:rsid w:val="003A145F"/>
    <w:rsid w:val="003A1A2C"/>
    <w:rsid w:val="003A1C9E"/>
    <w:rsid w:val="003A1D7A"/>
    <w:rsid w:val="003A2302"/>
    <w:rsid w:val="003A2407"/>
    <w:rsid w:val="003A26AF"/>
    <w:rsid w:val="003A2C4D"/>
    <w:rsid w:val="003A36E0"/>
    <w:rsid w:val="003A38CA"/>
    <w:rsid w:val="003A44B3"/>
    <w:rsid w:val="003A4678"/>
    <w:rsid w:val="003A5505"/>
    <w:rsid w:val="003A6A90"/>
    <w:rsid w:val="003A6BDA"/>
    <w:rsid w:val="003A6CAF"/>
    <w:rsid w:val="003A7244"/>
    <w:rsid w:val="003A7A7D"/>
    <w:rsid w:val="003B028F"/>
    <w:rsid w:val="003B02A3"/>
    <w:rsid w:val="003B0D1D"/>
    <w:rsid w:val="003B0F06"/>
    <w:rsid w:val="003B2E21"/>
    <w:rsid w:val="003B30E0"/>
    <w:rsid w:val="003B3310"/>
    <w:rsid w:val="003B3A58"/>
    <w:rsid w:val="003B41B7"/>
    <w:rsid w:val="003B4C24"/>
    <w:rsid w:val="003B63B8"/>
    <w:rsid w:val="003B6B7C"/>
    <w:rsid w:val="003B6F53"/>
    <w:rsid w:val="003B74D6"/>
    <w:rsid w:val="003B74FF"/>
    <w:rsid w:val="003B786B"/>
    <w:rsid w:val="003B79B2"/>
    <w:rsid w:val="003B7E40"/>
    <w:rsid w:val="003C27BA"/>
    <w:rsid w:val="003C2B10"/>
    <w:rsid w:val="003C2C0D"/>
    <w:rsid w:val="003C37A8"/>
    <w:rsid w:val="003C3978"/>
    <w:rsid w:val="003C3DFE"/>
    <w:rsid w:val="003C56E0"/>
    <w:rsid w:val="003C5BED"/>
    <w:rsid w:val="003C5FED"/>
    <w:rsid w:val="003C7916"/>
    <w:rsid w:val="003D0013"/>
    <w:rsid w:val="003D0236"/>
    <w:rsid w:val="003D044B"/>
    <w:rsid w:val="003D08B1"/>
    <w:rsid w:val="003D0AFE"/>
    <w:rsid w:val="003D1A6E"/>
    <w:rsid w:val="003D22BD"/>
    <w:rsid w:val="003D2BB0"/>
    <w:rsid w:val="003D2CFE"/>
    <w:rsid w:val="003D3EE2"/>
    <w:rsid w:val="003D64CF"/>
    <w:rsid w:val="003D6814"/>
    <w:rsid w:val="003D7621"/>
    <w:rsid w:val="003D79DF"/>
    <w:rsid w:val="003D7B36"/>
    <w:rsid w:val="003D7E9E"/>
    <w:rsid w:val="003E00C2"/>
    <w:rsid w:val="003E04D4"/>
    <w:rsid w:val="003E0732"/>
    <w:rsid w:val="003E0A0D"/>
    <w:rsid w:val="003E123A"/>
    <w:rsid w:val="003E14D2"/>
    <w:rsid w:val="003E1504"/>
    <w:rsid w:val="003E184C"/>
    <w:rsid w:val="003E270E"/>
    <w:rsid w:val="003E34D1"/>
    <w:rsid w:val="003E35C2"/>
    <w:rsid w:val="003E379C"/>
    <w:rsid w:val="003E39AC"/>
    <w:rsid w:val="003E451C"/>
    <w:rsid w:val="003E5212"/>
    <w:rsid w:val="003E57BE"/>
    <w:rsid w:val="003E65B5"/>
    <w:rsid w:val="003E67B0"/>
    <w:rsid w:val="003E6AF4"/>
    <w:rsid w:val="003E6FBD"/>
    <w:rsid w:val="003E6FEA"/>
    <w:rsid w:val="003E71A5"/>
    <w:rsid w:val="003E71A8"/>
    <w:rsid w:val="003E725C"/>
    <w:rsid w:val="003E728F"/>
    <w:rsid w:val="003E7650"/>
    <w:rsid w:val="003F04AB"/>
    <w:rsid w:val="003F0E49"/>
    <w:rsid w:val="003F154B"/>
    <w:rsid w:val="003F221D"/>
    <w:rsid w:val="003F348C"/>
    <w:rsid w:val="003F35E3"/>
    <w:rsid w:val="003F38DB"/>
    <w:rsid w:val="003F52DA"/>
    <w:rsid w:val="003F58C9"/>
    <w:rsid w:val="003F666E"/>
    <w:rsid w:val="003F6D76"/>
    <w:rsid w:val="003F73BB"/>
    <w:rsid w:val="003F7A26"/>
    <w:rsid w:val="003F7C93"/>
    <w:rsid w:val="003F7F5E"/>
    <w:rsid w:val="00400272"/>
    <w:rsid w:val="0040032A"/>
    <w:rsid w:val="00401771"/>
    <w:rsid w:val="004029D8"/>
    <w:rsid w:val="00402A88"/>
    <w:rsid w:val="00403529"/>
    <w:rsid w:val="004036D4"/>
    <w:rsid w:val="004038D3"/>
    <w:rsid w:val="004041C1"/>
    <w:rsid w:val="004049C1"/>
    <w:rsid w:val="0040710C"/>
    <w:rsid w:val="0040795E"/>
    <w:rsid w:val="00407BF0"/>
    <w:rsid w:val="00407F32"/>
    <w:rsid w:val="00410805"/>
    <w:rsid w:val="00411591"/>
    <w:rsid w:val="00412250"/>
    <w:rsid w:val="0041232A"/>
    <w:rsid w:val="00412976"/>
    <w:rsid w:val="00413143"/>
    <w:rsid w:val="00413748"/>
    <w:rsid w:val="004137EC"/>
    <w:rsid w:val="00413C66"/>
    <w:rsid w:val="00413C9B"/>
    <w:rsid w:val="00413F76"/>
    <w:rsid w:val="00414175"/>
    <w:rsid w:val="004145D3"/>
    <w:rsid w:val="00414825"/>
    <w:rsid w:val="0041579E"/>
    <w:rsid w:val="0041586B"/>
    <w:rsid w:val="004163C4"/>
    <w:rsid w:val="00417260"/>
    <w:rsid w:val="00417971"/>
    <w:rsid w:val="00417B31"/>
    <w:rsid w:val="00417B57"/>
    <w:rsid w:val="004201E5"/>
    <w:rsid w:val="004202D0"/>
    <w:rsid w:val="0042033E"/>
    <w:rsid w:val="00420413"/>
    <w:rsid w:val="00420794"/>
    <w:rsid w:val="004220A5"/>
    <w:rsid w:val="004228CC"/>
    <w:rsid w:val="00422999"/>
    <w:rsid w:val="00422F94"/>
    <w:rsid w:val="0042325C"/>
    <w:rsid w:val="00423361"/>
    <w:rsid w:val="00423B18"/>
    <w:rsid w:val="00424159"/>
    <w:rsid w:val="00424713"/>
    <w:rsid w:val="004247A4"/>
    <w:rsid w:val="004247C7"/>
    <w:rsid w:val="00424F23"/>
    <w:rsid w:val="00425C75"/>
    <w:rsid w:val="004264F3"/>
    <w:rsid w:val="00426FA9"/>
    <w:rsid w:val="00427810"/>
    <w:rsid w:val="004278B5"/>
    <w:rsid w:val="00427DB7"/>
    <w:rsid w:val="0043072F"/>
    <w:rsid w:val="00430814"/>
    <w:rsid w:val="00430A8F"/>
    <w:rsid w:val="004317DD"/>
    <w:rsid w:val="00431C5D"/>
    <w:rsid w:val="0043205B"/>
    <w:rsid w:val="0043214C"/>
    <w:rsid w:val="004333ED"/>
    <w:rsid w:val="00434131"/>
    <w:rsid w:val="00434A3A"/>
    <w:rsid w:val="00434BA8"/>
    <w:rsid w:val="0043524C"/>
    <w:rsid w:val="004354E7"/>
    <w:rsid w:val="004358E4"/>
    <w:rsid w:val="00435923"/>
    <w:rsid w:val="00435FF0"/>
    <w:rsid w:val="00436742"/>
    <w:rsid w:val="00436808"/>
    <w:rsid w:val="00436E65"/>
    <w:rsid w:val="00437716"/>
    <w:rsid w:val="00437A4D"/>
    <w:rsid w:val="00437E67"/>
    <w:rsid w:val="00437EAF"/>
    <w:rsid w:val="00437F3E"/>
    <w:rsid w:val="00441CE1"/>
    <w:rsid w:val="00441F91"/>
    <w:rsid w:val="00442985"/>
    <w:rsid w:val="00442D9A"/>
    <w:rsid w:val="00443760"/>
    <w:rsid w:val="0044391F"/>
    <w:rsid w:val="00443A00"/>
    <w:rsid w:val="00443D11"/>
    <w:rsid w:val="0044442C"/>
    <w:rsid w:val="004457D3"/>
    <w:rsid w:val="00445933"/>
    <w:rsid w:val="00445A50"/>
    <w:rsid w:val="00445BB4"/>
    <w:rsid w:val="00445F74"/>
    <w:rsid w:val="00446466"/>
    <w:rsid w:val="0044705F"/>
    <w:rsid w:val="00447090"/>
    <w:rsid w:val="004507C0"/>
    <w:rsid w:val="00450ADA"/>
    <w:rsid w:val="004512EA"/>
    <w:rsid w:val="00452475"/>
    <w:rsid w:val="00452A92"/>
    <w:rsid w:val="00452C12"/>
    <w:rsid w:val="004540E0"/>
    <w:rsid w:val="004542A7"/>
    <w:rsid w:val="004546CB"/>
    <w:rsid w:val="0045473C"/>
    <w:rsid w:val="0045489D"/>
    <w:rsid w:val="00454996"/>
    <w:rsid w:val="00454ABD"/>
    <w:rsid w:val="00454B78"/>
    <w:rsid w:val="00454E0E"/>
    <w:rsid w:val="0045502C"/>
    <w:rsid w:val="00455BEF"/>
    <w:rsid w:val="004562C9"/>
    <w:rsid w:val="0045691B"/>
    <w:rsid w:val="00456A19"/>
    <w:rsid w:val="00457960"/>
    <w:rsid w:val="004607C0"/>
    <w:rsid w:val="00460ABA"/>
    <w:rsid w:val="00460F00"/>
    <w:rsid w:val="0046188C"/>
    <w:rsid w:val="0046189A"/>
    <w:rsid w:val="004619DC"/>
    <w:rsid w:val="00461A45"/>
    <w:rsid w:val="00461DCF"/>
    <w:rsid w:val="00461F31"/>
    <w:rsid w:val="00462678"/>
    <w:rsid w:val="00462B7F"/>
    <w:rsid w:val="00462EB5"/>
    <w:rsid w:val="004636E7"/>
    <w:rsid w:val="00463770"/>
    <w:rsid w:val="00464041"/>
    <w:rsid w:val="00464800"/>
    <w:rsid w:val="00465D60"/>
    <w:rsid w:val="00466011"/>
    <w:rsid w:val="004660E3"/>
    <w:rsid w:val="00466327"/>
    <w:rsid w:val="00466420"/>
    <w:rsid w:val="004664B8"/>
    <w:rsid w:val="004667E7"/>
    <w:rsid w:val="00466CE8"/>
    <w:rsid w:val="00466EDD"/>
    <w:rsid w:val="00467045"/>
    <w:rsid w:val="00467116"/>
    <w:rsid w:val="004674BD"/>
    <w:rsid w:val="00467579"/>
    <w:rsid w:val="00467656"/>
    <w:rsid w:val="00467749"/>
    <w:rsid w:val="004679F3"/>
    <w:rsid w:val="00467B50"/>
    <w:rsid w:val="004708A8"/>
    <w:rsid w:val="004709AD"/>
    <w:rsid w:val="004709E4"/>
    <w:rsid w:val="00471244"/>
    <w:rsid w:val="00471880"/>
    <w:rsid w:val="00471EAE"/>
    <w:rsid w:val="00471F1D"/>
    <w:rsid w:val="00472567"/>
    <w:rsid w:val="004726E2"/>
    <w:rsid w:val="004749F6"/>
    <w:rsid w:val="00474A62"/>
    <w:rsid w:val="00474F66"/>
    <w:rsid w:val="004755DE"/>
    <w:rsid w:val="00475F76"/>
    <w:rsid w:val="004762A4"/>
    <w:rsid w:val="00476487"/>
    <w:rsid w:val="00476D9C"/>
    <w:rsid w:val="00476F4F"/>
    <w:rsid w:val="00477111"/>
    <w:rsid w:val="00477C98"/>
    <w:rsid w:val="00477CEC"/>
    <w:rsid w:val="00480051"/>
    <w:rsid w:val="004805FD"/>
    <w:rsid w:val="00480A4D"/>
    <w:rsid w:val="00480DBD"/>
    <w:rsid w:val="00481D5C"/>
    <w:rsid w:val="00482054"/>
    <w:rsid w:val="00482B18"/>
    <w:rsid w:val="00483DDD"/>
    <w:rsid w:val="0048423B"/>
    <w:rsid w:val="00484394"/>
    <w:rsid w:val="004853FB"/>
    <w:rsid w:val="00485534"/>
    <w:rsid w:val="004862E0"/>
    <w:rsid w:val="00486474"/>
    <w:rsid w:val="004866CC"/>
    <w:rsid w:val="00486A14"/>
    <w:rsid w:val="00486FA0"/>
    <w:rsid w:val="00487803"/>
    <w:rsid w:val="00487CC8"/>
    <w:rsid w:val="0049012D"/>
    <w:rsid w:val="0049038A"/>
    <w:rsid w:val="004908FF"/>
    <w:rsid w:val="004909C9"/>
    <w:rsid w:val="00491AD6"/>
    <w:rsid w:val="00491FB0"/>
    <w:rsid w:val="00492C3B"/>
    <w:rsid w:val="00493A5F"/>
    <w:rsid w:val="00494633"/>
    <w:rsid w:val="0049514E"/>
    <w:rsid w:val="004953D0"/>
    <w:rsid w:val="00495822"/>
    <w:rsid w:val="00495ABC"/>
    <w:rsid w:val="00495CB3"/>
    <w:rsid w:val="0049638F"/>
    <w:rsid w:val="00496678"/>
    <w:rsid w:val="00496C6D"/>
    <w:rsid w:val="00496E43"/>
    <w:rsid w:val="00496EE3"/>
    <w:rsid w:val="004A117C"/>
    <w:rsid w:val="004A1410"/>
    <w:rsid w:val="004A15C9"/>
    <w:rsid w:val="004A1A84"/>
    <w:rsid w:val="004A227D"/>
    <w:rsid w:val="004A2B36"/>
    <w:rsid w:val="004A388C"/>
    <w:rsid w:val="004A38F5"/>
    <w:rsid w:val="004A39E7"/>
    <w:rsid w:val="004A3CD6"/>
    <w:rsid w:val="004A4330"/>
    <w:rsid w:val="004A4913"/>
    <w:rsid w:val="004A4BEC"/>
    <w:rsid w:val="004A5411"/>
    <w:rsid w:val="004A55CF"/>
    <w:rsid w:val="004A596B"/>
    <w:rsid w:val="004A5A09"/>
    <w:rsid w:val="004A5D32"/>
    <w:rsid w:val="004A6A99"/>
    <w:rsid w:val="004A6F6B"/>
    <w:rsid w:val="004A7473"/>
    <w:rsid w:val="004A7941"/>
    <w:rsid w:val="004A7C74"/>
    <w:rsid w:val="004A7DE3"/>
    <w:rsid w:val="004B01FC"/>
    <w:rsid w:val="004B1152"/>
    <w:rsid w:val="004B11FE"/>
    <w:rsid w:val="004B1E08"/>
    <w:rsid w:val="004B1EA3"/>
    <w:rsid w:val="004B2058"/>
    <w:rsid w:val="004B21E3"/>
    <w:rsid w:val="004B283E"/>
    <w:rsid w:val="004B2A4C"/>
    <w:rsid w:val="004B31B1"/>
    <w:rsid w:val="004B4FF2"/>
    <w:rsid w:val="004B511D"/>
    <w:rsid w:val="004B54DC"/>
    <w:rsid w:val="004B5550"/>
    <w:rsid w:val="004B5DFA"/>
    <w:rsid w:val="004B7366"/>
    <w:rsid w:val="004B7C0A"/>
    <w:rsid w:val="004C051D"/>
    <w:rsid w:val="004C0669"/>
    <w:rsid w:val="004C1812"/>
    <w:rsid w:val="004C19E9"/>
    <w:rsid w:val="004C1B3D"/>
    <w:rsid w:val="004C221C"/>
    <w:rsid w:val="004C25D6"/>
    <w:rsid w:val="004C2AB5"/>
    <w:rsid w:val="004C3D5E"/>
    <w:rsid w:val="004C3E33"/>
    <w:rsid w:val="004C3EDD"/>
    <w:rsid w:val="004C46EE"/>
    <w:rsid w:val="004C4B7B"/>
    <w:rsid w:val="004C5053"/>
    <w:rsid w:val="004C522F"/>
    <w:rsid w:val="004C5618"/>
    <w:rsid w:val="004C565A"/>
    <w:rsid w:val="004C571F"/>
    <w:rsid w:val="004C58A2"/>
    <w:rsid w:val="004C5C1B"/>
    <w:rsid w:val="004C6EB2"/>
    <w:rsid w:val="004C749F"/>
    <w:rsid w:val="004C7990"/>
    <w:rsid w:val="004C7DF8"/>
    <w:rsid w:val="004C7F73"/>
    <w:rsid w:val="004D1360"/>
    <w:rsid w:val="004D15B3"/>
    <w:rsid w:val="004D1BDD"/>
    <w:rsid w:val="004D1F3A"/>
    <w:rsid w:val="004D2238"/>
    <w:rsid w:val="004D2507"/>
    <w:rsid w:val="004D2F42"/>
    <w:rsid w:val="004D354F"/>
    <w:rsid w:val="004D3D5A"/>
    <w:rsid w:val="004D3E62"/>
    <w:rsid w:val="004D40B7"/>
    <w:rsid w:val="004D41BF"/>
    <w:rsid w:val="004D4424"/>
    <w:rsid w:val="004D54C5"/>
    <w:rsid w:val="004D5820"/>
    <w:rsid w:val="004D5A41"/>
    <w:rsid w:val="004D5EFC"/>
    <w:rsid w:val="004D6A88"/>
    <w:rsid w:val="004D6BCE"/>
    <w:rsid w:val="004D6D9E"/>
    <w:rsid w:val="004D73D2"/>
    <w:rsid w:val="004E0908"/>
    <w:rsid w:val="004E0E23"/>
    <w:rsid w:val="004E0EDC"/>
    <w:rsid w:val="004E14B7"/>
    <w:rsid w:val="004E1C07"/>
    <w:rsid w:val="004E1CCA"/>
    <w:rsid w:val="004E1F18"/>
    <w:rsid w:val="004E1F7B"/>
    <w:rsid w:val="004E200D"/>
    <w:rsid w:val="004E2949"/>
    <w:rsid w:val="004E35A7"/>
    <w:rsid w:val="004E3995"/>
    <w:rsid w:val="004E3F65"/>
    <w:rsid w:val="004E4182"/>
    <w:rsid w:val="004E4727"/>
    <w:rsid w:val="004E4757"/>
    <w:rsid w:val="004E4A4C"/>
    <w:rsid w:val="004E4D44"/>
    <w:rsid w:val="004E5EFB"/>
    <w:rsid w:val="004E6014"/>
    <w:rsid w:val="004E64AC"/>
    <w:rsid w:val="004E7AEB"/>
    <w:rsid w:val="004F07F1"/>
    <w:rsid w:val="004F0AEB"/>
    <w:rsid w:val="004F1A3F"/>
    <w:rsid w:val="004F1C79"/>
    <w:rsid w:val="004F2BA0"/>
    <w:rsid w:val="004F32E4"/>
    <w:rsid w:val="004F3D16"/>
    <w:rsid w:val="004F4106"/>
    <w:rsid w:val="004F4133"/>
    <w:rsid w:val="004F4745"/>
    <w:rsid w:val="004F4BEA"/>
    <w:rsid w:val="004F713D"/>
    <w:rsid w:val="004F7BF4"/>
    <w:rsid w:val="00500042"/>
    <w:rsid w:val="005003E6"/>
    <w:rsid w:val="00500467"/>
    <w:rsid w:val="005006BF"/>
    <w:rsid w:val="005006FA"/>
    <w:rsid w:val="00500D99"/>
    <w:rsid w:val="005012FC"/>
    <w:rsid w:val="005015A3"/>
    <w:rsid w:val="0050168A"/>
    <w:rsid w:val="00501F24"/>
    <w:rsid w:val="00502BA6"/>
    <w:rsid w:val="0050394F"/>
    <w:rsid w:val="005039BF"/>
    <w:rsid w:val="0050431C"/>
    <w:rsid w:val="00504A49"/>
    <w:rsid w:val="00504A4E"/>
    <w:rsid w:val="005055E5"/>
    <w:rsid w:val="00505895"/>
    <w:rsid w:val="00505955"/>
    <w:rsid w:val="00505CDC"/>
    <w:rsid w:val="0050639F"/>
    <w:rsid w:val="005100F5"/>
    <w:rsid w:val="00510167"/>
    <w:rsid w:val="00510570"/>
    <w:rsid w:val="00510B57"/>
    <w:rsid w:val="00510FC8"/>
    <w:rsid w:val="005110DD"/>
    <w:rsid w:val="00511240"/>
    <w:rsid w:val="005115DF"/>
    <w:rsid w:val="005115F9"/>
    <w:rsid w:val="00511EF0"/>
    <w:rsid w:val="005120E3"/>
    <w:rsid w:val="00512298"/>
    <w:rsid w:val="00512318"/>
    <w:rsid w:val="005130C7"/>
    <w:rsid w:val="00513993"/>
    <w:rsid w:val="005142AC"/>
    <w:rsid w:val="00514D19"/>
    <w:rsid w:val="00514F20"/>
    <w:rsid w:val="00515238"/>
    <w:rsid w:val="00515473"/>
    <w:rsid w:val="0051622B"/>
    <w:rsid w:val="0051634D"/>
    <w:rsid w:val="00516D64"/>
    <w:rsid w:val="00516E25"/>
    <w:rsid w:val="005174CA"/>
    <w:rsid w:val="00517569"/>
    <w:rsid w:val="0051769B"/>
    <w:rsid w:val="00517DF4"/>
    <w:rsid w:val="0052008F"/>
    <w:rsid w:val="005200B6"/>
    <w:rsid w:val="005202C8"/>
    <w:rsid w:val="005203E1"/>
    <w:rsid w:val="00521096"/>
    <w:rsid w:val="0052114F"/>
    <w:rsid w:val="005224AE"/>
    <w:rsid w:val="005224D5"/>
    <w:rsid w:val="00522EF6"/>
    <w:rsid w:val="00522F9A"/>
    <w:rsid w:val="00523235"/>
    <w:rsid w:val="0052401D"/>
    <w:rsid w:val="00524147"/>
    <w:rsid w:val="0052472D"/>
    <w:rsid w:val="0052634E"/>
    <w:rsid w:val="00526BC9"/>
    <w:rsid w:val="00526CD8"/>
    <w:rsid w:val="00527A72"/>
    <w:rsid w:val="00531067"/>
    <w:rsid w:val="0053156F"/>
    <w:rsid w:val="00531935"/>
    <w:rsid w:val="00531D01"/>
    <w:rsid w:val="00531E74"/>
    <w:rsid w:val="00531E90"/>
    <w:rsid w:val="0053251A"/>
    <w:rsid w:val="00532A36"/>
    <w:rsid w:val="00532BF3"/>
    <w:rsid w:val="00532D3A"/>
    <w:rsid w:val="005337A9"/>
    <w:rsid w:val="00533C58"/>
    <w:rsid w:val="00534C2F"/>
    <w:rsid w:val="00535040"/>
    <w:rsid w:val="005356FA"/>
    <w:rsid w:val="00535960"/>
    <w:rsid w:val="00535DA0"/>
    <w:rsid w:val="005362A1"/>
    <w:rsid w:val="005369A9"/>
    <w:rsid w:val="00537435"/>
    <w:rsid w:val="0053770D"/>
    <w:rsid w:val="00537720"/>
    <w:rsid w:val="00537B52"/>
    <w:rsid w:val="00537F2F"/>
    <w:rsid w:val="00540782"/>
    <w:rsid w:val="00540A9B"/>
    <w:rsid w:val="00540F59"/>
    <w:rsid w:val="005411DD"/>
    <w:rsid w:val="00541CD3"/>
    <w:rsid w:val="00542846"/>
    <w:rsid w:val="00542864"/>
    <w:rsid w:val="005432AF"/>
    <w:rsid w:val="005435FE"/>
    <w:rsid w:val="005439A7"/>
    <w:rsid w:val="0054466A"/>
    <w:rsid w:val="005447C7"/>
    <w:rsid w:val="0054594E"/>
    <w:rsid w:val="00545C98"/>
    <w:rsid w:val="0054662E"/>
    <w:rsid w:val="0054681F"/>
    <w:rsid w:val="0054728F"/>
    <w:rsid w:val="0054740C"/>
    <w:rsid w:val="00547F3C"/>
    <w:rsid w:val="0055045A"/>
    <w:rsid w:val="00550462"/>
    <w:rsid w:val="00550B96"/>
    <w:rsid w:val="00550CAE"/>
    <w:rsid w:val="00550FBA"/>
    <w:rsid w:val="00551B84"/>
    <w:rsid w:val="00551C3E"/>
    <w:rsid w:val="00551E2F"/>
    <w:rsid w:val="0055247E"/>
    <w:rsid w:val="00552A3F"/>
    <w:rsid w:val="00552AC4"/>
    <w:rsid w:val="00552B22"/>
    <w:rsid w:val="005539EB"/>
    <w:rsid w:val="00553A86"/>
    <w:rsid w:val="00553F19"/>
    <w:rsid w:val="00554EFF"/>
    <w:rsid w:val="005551E4"/>
    <w:rsid w:val="00555451"/>
    <w:rsid w:val="00555D0C"/>
    <w:rsid w:val="00556BB9"/>
    <w:rsid w:val="00557F81"/>
    <w:rsid w:val="005603A2"/>
    <w:rsid w:val="00560F94"/>
    <w:rsid w:val="00561152"/>
    <w:rsid w:val="00561F79"/>
    <w:rsid w:val="00561FB8"/>
    <w:rsid w:val="005624C1"/>
    <w:rsid w:val="00563518"/>
    <w:rsid w:val="00564326"/>
    <w:rsid w:val="00564604"/>
    <w:rsid w:val="0056475A"/>
    <w:rsid w:val="005651D9"/>
    <w:rsid w:val="00565292"/>
    <w:rsid w:val="005657C7"/>
    <w:rsid w:val="00566D33"/>
    <w:rsid w:val="005670E5"/>
    <w:rsid w:val="00567638"/>
    <w:rsid w:val="00567983"/>
    <w:rsid w:val="00567B29"/>
    <w:rsid w:val="00567B9D"/>
    <w:rsid w:val="0057008D"/>
    <w:rsid w:val="005709F8"/>
    <w:rsid w:val="00570C33"/>
    <w:rsid w:val="00570DAD"/>
    <w:rsid w:val="005712E1"/>
    <w:rsid w:val="005722A9"/>
    <w:rsid w:val="005731AF"/>
    <w:rsid w:val="005734BE"/>
    <w:rsid w:val="00573B19"/>
    <w:rsid w:val="00574F57"/>
    <w:rsid w:val="00576030"/>
    <w:rsid w:val="00576F36"/>
    <w:rsid w:val="0057750D"/>
    <w:rsid w:val="00577650"/>
    <w:rsid w:val="00577A88"/>
    <w:rsid w:val="00577DB8"/>
    <w:rsid w:val="0058009D"/>
    <w:rsid w:val="0058040B"/>
    <w:rsid w:val="005817DA"/>
    <w:rsid w:val="00581905"/>
    <w:rsid w:val="0058207A"/>
    <w:rsid w:val="00582B5C"/>
    <w:rsid w:val="00582D3B"/>
    <w:rsid w:val="00583729"/>
    <w:rsid w:val="005846FB"/>
    <w:rsid w:val="00584A80"/>
    <w:rsid w:val="00584F38"/>
    <w:rsid w:val="005854AB"/>
    <w:rsid w:val="005855E5"/>
    <w:rsid w:val="005858BC"/>
    <w:rsid w:val="00586001"/>
    <w:rsid w:val="00586C79"/>
    <w:rsid w:val="00587652"/>
    <w:rsid w:val="005908AC"/>
    <w:rsid w:val="005912D5"/>
    <w:rsid w:val="00591802"/>
    <w:rsid w:val="00591968"/>
    <w:rsid w:val="00591C6E"/>
    <w:rsid w:val="00592146"/>
    <w:rsid w:val="0059217C"/>
    <w:rsid w:val="0059222A"/>
    <w:rsid w:val="0059233E"/>
    <w:rsid w:val="00592CD5"/>
    <w:rsid w:val="0059425C"/>
    <w:rsid w:val="0059460A"/>
    <w:rsid w:val="00594BBE"/>
    <w:rsid w:val="00595292"/>
    <w:rsid w:val="00595DD7"/>
    <w:rsid w:val="00595ED3"/>
    <w:rsid w:val="00596121"/>
    <w:rsid w:val="00596170"/>
    <w:rsid w:val="00596C71"/>
    <w:rsid w:val="00596D31"/>
    <w:rsid w:val="0059712D"/>
    <w:rsid w:val="005A06DA"/>
    <w:rsid w:val="005A0F64"/>
    <w:rsid w:val="005A179C"/>
    <w:rsid w:val="005A2235"/>
    <w:rsid w:val="005A312B"/>
    <w:rsid w:val="005A31E9"/>
    <w:rsid w:val="005A357D"/>
    <w:rsid w:val="005A35A7"/>
    <w:rsid w:val="005A3A1E"/>
    <w:rsid w:val="005A4ACB"/>
    <w:rsid w:val="005A4D94"/>
    <w:rsid w:val="005A4FE4"/>
    <w:rsid w:val="005A5513"/>
    <w:rsid w:val="005A63EF"/>
    <w:rsid w:val="005A6EE4"/>
    <w:rsid w:val="005A75BC"/>
    <w:rsid w:val="005B088F"/>
    <w:rsid w:val="005B132F"/>
    <w:rsid w:val="005B1465"/>
    <w:rsid w:val="005B16F2"/>
    <w:rsid w:val="005B2673"/>
    <w:rsid w:val="005B2FED"/>
    <w:rsid w:val="005B33CD"/>
    <w:rsid w:val="005B39A3"/>
    <w:rsid w:val="005B3FFC"/>
    <w:rsid w:val="005B41E3"/>
    <w:rsid w:val="005B4A98"/>
    <w:rsid w:val="005B4B52"/>
    <w:rsid w:val="005B4D07"/>
    <w:rsid w:val="005B4EAC"/>
    <w:rsid w:val="005B4EEF"/>
    <w:rsid w:val="005B5CE7"/>
    <w:rsid w:val="005B714B"/>
    <w:rsid w:val="005B734B"/>
    <w:rsid w:val="005B7BBB"/>
    <w:rsid w:val="005C0110"/>
    <w:rsid w:val="005C0B13"/>
    <w:rsid w:val="005C0B8F"/>
    <w:rsid w:val="005C0EE8"/>
    <w:rsid w:val="005C1095"/>
    <w:rsid w:val="005C2430"/>
    <w:rsid w:val="005C286A"/>
    <w:rsid w:val="005C29D9"/>
    <w:rsid w:val="005C3644"/>
    <w:rsid w:val="005C3808"/>
    <w:rsid w:val="005C3CEC"/>
    <w:rsid w:val="005C4222"/>
    <w:rsid w:val="005C4267"/>
    <w:rsid w:val="005C4871"/>
    <w:rsid w:val="005C5326"/>
    <w:rsid w:val="005C536C"/>
    <w:rsid w:val="005C5EE1"/>
    <w:rsid w:val="005C6539"/>
    <w:rsid w:val="005C7AC1"/>
    <w:rsid w:val="005C7C44"/>
    <w:rsid w:val="005D0E00"/>
    <w:rsid w:val="005D0E13"/>
    <w:rsid w:val="005D12E7"/>
    <w:rsid w:val="005D2494"/>
    <w:rsid w:val="005D2805"/>
    <w:rsid w:val="005D34BA"/>
    <w:rsid w:val="005D3802"/>
    <w:rsid w:val="005D46BA"/>
    <w:rsid w:val="005D57FB"/>
    <w:rsid w:val="005D64B3"/>
    <w:rsid w:val="005D6770"/>
    <w:rsid w:val="005D7F24"/>
    <w:rsid w:val="005E0B58"/>
    <w:rsid w:val="005E0D2A"/>
    <w:rsid w:val="005E18B7"/>
    <w:rsid w:val="005E1C03"/>
    <w:rsid w:val="005E1E9F"/>
    <w:rsid w:val="005E20F1"/>
    <w:rsid w:val="005E3292"/>
    <w:rsid w:val="005E3B53"/>
    <w:rsid w:val="005E436E"/>
    <w:rsid w:val="005E6AEF"/>
    <w:rsid w:val="005E6C76"/>
    <w:rsid w:val="005E6FA0"/>
    <w:rsid w:val="005E730E"/>
    <w:rsid w:val="005E7693"/>
    <w:rsid w:val="005E7798"/>
    <w:rsid w:val="005F016A"/>
    <w:rsid w:val="005F0CF4"/>
    <w:rsid w:val="005F16D5"/>
    <w:rsid w:val="005F1F1A"/>
    <w:rsid w:val="005F2342"/>
    <w:rsid w:val="005F2A7F"/>
    <w:rsid w:val="005F2DF4"/>
    <w:rsid w:val="005F4077"/>
    <w:rsid w:val="005F4086"/>
    <w:rsid w:val="005F427B"/>
    <w:rsid w:val="005F4BF6"/>
    <w:rsid w:val="005F5117"/>
    <w:rsid w:val="005F56D6"/>
    <w:rsid w:val="005F5F1C"/>
    <w:rsid w:val="005F62CB"/>
    <w:rsid w:val="005F6571"/>
    <w:rsid w:val="005F6A9D"/>
    <w:rsid w:val="005F7532"/>
    <w:rsid w:val="005F7933"/>
    <w:rsid w:val="005F7CB0"/>
    <w:rsid w:val="005F7D5B"/>
    <w:rsid w:val="006004B1"/>
    <w:rsid w:val="00601D2D"/>
    <w:rsid w:val="00601DD3"/>
    <w:rsid w:val="0060363E"/>
    <w:rsid w:val="00603641"/>
    <w:rsid w:val="00604106"/>
    <w:rsid w:val="0060430C"/>
    <w:rsid w:val="00604A89"/>
    <w:rsid w:val="00604BFD"/>
    <w:rsid w:val="0060585F"/>
    <w:rsid w:val="00605ADE"/>
    <w:rsid w:val="00606353"/>
    <w:rsid w:val="0060686E"/>
    <w:rsid w:val="00606BF6"/>
    <w:rsid w:val="00607E3A"/>
    <w:rsid w:val="00607EDC"/>
    <w:rsid w:val="00610D59"/>
    <w:rsid w:val="00610F2A"/>
    <w:rsid w:val="00611C67"/>
    <w:rsid w:val="00611F42"/>
    <w:rsid w:val="006122B5"/>
    <w:rsid w:val="00612BA3"/>
    <w:rsid w:val="006130A1"/>
    <w:rsid w:val="006131D9"/>
    <w:rsid w:val="00613A03"/>
    <w:rsid w:val="00613D87"/>
    <w:rsid w:val="006145AE"/>
    <w:rsid w:val="0061542D"/>
    <w:rsid w:val="006162AB"/>
    <w:rsid w:val="00616ADD"/>
    <w:rsid w:val="00616BF2"/>
    <w:rsid w:val="00617D6D"/>
    <w:rsid w:val="006203EB"/>
    <w:rsid w:val="00620453"/>
    <w:rsid w:val="00620561"/>
    <w:rsid w:val="0062174A"/>
    <w:rsid w:val="006225A9"/>
    <w:rsid w:val="00623E2C"/>
    <w:rsid w:val="0062499B"/>
    <w:rsid w:val="00624A1C"/>
    <w:rsid w:val="00624CC6"/>
    <w:rsid w:val="00625816"/>
    <w:rsid w:val="00625A60"/>
    <w:rsid w:val="0062697C"/>
    <w:rsid w:val="0062716A"/>
    <w:rsid w:val="00627BAE"/>
    <w:rsid w:val="00627F7F"/>
    <w:rsid w:val="00631D28"/>
    <w:rsid w:val="00631F4D"/>
    <w:rsid w:val="00633079"/>
    <w:rsid w:val="00633D4E"/>
    <w:rsid w:val="00634DA6"/>
    <w:rsid w:val="00634DE1"/>
    <w:rsid w:val="00635395"/>
    <w:rsid w:val="00635741"/>
    <w:rsid w:val="00635D26"/>
    <w:rsid w:val="0063676E"/>
    <w:rsid w:val="00636A1C"/>
    <w:rsid w:val="00636C8C"/>
    <w:rsid w:val="00637134"/>
    <w:rsid w:val="00640605"/>
    <w:rsid w:val="00640BD3"/>
    <w:rsid w:val="0064258C"/>
    <w:rsid w:val="00642A73"/>
    <w:rsid w:val="006430FB"/>
    <w:rsid w:val="00643181"/>
    <w:rsid w:val="0064329A"/>
    <w:rsid w:val="006433E2"/>
    <w:rsid w:val="00643EA8"/>
    <w:rsid w:val="00644479"/>
    <w:rsid w:val="00644CD1"/>
    <w:rsid w:val="0064557E"/>
    <w:rsid w:val="00645DD9"/>
    <w:rsid w:val="0064681E"/>
    <w:rsid w:val="00646B54"/>
    <w:rsid w:val="00646CD8"/>
    <w:rsid w:val="00646F31"/>
    <w:rsid w:val="006476F3"/>
    <w:rsid w:val="0065085A"/>
    <w:rsid w:val="00650BF6"/>
    <w:rsid w:val="006511AF"/>
    <w:rsid w:val="006511D6"/>
    <w:rsid w:val="006514C4"/>
    <w:rsid w:val="0065185C"/>
    <w:rsid w:val="006519E2"/>
    <w:rsid w:val="00651A65"/>
    <w:rsid w:val="00651CAD"/>
    <w:rsid w:val="00652406"/>
    <w:rsid w:val="006526CB"/>
    <w:rsid w:val="00652FA0"/>
    <w:rsid w:val="00652FE5"/>
    <w:rsid w:val="006531CB"/>
    <w:rsid w:val="006536E3"/>
    <w:rsid w:val="00653BFF"/>
    <w:rsid w:val="006541F7"/>
    <w:rsid w:val="0065469B"/>
    <w:rsid w:val="006546CC"/>
    <w:rsid w:val="006547D5"/>
    <w:rsid w:val="006547D9"/>
    <w:rsid w:val="00654AD8"/>
    <w:rsid w:val="00655F8D"/>
    <w:rsid w:val="0065601B"/>
    <w:rsid w:val="0065650A"/>
    <w:rsid w:val="0065662D"/>
    <w:rsid w:val="00656BDD"/>
    <w:rsid w:val="006571B9"/>
    <w:rsid w:val="006574D5"/>
    <w:rsid w:val="006575E1"/>
    <w:rsid w:val="00657687"/>
    <w:rsid w:val="006577AE"/>
    <w:rsid w:val="006607D5"/>
    <w:rsid w:val="00661585"/>
    <w:rsid w:val="00661BC1"/>
    <w:rsid w:val="00661CC3"/>
    <w:rsid w:val="00661D66"/>
    <w:rsid w:val="0066273D"/>
    <w:rsid w:val="006627FB"/>
    <w:rsid w:val="00662A81"/>
    <w:rsid w:val="006637C5"/>
    <w:rsid w:val="00663B73"/>
    <w:rsid w:val="00663D3E"/>
    <w:rsid w:val="00663FD4"/>
    <w:rsid w:val="00664C98"/>
    <w:rsid w:val="006662C7"/>
    <w:rsid w:val="006668E1"/>
    <w:rsid w:val="00667C50"/>
    <w:rsid w:val="00667CEF"/>
    <w:rsid w:val="00667EC4"/>
    <w:rsid w:val="00667ED2"/>
    <w:rsid w:val="00670ABE"/>
    <w:rsid w:val="006715B7"/>
    <w:rsid w:val="00671A48"/>
    <w:rsid w:val="00671AF7"/>
    <w:rsid w:val="00671D66"/>
    <w:rsid w:val="00671EFB"/>
    <w:rsid w:val="0067240E"/>
    <w:rsid w:val="0067371D"/>
    <w:rsid w:val="00673A48"/>
    <w:rsid w:val="006742E9"/>
    <w:rsid w:val="00674538"/>
    <w:rsid w:val="006754C6"/>
    <w:rsid w:val="00675ED5"/>
    <w:rsid w:val="006760D7"/>
    <w:rsid w:val="006765DC"/>
    <w:rsid w:val="00676876"/>
    <w:rsid w:val="00676937"/>
    <w:rsid w:val="00676B70"/>
    <w:rsid w:val="006803D1"/>
    <w:rsid w:val="006809FF"/>
    <w:rsid w:val="006810AB"/>
    <w:rsid w:val="00681E56"/>
    <w:rsid w:val="00681EB9"/>
    <w:rsid w:val="006825C0"/>
    <w:rsid w:val="006826D7"/>
    <w:rsid w:val="0068287E"/>
    <w:rsid w:val="00682F7F"/>
    <w:rsid w:val="00682FDE"/>
    <w:rsid w:val="006848A9"/>
    <w:rsid w:val="00684AB0"/>
    <w:rsid w:val="00684CC3"/>
    <w:rsid w:val="00685072"/>
    <w:rsid w:val="006851C8"/>
    <w:rsid w:val="006851F2"/>
    <w:rsid w:val="00685533"/>
    <w:rsid w:val="0068570E"/>
    <w:rsid w:val="00685D97"/>
    <w:rsid w:val="006863D3"/>
    <w:rsid w:val="00686640"/>
    <w:rsid w:val="006879D6"/>
    <w:rsid w:val="00687C72"/>
    <w:rsid w:val="00687E4E"/>
    <w:rsid w:val="0069040B"/>
    <w:rsid w:val="00691889"/>
    <w:rsid w:val="00691F8B"/>
    <w:rsid w:val="0069201E"/>
    <w:rsid w:val="00692323"/>
    <w:rsid w:val="006937FD"/>
    <w:rsid w:val="00693F3D"/>
    <w:rsid w:val="006949CF"/>
    <w:rsid w:val="00695167"/>
    <w:rsid w:val="006968D5"/>
    <w:rsid w:val="006968D8"/>
    <w:rsid w:val="00696AAB"/>
    <w:rsid w:val="00696C61"/>
    <w:rsid w:val="00696C7A"/>
    <w:rsid w:val="00697219"/>
    <w:rsid w:val="006974B8"/>
    <w:rsid w:val="00697578"/>
    <w:rsid w:val="00697E7D"/>
    <w:rsid w:val="006A028F"/>
    <w:rsid w:val="006A02C4"/>
    <w:rsid w:val="006A03CE"/>
    <w:rsid w:val="006A094C"/>
    <w:rsid w:val="006A0C7A"/>
    <w:rsid w:val="006A1998"/>
    <w:rsid w:val="006A2640"/>
    <w:rsid w:val="006A2F0E"/>
    <w:rsid w:val="006A30D5"/>
    <w:rsid w:val="006A310A"/>
    <w:rsid w:val="006A34B6"/>
    <w:rsid w:val="006A3950"/>
    <w:rsid w:val="006A40BE"/>
    <w:rsid w:val="006A4574"/>
    <w:rsid w:val="006A4B73"/>
    <w:rsid w:val="006A5860"/>
    <w:rsid w:val="006A6B80"/>
    <w:rsid w:val="006A79CF"/>
    <w:rsid w:val="006B05E6"/>
    <w:rsid w:val="006B11ED"/>
    <w:rsid w:val="006B16B9"/>
    <w:rsid w:val="006B25BB"/>
    <w:rsid w:val="006B34B1"/>
    <w:rsid w:val="006B385D"/>
    <w:rsid w:val="006B3899"/>
    <w:rsid w:val="006B3A12"/>
    <w:rsid w:val="006B3D97"/>
    <w:rsid w:val="006B428C"/>
    <w:rsid w:val="006B47A9"/>
    <w:rsid w:val="006B5C3A"/>
    <w:rsid w:val="006B6A8F"/>
    <w:rsid w:val="006B71AF"/>
    <w:rsid w:val="006B798C"/>
    <w:rsid w:val="006B7DBD"/>
    <w:rsid w:val="006C0BF8"/>
    <w:rsid w:val="006C0C27"/>
    <w:rsid w:val="006C25B1"/>
    <w:rsid w:val="006C3980"/>
    <w:rsid w:val="006C4DAD"/>
    <w:rsid w:val="006C4EA5"/>
    <w:rsid w:val="006C5352"/>
    <w:rsid w:val="006C56F5"/>
    <w:rsid w:val="006C693D"/>
    <w:rsid w:val="006C722B"/>
    <w:rsid w:val="006C724B"/>
    <w:rsid w:val="006C73FE"/>
    <w:rsid w:val="006D00F5"/>
    <w:rsid w:val="006D00FE"/>
    <w:rsid w:val="006D06A8"/>
    <w:rsid w:val="006D0C04"/>
    <w:rsid w:val="006D0DCE"/>
    <w:rsid w:val="006D0F38"/>
    <w:rsid w:val="006D14A2"/>
    <w:rsid w:val="006D1AA7"/>
    <w:rsid w:val="006D1FB4"/>
    <w:rsid w:val="006D29A1"/>
    <w:rsid w:val="006D32D2"/>
    <w:rsid w:val="006D357C"/>
    <w:rsid w:val="006D3B0C"/>
    <w:rsid w:val="006D4A4C"/>
    <w:rsid w:val="006D4FC2"/>
    <w:rsid w:val="006D5289"/>
    <w:rsid w:val="006D54DC"/>
    <w:rsid w:val="006D5D21"/>
    <w:rsid w:val="006D63C1"/>
    <w:rsid w:val="006D6F60"/>
    <w:rsid w:val="006D7024"/>
    <w:rsid w:val="006D76E8"/>
    <w:rsid w:val="006D7E5B"/>
    <w:rsid w:val="006E04D6"/>
    <w:rsid w:val="006E0567"/>
    <w:rsid w:val="006E0A06"/>
    <w:rsid w:val="006E161F"/>
    <w:rsid w:val="006E194B"/>
    <w:rsid w:val="006E1B56"/>
    <w:rsid w:val="006E1F88"/>
    <w:rsid w:val="006E1FE2"/>
    <w:rsid w:val="006E2B40"/>
    <w:rsid w:val="006E2C31"/>
    <w:rsid w:val="006E3344"/>
    <w:rsid w:val="006E468C"/>
    <w:rsid w:val="006E46E6"/>
    <w:rsid w:val="006E4BB2"/>
    <w:rsid w:val="006E579C"/>
    <w:rsid w:val="006E57EA"/>
    <w:rsid w:val="006E58D0"/>
    <w:rsid w:val="006E5C9C"/>
    <w:rsid w:val="006E6FB4"/>
    <w:rsid w:val="006E7761"/>
    <w:rsid w:val="006E78D7"/>
    <w:rsid w:val="006E7A06"/>
    <w:rsid w:val="006E7AE2"/>
    <w:rsid w:val="006E7C94"/>
    <w:rsid w:val="006E7EAE"/>
    <w:rsid w:val="006E7FDB"/>
    <w:rsid w:val="006F0E3A"/>
    <w:rsid w:val="006F13AF"/>
    <w:rsid w:val="006F141F"/>
    <w:rsid w:val="006F1584"/>
    <w:rsid w:val="006F2638"/>
    <w:rsid w:val="006F2737"/>
    <w:rsid w:val="006F2A67"/>
    <w:rsid w:val="006F2B94"/>
    <w:rsid w:val="006F2E95"/>
    <w:rsid w:val="006F2FC5"/>
    <w:rsid w:val="006F3963"/>
    <w:rsid w:val="006F3F32"/>
    <w:rsid w:val="006F430A"/>
    <w:rsid w:val="006F447A"/>
    <w:rsid w:val="006F4744"/>
    <w:rsid w:val="006F4A34"/>
    <w:rsid w:val="006F4A56"/>
    <w:rsid w:val="006F5436"/>
    <w:rsid w:val="006F58A7"/>
    <w:rsid w:val="006F5B09"/>
    <w:rsid w:val="006F604B"/>
    <w:rsid w:val="006F6174"/>
    <w:rsid w:val="006F61AD"/>
    <w:rsid w:val="006F6D57"/>
    <w:rsid w:val="006F7480"/>
    <w:rsid w:val="006F779E"/>
    <w:rsid w:val="006F7C3E"/>
    <w:rsid w:val="0070033F"/>
    <w:rsid w:val="00701CE4"/>
    <w:rsid w:val="00701E32"/>
    <w:rsid w:val="00701FAA"/>
    <w:rsid w:val="007020CF"/>
    <w:rsid w:val="00702621"/>
    <w:rsid w:val="00702C5D"/>
    <w:rsid w:val="007041C9"/>
    <w:rsid w:val="00704612"/>
    <w:rsid w:val="00704AFD"/>
    <w:rsid w:val="00704CD2"/>
    <w:rsid w:val="007054D1"/>
    <w:rsid w:val="00705AC3"/>
    <w:rsid w:val="00705F8D"/>
    <w:rsid w:val="00706CA4"/>
    <w:rsid w:val="007076FA"/>
    <w:rsid w:val="00707ACE"/>
    <w:rsid w:val="007101A3"/>
    <w:rsid w:val="0071044E"/>
    <w:rsid w:val="007114FE"/>
    <w:rsid w:val="0071172E"/>
    <w:rsid w:val="0071190F"/>
    <w:rsid w:val="00712398"/>
    <w:rsid w:val="00712541"/>
    <w:rsid w:val="007127EE"/>
    <w:rsid w:val="007129E1"/>
    <w:rsid w:val="00713B33"/>
    <w:rsid w:val="00713D1E"/>
    <w:rsid w:val="0071419D"/>
    <w:rsid w:val="00714591"/>
    <w:rsid w:val="0071498F"/>
    <w:rsid w:val="007149F1"/>
    <w:rsid w:val="00714A90"/>
    <w:rsid w:val="00715036"/>
    <w:rsid w:val="007155F1"/>
    <w:rsid w:val="0071567A"/>
    <w:rsid w:val="00716540"/>
    <w:rsid w:val="00716579"/>
    <w:rsid w:val="007166E1"/>
    <w:rsid w:val="0071683A"/>
    <w:rsid w:val="00716B8F"/>
    <w:rsid w:val="007175AD"/>
    <w:rsid w:val="00717A41"/>
    <w:rsid w:val="00717AAD"/>
    <w:rsid w:val="00717D48"/>
    <w:rsid w:val="0072086E"/>
    <w:rsid w:val="00720F91"/>
    <w:rsid w:val="00721730"/>
    <w:rsid w:val="00721850"/>
    <w:rsid w:val="00721935"/>
    <w:rsid w:val="00721A24"/>
    <w:rsid w:val="00721EC0"/>
    <w:rsid w:val="007226EF"/>
    <w:rsid w:val="00723D7E"/>
    <w:rsid w:val="0072402C"/>
    <w:rsid w:val="007247AF"/>
    <w:rsid w:val="00724C5C"/>
    <w:rsid w:val="00724CA4"/>
    <w:rsid w:val="00724FB3"/>
    <w:rsid w:val="00725B41"/>
    <w:rsid w:val="00726002"/>
    <w:rsid w:val="00726997"/>
    <w:rsid w:val="00727900"/>
    <w:rsid w:val="00727998"/>
    <w:rsid w:val="007319CC"/>
    <w:rsid w:val="00731E13"/>
    <w:rsid w:val="0073201D"/>
    <w:rsid w:val="0073311F"/>
    <w:rsid w:val="00733381"/>
    <w:rsid w:val="00733839"/>
    <w:rsid w:val="007338B0"/>
    <w:rsid w:val="00733D28"/>
    <w:rsid w:val="00734158"/>
    <w:rsid w:val="007344EB"/>
    <w:rsid w:val="00734995"/>
    <w:rsid w:val="00734DD8"/>
    <w:rsid w:val="00734F87"/>
    <w:rsid w:val="007352D5"/>
    <w:rsid w:val="00736716"/>
    <w:rsid w:val="00736EE9"/>
    <w:rsid w:val="0073733F"/>
    <w:rsid w:val="00737EFF"/>
    <w:rsid w:val="007402BA"/>
    <w:rsid w:val="00740371"/>
    <w:rsid w:val="007408C9"/>
    <w:rsid w:val="00741629"/>
    <w:rsid w:val="00741930"/>
    <w:rsid w:val="00742453"/>
    <w:rsid w:val="00743998"/>
    <w:rsid w:val="00743A31"/>
    <w:rsid w:val="00743FFF"/>
    <w:rsid w:val="007440BB"/>
    <w:rsid w:val="0074426C"/>
    <w:rsid w:val="007448CC"/>
    <w:rsid w:val="00745662"/>
    <w:rsid w:val="00745DC2"/>
    <w:rsid w:val="00745F38"/>
    <w:rsid w:val="00746818"/>
    <w:rsid w:val="00746D2A"/>
    <w:rsid w:val="00747FA7"/>
    <w:rsid w:val="00750131"/>
    <w:rsid w:val="007502B0"/>
    <w:rsid w:val="00751E2C"/>
    <w:rsid w:val="00752996"/>
    <w:rsid w:val="0075311C"/>
    <w:rsid w:val="007535C1"/>
    <w:rsid w:val="0075421D"/>
    <w:rsid w:val="007553C5"/>
    <w:rsid w:val="007558A0"/>
    <w:rsid w:val="00755C96"/>
    <w:rsid w:val="00755EC0"/>
    <w:rsid w:val="00756174"/>
    <w:rsid w:val="0075744F"/>
    <w:rsid w:val="007610B0"/>
    <w:rsid w:val="00761C57"/>
    <w:rsid w:val="00761EC0"/>
    <w:rsid w:val="00762277"/>
    <w:rsid w:val="007622F5"/>
    <w:rsid w:val="007624C5"/>
    <w:rsid w:val="007627E4"/>
    <w:rsid w:val="00764070"/>
    <w:rsid w:val="007652AC"/>
    <w:rsid w:val="00765777"/>
    <w:rsid w:val="00765EF9"/>
    <w:rsid w:val="007669CB"/>
    <w:rsid w:val="00766AE0"/>
    <w:rsid w:val="00766D7B"/>
    <w:rsid w:val="00766DA2"/>
    <w:rsid w:val="00766E40"/>
    <w:rsid w:val="007673C7"/>
    <w:rsid w:val="00767663"/>
    <w:rsid w:val="00767CFD"/>
    <w:rsid w:val="00771C6C"/>
    <w:rsid w:val="00772154"/>
    <w:rsid w:val="0077273B"/>
    <w:rsid w:val="00772B36"/>
    <w:rsid w:val="00773244"/>
    <w:rsid w:val="007734E5"/>
    <w:rsid w:val="0077362D"/>
    <w:rsid w:val="0077375C"/>
    <w:rsid w:val="00773AEB"/>
    <w:rsid w:val="00774539"/>
    <w:rsid w:val="00775A35"/>
    <w:rsid w:val="00775DB3"/>
    <w:rsid w:val="0077696C"/>
    <w:rsid w:val="007769CC"/>
    <w:rsid w:val="00776B86"/>
    <w:rsid w:val="0077750E"/>
    <w:rsid w:val="00780157"/>
    <w:rsid w:val="0078025F"/>
    <w:rsid w:val="00781DAA"/>
    <w:rsid w:val="00782D27"/>
    <w:rsid w:val="0078303E"/>
    <w:rsid w:val="00783AE2"/>
    <w:rsid w:val="00784F56"/>
    <w:rsid w:val="0078593D"/>
    <w:rsid w:val="00786D39"/>
    <w:rsid w:val="007903B2"/>
    <w:rsid w:val="00791A0E"/>
    <w:rsid w:val="00791B6D"/>
    <w:rsid w:val="00793517"/>
    <w:rsid w:val="00793EE3"/>
    <w:rsid w:val="00794391"/>
    <w:rsid w:val="00794C76"/>
    <w:rsid w:val="00796021"/>
    <w:rsid w:val="007962BA"/>
    <w:rsid w:val="00796B75"/>
    <w:rsid w:val="00796E9C"/>
    <w:rsid w:val="00797A9C"/>
    <w:rsid w:val="00797EC5"/>
    <w:rsid w:val="00797ED3"/>
    <w:rsid w:val="007A05F3"/>
    <w:rsid w:val="007A0A81"/>
    <w:rsid w:val="007A0C6A"/>
    <w:rsid w:val="007A0E6E"/>
    <w:rsid w:val="007A0F7F"/>
    <w:rsid w:val="007A16B8"/>
    <w:rsid w:val="007A1AD4"/>
    <w:rsid w:val="007A1F0B"/>
    <w:rsid w:val="007A2717"/>
    <w:rsid w:val="007A2973"/>
    <w:rsid w:val="007A3BF1"/>
    <w:rsid w:val="007A3C1F"/>
    <w:rsid w:val="007A3FCC"/>
    <w:rsid w:val="007A3FDA"/>
    <w:rsid w:val="007A4B0D"/>
    <w:rsid w:val="007A5351"/>
    <w:rsid w:val="007A5382"/>
    <w:rsid w:val="007A54CA"/>
    <w:rsid w:val="007A5665"/>
    <w:rsid w:val="007A5B3D"/>
    <w:rsid w:val="007A5BCF"/>
    <w:rsid w:val="007A5CEE"/>
    <w:rsid w:val="007A6AA9"/>
    <w:rsid w:val="007B09B0"/>
    <w:rsid w:val="007B14CE"/>
    <w:rsid w:val="007B1BDE"/>
    <w:rsid w:val="007B2E2D"/>
    <w:rsid w:val="007B332B"/>
    <w:rsid w:val="007B3463"/>
    <w:rsid w:val="007B359F"/>
    <w:rsid w:val="007B39CE"/>
    <w:rsid w:val="007B39E1"/>
    <w:rsid w:val="007B502E"/>
    <w:rsid w:val="007B57F4"/>
    <w:rsid w:val="007B5C01"/>
    <w:rsid w:val="007B5C1E"/>
    <w:rsid w:val="007B5C28"/>
    <w:rsid w:val="007B5E36"/>
    <w:rsid w:val="007B630C"/>
    <w:rsid w:val="007B6406"/>
    <w:rsid w:val="007B6816"/>
    <w:rsid w:val="007B69E2"/>
    <w:rsid w:val="007B7055"/>
    <w:rsid w:val="007B722E"/>
    <w:rsid w:val="007B76EC"/>
    <w:rsid w:val="007B7D7B"/>
    <w:rsid w:val="007C124A"/>
    <w:rsid w:val="007C1A4D"/>
    <w:rsid w:val="007C1CCB"/>
    <w:rsid w:val="007C36A1"/>
    <w:rsid w:val="007C3B0E"/>
    <w:rsid w:val="007C3B51"/>
    <w:rsid w:val="007C3B61"/>
    <w:rsid w:val="007C40F0"/>
    <w:rsid w:val="007C4901"/>
    <w:rsid w:val="007C4A54"/>
    <w:rsid w:val="007C5122"/>
    <w:rsid w:val="007C6DC3"/>
    <w:rsid w:val="007C7147"/>
    <w:rsid w:val="007C72D3"/>
    <w:rsid w:val="007D001E"/>
    <w:rsid w:val="007D0E27"/>
    <w:rsid w:val="007D0EE6"/>
    <w:rsid w:val="007D101A"/>
    <w:rsid w:val="007D2055"/>
    <w:rsid w:val="007D24E7"/>
    <w:rsid w:val="007D27DB"/>
    <w:rsid w:val="007D2B49"/>
    <w:rsid w:val="007D2B5B"/>
    <w:rsid w:val="007D3622"/>
    <w:rsid w:val="007D416C"/>
    <w:rsid w:val="007D4B24"/>
    <w:rsid w:val="007D528D"/>
    <w:rsid w:val="007D7297"/>
    <w:rsid w:val="007D7303"/>
    <w:rsid w:val="007D76DD"/>
    <w:rsid w:val="007D77CF"/>
    <w:rsid w:val="007E1307"/>
    <w:rsid w:val="007E2614"/>
    <w:rsid w:val="007E2ACA"/>
    <w:rsid w:val="007E3250"/>
    <w:rsid w:val="007E3550"/>
    <w:rsid w:val="007E4013"/>
    <w:rsid w:val="007E4FAF"/>
    <w:rsid w:val="007E5504"/>
    <w:rsid w:val="007E628B"/>
    <w:rsid w:val="007E64C1"/>
    <w:rsid w:val="007E659D"/>
    <w:rsid w:val="007E69F1"/>
    <w:rsid w:val="007E6B5D"/>
    <w:rsid w:val="007E7751"/>
    <w:rsid w:val="007E77D5"/>
    <w:rsid w:val="007E78CB"/>
    <w:rsid w:val="007E7969"/>
    <w:rsid w:val="007F0316"/>
    <w:rsid w:val="007F0ED4"/>
    <w:rsid w:val="007F1239"/>
    <w:rsid w:val="007F2766"/>
    <w:rsid w:val="007F2D7B"/>
    <w:rsid w:val="007F314E"/>
    <w:rsid w:val="007F3572"/>
    <w:rsid w:val="007F3628"/>
    <w:rsid w:val="007F3819"/>
    <w:rsid w:val="007F4F8F"/>
    <w:rsid w:val="007F5182"/>
    <w:rsid w:val="007F5460"/>
    <w:rsid w:val="007F5875"/>
    <w:rsid w:val="007F7426"/>
    <w:rsid w:val="007F792B"/>
    <w:rsid w:val="00800475"/>
    <w:rsid w:val="00800F37"/>
    <w:rsid w:val="00800F56"/>
    <w:rsid w:val="008013C9"/>
    <w:rsid w:val="0080144F"/>
    <w:rsid w:val="008019C3"/>
    <w:rsid w:val="00801F72"/>
    <w:rsid w:val="00802AF6"/>
    <w:rsid w:val="008030EE"/>
    <w:rsid w:val="0080352D"/>
    <w:rsid w:val="008039D4"/>
    <w:rsid w:val="00803A34"/>
    <w:rsid w:val="00803EE5"/>
    <w:rsid w:val="00804638"/>
    <w:rsid w:val="008047A4"/>
    <w:rsid w:val="00804D67"/>
    <w:rsid w:val="00804F63"/>
    <w:rsid w:val="00805B98"/>
    <w:rsid w:val="00806007"/>
    <w:rsid w:val="008060DD"/>
    <w:rsid w:val="008067B6"/>
    <w:rsid w:val="008067E8"/>
    <w:rsid w:val="00806DE3"/>
    <w:rsid w:val="00807078"/>
    <w:rsid w:val="008076CF"/>
    <w:rsid w:val="00807837"/>
    <w:rsid w:val="00807EC3"/>
    <w:rsid w:val="008110B3"/>
    <w:rsid w:val="00811238"/>
    <w:rsid w:val="00811377"/>
    <w:rsid w:val="008113A0"/>
    <w:rsid w:val="008114CF"/>
    <w:rsid w:val="008117EF"/>
    <w:rsid w:val="00811AA6"/>
    <w:rsid w:val="00811F34"/>
    <w:rsid w:val="00811F56"/>
    <w:rsid w:val="0081239D"/>
    <w:rsid w:val="00812B0D"/>
    <w:rsid w:val="00812D9D"/>
    <w:rsid w:val="008133B4"/>
    <w:rsid w:val="008135E1"/>
    <w:rsid w:val="00813D24"/>
    <w:rsid w:val="00813D36"/>
    <w:rsid w:val="00814462"/>
    <w:rsid w:val="0081494F"/>
    <w:rsid w:val="00814A1E"/>
    <w:rsid w:val="00814B8D"/>
    <w:rsid w:val="00816A82"/>
    <w:rsid w:val="00816AA2"/>
    <w:rsid w:val="0081731F"/>
    <w:rsid w:val="008174D7"/>
    <w:rsid w:val="00817629"/>
    <w:rsid w:val="0082034E"/>
    <w:rsid w:val="00821A7B"/>
    <w:rsid w:val="00821AE6"/>
    <w:rsid w:val="00821B9B"/>
    <w:rsid w:val="00821FD1"/>
    <w:rsid w:val="008225E7"/>
    <w:rsid w:val="0082287B"/>
    <w:rsid w:val="00823502"/>
    <w:rsid w:val="00824A1E"/>
    <w:rsid w:val="00826004"/>
    <w:rsid w:val="00826479"/>
    <w:rsid w:val="00826637"/>
    <w:rsid w:val="00826BF2"/>
    <w:rsid w:val="00826DC5"/>
    <w:rsid w:val="00826FA4"/>
    <w:rsid w:val="008271FB"/>
    <w:rsid w:val="0082727B"/>
    <w:rsid w:val="00827314"/>
    <w:rsid w:val="008278E3"/>
    <w:rsid w:val="00830115"/>
    <w:rsid w:val="008303A5"/>
    <w:rsid w:val="00830C28"/>
    <w:rsid w:val="00831377"/>
    <w:rsid w:val="00831855"/>
    <w:rsid w:val="00831BC8"/>
    <w:rsid w:val="00831D58"/>
    <w:rsid w:val="00831DB7"/>
    <w:rsid w:val="00831DC0"/>
    <w:rsid w:val="00831E0B"/>
    <w:rsid w:val="00831F8D"/>
    <w:rsid w:val="008321D4"/>
    <w:rsid w:val="00832276"/>
    <w:rsid w:val="00832C58"/>
    <w:rsid w:val="00833F26"/>
    <w:rsid w:val="0083408B"/>
    <w:rsid w:val="00834123"/>
    <w:rsid w:val="0083422F"/>
    <w:rsid w:val="008343C7"/>
    <w:rsid w:val="00834625"/>
    <w:rsid w:val="00834763"/>
    <w:rsid w:val="00834B91"/>
    <w:rsid w:val="00834C7E"/>
    <w:rsid w:val="00834D94"/>
    <w:rsid w:val="00834DE0"/>
    <w:rsid w:val="00835304"/>
    <w:rsid w:val="0083560D"/>
    <w:rsid w:val="00835E13"/>
    <w:rsid w:val="00835E29"/>
    <w:rsid w:val="00836468"/>
    <w:rsid w:val="00836C8B"/>
    <w:rsid w:val="00837447"/>
    <w:rsid w:val="008374A7"/>
    <w:rsid w:val="00837AFE"/>
    <w:rsid w:val="00837CF0"/>
    <w:rsid w:val="00840971"/>
    <w:rsid w:val="00840A31"/>
    <w:rsid w:val="00840F34"/>
    <w:rsid w:val="00841200"/>
    <w:rsid w:val="00841257"/>
    <w:rsid w:val="00841CD9"/>
    <w:rsid w:val="008425FD"/>
    <w:rsid w:val="008427E8"/>
    <w:rsid w:val="00842A00"/>
    <w:rsid w:val="00843187"/>
    <w:rsid w:val="0084360F"/>
    <w:rsid w:val="0084484B"/>
    <w:rsid w:val="00845036"/>
    <w:rsid w:val="008451B3"/>
    <w:rsid w:val="008453DB"/>
    <w:rsid w:val="00845A6B"/>
    <w:rsid w:val="00846441"/>
    <w:rsid w:val="00846BDC"/>
    <w:rsid w:val="00846E82"/>
    <w:rsid w:val="0084721D"/>
    <w:rsid w:val="00847291"/>
    <w:rsid w:val="008476CF"/>
    <w:rsid w:val="00847847"/>
    <w:rsid w:val="00847CFE"/>
    <w:rsid w:val="00850726"/>
    <w:rsid w:val="0085080D"/>
    <w:rsid w:val="00850B31"/>
    <w:rsid w:val="00850DDE"/>
    <w:rsid w:val="0085148B"/>
    <w:rsid w:val="0085191B"/>
    <w:rsid w:val="008519F7"/>
    <w:rsid w:val="008533B7"/>
    <w:rsid w:val="008545A0"/>
    <w:rsid w:val="00854797"/>
    <w:rsid w:val="00854857"/>
    <w:rsid w:val="008555B8"/>
    <w:rsid w:val="0085603B"/>
    <w:rsid w:val="00856BD2"/>
    <w:rsid w:val="00856ECF"/>
    <w:rsid w:val="00857810"/>
    <w:rsid w:val="00857EAD"/>
    <w:rsid w:val="008601C3"/>
    <w:rsid w:val="008602A5"/>
    <w:rsid w:val="00860440"/>
    <w:rsid w:val="0086091E"/>
    <w:rsid w:val="0086132C"/>
    <w:rsid w:val="008617BF"/>
    <w:rsid w:val="008619C0"/>
    <w:rsid w:val="00861AA5"/>
    <w:rsid w:val="00861C14"/>
    <w:rsid w:val="00861D90"/>
    <w:rsid w:val="0086245F"/>
    <w:rsid w:val="00862C5F"/>
    <w:rsid w:val="00862F3D"/>
    <w:rsid w:val="00862F8E"/>
    <w:rsid w:val="008631B0"/>
    <w:rsid w:val="00863617"/>
    <w:rsid w:val="00863758"/>
    <w:rsid w:val="008637EC"/>
    <w:rsid w:val="0086434C"/>
    <w:rsid w:val="00864760"/>
    <w:rsid w:val="00864AAD"/>
    <w:rsid w:val="00864AFF"/>
    <w:rsid w:val="008656E2"/>
    <w:rsid w:val="00865DBB"/>
    <w:rsid w:val="0086708A"/>
    <w:rsid w:val="00867403"/>
    <w:rsid w:val="00867661"/>
    <w:rsid w:val="00867803"/>
    <w:rsid w:val="00867BA9"/>
    <w:rsid w:val="00867D00"/>
    <w:rsid w:val="00867E45"/>
    <w:rsid w:val="008701B1"/>
    <w:rsid w:val="00870262"/>
    <w:rsid w:val="00870372"/>
    <w:rsid w:val="00870622"/>
    <w:rsid w:val="00870723"/>
    <w:rsid w:val="00870D08"/>
    <w:rsid w:val="00871BE3"/>
    <w:rsid w:val="0087271B"/>
    <w:rsid w:val="00872B18"/>
    <w:rsid w:val="00872BBF"/>
    <w:rsid w:val="00872CA9"/>
    <w:rsid w:val="00872ECD"/>
    <w:rsid w:val="00873B98"/>
    <w:rsid w:val="00874385"/>
    <w:rsid w:val="00875347"/>
    <w:rsid w:val="00876640"/>
    <w:rsid w:val="0087747F"/>
    <w:rsid w:val="008803AE"/>
    <w:rsid w:val="008808CA"/>
    <w:rsid w:val="00881825"/>
    <w:rsid w:val="00881AE2"/>
    <w:rsid w:val="00881BFF"/>
    <w:rsid w:val="008828D2"/>
    <w:rsid w:val="00882DD7"/>
    <w:rsid w:val="0088347F"/>
    <w:rsid w:val="008838F4"/>
    <w:rsid w:val="00883970"/>
    <w:rsid w:val="00883B64"/>
    <w:rsid w:val="00884D11"/>
    <w:rsid w:val="00885719"/>
    <w:rsid w:val="00885BE4"/>
    <w:rsid w:val="00885D9E"/>
    <w:rsid w:val="00885DA0"/>
    <w:rsid w:val="00885F1F"/>
    <w:rsid w:val="00886712"/>
    <w:rsid w:val="00886978"/>
    <w:rsid w:val="00886A85"/>
    <w:rsid w:val="00886ED5"/>
    <w:rsid w:val="0088707E"/>
    <w:rsid w:val="0088718C"/>
    <w:rsid w:val="00887E68"/>
    <w:rsid w:val="008902B5"/>
    <w:rsid w:val="008902C6"/>
    <w:rsid w:val="008903F6"/>
    <w:rsid w:val="008906E2"/>
    <w:rsid w:val="00890A93"/>
    <w:rsid w:val="00891E64"/>
    <w:rsid w:val="0089241A"/>
    <w:rsid w:val="00892CC0"/>
    <w:rsid w:val="00892E3D"/>
    <w:rsid w:val="00893761"/>
    <w:rsid w:val="00893A8A"/>
    <w:rsid w:val="00893DF9"/>
    <w:rsid w:val="0089419B"/>
    <w:rsid w:val="00894A69"/>
    <w:rsid w:val="00895287"/>
    <w:rsid w:val="00895DB3"/>
    <w:rsid w:val="00895F69"/>
    <w:rsid w:val="0089640C"/>
    <w:rsid w:val="00896892"/>
    <w:rsid w:val="00896AEA"/>
    <w:rsid w:val="00896DDE"/>
    <w:rsid w:val="0089710D"/>
    <w:rsid w:val="00897A38"/>
    <w:rsid w:val="008A089C"/>
    <w:rsid w:val="008A0B28"/>
    <w:rsid w:val="008A0DDD"/>
    <w:rsid w:val="008A1463"/>
    <w:rsid w:val="008A1619"/>
    <w:rsid w:val="008A1C03"/>
    <w:rsid w:val="008A1EF8"/>
    <w:rsid w:val="008A1FB8"/>
    <w:rsid w:val="008A26B0"/>
    <w:rsid w:val="008A26E9"/>
    <w:rsid w:val="008A302D"/>
    <w:rsid w:val="008A306B"/>
    <w:rsid w:val="008A30B4"/>
    <w:rsid w:val="008A3272"/>
    <w:rsid w:val="008A4187"/>
    <w:rsid w:val="008A47E3"/>
    <w:rsid w:val="008A5331"/>
    <w:rsid w:val="008A55B1"/>
    <w:rsid w:val="008A5E52"/>
    <w:rsid w:val="008A6241"/>
    <w:rsid w:val="008A697A"/>
    <w:rsid w:val="008A6EDE"/>
    <w:rsid w:val="008B0292"/>
    <w:rsid w:val="008B123C"/>
    <w:rsid w:val="008B124D"/>
    <w:rsid w:val="008B2EB1"/>
    <w:rsid w:val="008B3155"/>
    <w:rsid w:val="008B31CD"/>
    <w:rsid w:val="008B31DC"/>
    <w:rsid w:val="008B334C"/>
    <w:rsid w:val="008B36F5"/>
    <w:rsid w:val="008B4217"/>
    <w:rsid w:val="008B45B4"/>
    <w:rsid w:val="008B48F9"/>
    <w:rsid w:val="008B4AB2"/>
    <w:rsid w:val="008B4AC2"/>
    <w:rsid w:val="008B4B8E"/>
    <w:rsid w:val="008B4F01"/>
    <w:rsid w:val="008B506F"/>
    <w:rsid w:val="008B5089"/>
    <w:rsid w:val="008B6025"/>
    <w:rsid w:val="008B660C"/>
    <w:rsid w:val="008B6DBC"/>
    <w:rsid w:val="008B6F49"/>
    <w:rsid w:val="008B71FB"/>
    <w:rsid w:val="008B7BCE"/>
    <w:rsid w:val="008B7DBC"/>
    <w:rsid w:val="008C002D"/>
    <w:rsid w:val="008C016C"/>
    <w:rsid w:val="008C035D"/>
    <w:rsid w:val="008C05D5"/>
    <w:rsid w:val="008C074A"/>
    <w:rsid w:val="008C0FF5"/>
    <w:rsid w:val="008C15AA"/>
    <w:rsid w:val="008C1A81"/>
    <w:rsid w:val="008C1BED"/>
    <w:rsid w:val="008C21DB"/>
    <w:rsid w:val="008C27C9"/>
    <w:rsid w:val="008C2C71"/>
    <w:rsid w:val="008C3A69"/>
    <w:rsid w:val="008C3B8C"/>
    <w:rsid w:val="008C3F0B"/>
    <w:rsid w:val="008C3F67"/>
    <w:rsid w:val="008C41DC"/>
    <w:rsid w:val="008C4C70"/>
    <w:rsid w:val="008C67B0"/>
    <w:rsid w:val="008C6D56"/>
    <w:rsid w:val="008C713B"/>
    <w:rsid w:val="008C7566"/>
    <w:rsid w:val="008C7CBC"/>
    <w:rsid w:val="008D0434"/>
    <w:rsid w:val="008D0E43"/>
    <w:rsid w:val="008D1B1E"/>
    <w:rsid w:val="008D2252"/>
    <w:rsid w:val="008D2A60"/>
    <w:rsid w:val="008D3236"/>
    <w:rsid w:val="008D36FB"/>
    <w:rsid w:val="008D4049"/>
    <w:rsid w:val="008D4129"/>
    <w:rsid w:val="008D4DA3"/>
    <w:rsid w:val="008D4E80"/>
    <w:rsid w:val="008D5524"/>
    <w:rsid w:val="008D556C"/>
    <w:rsid w:val="008D55EA"/>
    <w:rsid w:val="008D5D67"/>
    <w:rsid w:val="008D5F5C"/>
    <w:rsid w:val="008D6357"/>
    <w:rsid w:val="008D659F"/>
    <w:rsid w:val="008D6D45"/>
    <w:rsid w:val="008D7178"/>
    <w:rsid w:val="008D7458"/>
    <w:rsid w:val="008D78D9"/>
    <w:rsid w:val="008E0814"/>
    <w:rsid w:val="008E0B9F"/>
    <w:rsid w:val="008E0BE8"/>
    <w:rsid w:val="008E0F66"/>
    <w:rsid w:val="008E110C"/>
    <w:rsid w:val="008E185E"/>
    <w:rsid w:val="008E1D6D"/>
    <w:rsid w:val="008E22A5"/>
    <w:rsid w:val="008E3859"/>
    <w:rsid w:val="008E40BA"/>
    <w:rsid w:val="008E48B8"/>
    <w:rsid w:val="008E48C7"/>
    <w:rsid w:val="008E4CE7"/>
    <w:rsid w:val="008E4EE3"/>
    <w:rsid w:val="008E521D"/>
    <w:rsid w:val="008E5270"/>
    <w:rsid w:val="008E57DA"/>
    <w:rsid w:val="008E5F47"/>
    <w:rsid w:val="008E634B"/>
    <w:rsid w:val="008E68A2"/>
    <w:rsid w:val="008E7DE1"/>
    <w:rsid w:val="008F0188"/>
    <w:rsid w:val="008F030D"/>
    <w:rsid w:val="008F13E4"/>
    <w:rsid w:val="008F14D0"/>
    <w:rsid w:val="008F1785"/>
    <w:rsid w:val="008F1A86"/>
    <w:rsid w:val="008F1B46"/>
    <w:rsid w:val="008F1D20"/>
    <w:rsid w:val="008F2913"/>
    <w:rsid w:val="008F31C8"/>
    <w:rsid w:val="008F35EF"/>
    <w:rsid w:val="008F372C"/>
    <w:rsid w:val="008F379A"/>
    <w:rsid w:val="008F39F6"/>
    <w:rsid w:val="008F3AC2"/>
    <w:rsid w:val="008F41BC"/>
    <w:rsid w:val="008F4600"/>
    <w:rsid w:val="008F52C6"/>
    <w:rsid w:val="008F5FA4"/>
    <w:rsid w:val="008F6473"/>
    <w:rsid w:val="008F6A3B"/>
    <w:rsid w:val="008F6E7F"/>
    <w:rsid w:val="008F73E5"/>
    <w:rsid w:val="008F7642"/>
    <w:rsid w:val="008F7AD5"/>
    <w:rsid w:val="008F7D03"/>
    <w:rsid w:val="00900237"/>
    <w:rsid w:val="0090058C"/>
    <w:rsid w:val="0090078A"/>
    <w:rsid w:val="00900829"/>
    <w:rsid w:val="00900A1E"/>
    <w:rsid w:val="00900B78"/>
    <w:rsid w:val="00901543"/>
    <w:rsid w:val="009020A7"/>
    <w:rsid w:val="00902256"/>
    <w:rsid w:val="0090226C"/>
    <w:rsid w:val="00902330"/>
    <w:rsid w:val="00903945"/>
    <w:rsid w:val="00903C84"/>
    <w:rsid w:val="0090450A"/>
    <w:rsid w:val="00904593"/>
    <w:rsid w:val="009047DB"/>
    <w:rsid w:val="00904B75"/>
    <w:rsid w:val="00904D2B"/>
    <w:rsid w:val="00904E1D"/>
    <w:rsid w:val="00905EFC"/>
    <w:rsid w:val="00906073"/>
    <w:rsid w:val="0090609A"/>
    <w:rsid w:val="00906623"/>
    <w:rsid w:val="009066CD"/>
    <w:rsid w:val="009070AF"/>
    <w:rsid w:val="009070B8"/>
    <w:rsid w:val="00907603"/>
    <w:rsid w:val="00907FF5"/>
    <w:rsid w:val="009106C1"/>
    <w:rsid w:val="009109EB"/>
    <w:rsid w:val="00910A28"/>
    <w:rsid w:val="00910F90"/>
    <w:rsid w:val="00912D5B"/>
    <w:rsid w:val="00913576"/>
    <w:rsid w:val="009154C2"/>
    <w:rsid w:val="00915A49"/>
    <w:rsid w:val="00915B1C"/>
    <w:rsid w:val="00915E3D"/>
    <w:rsid w:val="00917160"/>
    <w:rsid w:val="00917C43"/>
    <w:rsid w:val="00917F15"/>
    <w:rsid w:val="00921C23"/>
    <w:rsid w:val="00922DDE"/>
    <w:rsid w:val="0092343E"/>
    <w:rsid w:val="00923678"/>
    <w:rsid w:val="00923DD0"/>
    <w:rsid w:val="0092478E"/>
    <w:rsid w:val="009258A8"/>
    <w:rsid w:val="009262D9"/>
    <w:rsid w:val="00926713"/>
    <w:rsid w:val="00926915"/>
    <w:rsid w:val="00926F35"/>
    <w:rsid w:val="00927825"/>
    <w:rsid w:val="00927AA0"/>
    <w:rsid w:val="009309B4"/>
    <w:rsid w:val="00930EA2"/>
    <w:rsid w:val="00931375"/>
    <w:rsid w:val="0093198C"/>
    <w:rsid w:val="009327EB"/>
    <w:rsid w:val="0093288E"/>
    <w:rsid w:val="0093351C"/>
    <w:rsid w:val="00933AC1"/>
    <w:rsid w:val="00933CE6"/>
    <w:rsid w:val="00934120"/>
    <w:rsid w:val="009344C5"/>
    <w:rsid w:val="009346A1"/>
    <w:rsid w:val="009349B9"/>
    <w:rsid w:val="0093529C"/>
    <w:rsid w:val="00935350"/>
    <w:rsid w:val="00935A68"/>
    <w:rsid w:val="00935DB4"/>
    <w:rsid w:val="00935F32"/>
    <w:rsid w:val="009368B8"/>
    <w:rsid w:val="00936DF6"/>
    <w:rsid w:val="0093710A"/>
    <w:rsid w:val="0093741A"/>
    <w:rsid w:val="0093762C"/>
    <w:rsid w:val="00937781"/>
    <w:rsid w:val="009377FD"/>
    <w:rsid w:val="00937880"/>
    <w:rsid w:val="00937903"/>
    <w:rsid w:val="00940C97"/>
    <w:rsid w:val="0094111F"/>
    <w:rsid w:val="0094150A"/>
    <w:rsid w:val="00941B3C"/>
    <w:rsid w:val="00941CB3"/>
    <w:rsid w:val="00942334"/>
    <w:rsid w:val="00942CCF"/>
    <w:rsid w:val="00942EF7"/>
    <w:rsid w:val="009431FB"/>
    <w:rsid w:val="009433E2"/>
    <w:rsid w:val="00943787"/>
    <w:rsid w:val="009438A3"/>
    <w:rsid w:val="00943DB4"/>
    <w:rsid w:val="00943F97"/>
    <w:rsid w:val="009443F6"/>
    <w:rsid w:val="00944616"/>
    <w:rsid w:val="00944A2A"/>
    <w:rsid w:val="00944BC2"/>
    <w:rsid w:val="00945B8F"/>
    <w:rsid w:val="00945E66"/>
    <w:rsid w:val="009461C9"/>
    <w:rsid w:val="009467A0"/>
    <w:rsid w:val="00946959"/>
    <w:rsid w:val="0094703A"/>
    <w:rsid w:val="009471A5"/>
    <w:rsid w:val="00947688"/>
    <w:rsid w:val="009504B3"/>
    <w:rsid w:val="009520E7"/>
    <w:rsid w:val="00952545"/>
    <w:rsid w:val="0095291D"/>
    <w:rsid w:val="00954342"/>
    <w:rsid w:val="0095494B"/>
    <w:rsid w:val="00954E6E"/>
    <w:rsid w:val="00954EF6"/>
    <w:rsid w:val="00955376"/>
    <w:rsid w:val="00955816"/>
    <w:rsid w:val="00955AB5"/>
    <w:rsid w:val="0095664A"/>
    <w:rsid w:val="00956861"/>
    <w:rsid w:val="00956E87"/>
    <w:rsid w:val="00957218"/>
    <w:rsid w:val="009578EA"/>
    <w:rsid w:val="009579DC"/>
    <w:rsid w:val="00957A8E"/>
    <w:rsid w:val="00957AF8"/>
    <w:rsid w:val="00957C5B"/>
    <w:rsid w:val="00960030"/>
    <w:rsid w:val="009604A0"/>
    <w:rsid w:val="0096066D"/>
    <w:rsid w:val="00960CF0"/>
    <w:rsid w:val="00961786"/>
    <w:rsid w:val="0096224E"/>
    <w:rsid w:val="0096234E"/>
    <w:rsid w:val="009623EB"/>
    <w:rsid w:val="0096266C"/>
    <w:rsid w:val="00962889"/>
    <w:rsid w:val="00963064"/>
    <w:rsid w:val="00963B50"/>
    <w:rsid w:val="00964089"/>
    <w:rsid w:val="0096439A"/>
    <w:rsid w:val="00964728"/>
    <w:rsid w:val="0096492E"/>
    <w:rsid w:val="00965921"/>
    <w:rsid w:val="009659C1"/>
    <w:rsid w:val="009665DC"/>
    <w:rsid w:val="00967134"/>
    <w:rsid w:val="009674A5"/>
    <w:rsid w:val="009679C1"/>
    <w:rsid w:val="00967E88"/>
    <w:rsid w:val="00971E22"/>
    <w:rsid w:val="00972136"/>
    <w:rsid w:val="00972B9A"/>
    <w:rsid w:val="00972BB4"/>
    <w:rsid w:val="009738DF"/>
    <w:rsid w:val="00973CB4"/>
    <w:rsid w:val="00974627"/>
    <w:rsid w:val="00974681"/>
    <w:rsid w:val="009749D8"/>
    <w:rsid w:val="00975376"/>
    <w:rsid w:val="0097570E"/>
    <w:rsid w:val="00975792"/>
    <w:rsid w:val="00976EBD"/>
    <w:rsid w:val="009772E0"/>
    <w:rsid w:val="00977589"/>
    <w:rsid w:val="00977F71"/>
    <w:rsid w:val="00977F75"/>
    <w:rsid w:val="009803F4"/>
    <w:rsid w:val="0098170C"/>
    <w:rsid w:val="00981B2C"/>
    <w:rsid w:val="00981B3B"/>
    <w:rsid w:val="00981B42"/>
    <w:rsid w:val="00982C4B"/>
    <w:rsid w:val="009830E9"/>
    <w:rsid w:val="00983A72"/>
    <w:rsid w:val="00983C20"/>
    <w:rsid w:val="00984D18"/>
    <w:rsid w:val="00985221"/>
    <w:rsid w:val="00985901"/>
    <w:rsid w:val="009859AE"/>
    <w:rsid w:val="00985A2C"/>
    <w:rsid w:val="00986115"/>
    <w:rsid w:val="009868B5"/>
    <w:rsid w:val="009870AE"/>
    <w:rsid w:val="009870F7"/>
    <w:rsid w:val="00987428"/>
    <w:rsid w:val="00987449"/>
    <w:rsid w:val="00987450"/>
    <w:rsid w:val="00990C57"/>
    <w:rsid w:val="0099193D"/>
    <w:rsid w:val="009925AD"/>
    <w:rsid w:val="00992E7D"/>
    <w:rsid w:val="00994314"/>
    <w:rsid w:val="009943F0"/>
    <w:rsid w:val="00994646"/>
    <w:rsid w:val="00994B27"/>
    <w:rsid w:val="00995397"/>
    <w:rsid w:val="0099544C"/>
    <w:rsid w:val="00995674"/>
    <w:rsid w:val="009972CB"/>
    <w:rsid w:val="00997485"/>
    <w:rsid w:val="00997F4F"/>
    <w:rsid w:val="00997FA5"/>
    <w:rsid w:val="009A004D"/>
    <w:rsid w:val="009A0961"/>
    <w:rsid w:val="009A0D32"/>
    <w:rsid w:val="009A0DB5"/>
    <w:rsid w:val="009A1C51"/>
    <w:rsid w:val="009A21E1"/>
    <w:rsid w:val="009A22E7"/>
    <w:rsid w:val="009A25DA"/>
    <w:rsid w:val="009A5200"/>
    <w:rsid w:val="009A562F"/>
    <w:rsid w:val="009A67EA"/>
    <w:rsid w:val="009A67EE"/>
    <w:rsid w:val="009A7D2E"/>
    <w:rsid w:val="009B0DF8"/>
    <w:rsid w:val="009B135B"/>
    <w:rsid w:val="009B138F"/>
    <w:rsid w:val="009B28FB"/>
    <w:rsid w:val="009B3B33"/>
    <w:rsid w:val="009B48E7"/>
    <w:rsid w:val="009B5515"/>
    <w:rsid w:val="009B5B43"/>
    <w:rsid w:val="009B5CEE"/>
    <w:rsid w:val="009B5E4E"/>
    <w:rsid w:val="009B7579"/>
    <w:rsid w:val="009C0306"/>
    <w:rsid w:val="009C0357"/>
    <w:rsid w:val="009C0372"/>
    <w:rsid w:val="009C08BA"/>
    <w:rsid w:val="009C10BA"/>
    <w:rsid w:val="009C157B"/>
    <w:rsid w:val="009C17DE"/>
    <w:rsid w:val="009C18B7"/>
    <w:rsid w:val="009C1969"/>
    <w:rsid w:val="009C1A6F"/>
    <w:rsid w:val="009C1CF1"/>
    <w:rsid w:val="009C21C1"/>
    <w:rsid w:val="009C230D"/>
    <w:rsid w:val="009C24D2"/>
    <w:rsid w:val="009C25A7"/>
    <w:rsid w:val="009C372E"/>
    <w:rsid w:val="009C39A7"/>
    <w:rsid w:val="009C3D68"/>
    <w:rsid w:val="009C4313"/>
    <w:rsid w:val="009C46B5"/>
    <w:rsid w:val="009C4962"/>
    <w:rsid w:val="009C4E85"/>
    <w:rsid w:val="009C52BE"/>
    <w:rsid w:val="009C531E"/>
    <w:rsid w:val="009C54DC"/>
    <w:rsid w:val="009C591B"/>
    <w:rsid w:val="009C5951"/>
    <w:rsid w:val="009C67EC"/>
    <w:rsid w:val="009C770F"/>
    <w:rsid w:val="009C7B58"/>
    <w:rsid w:val="009D070D"/>
    <w:rsid w:val="009D133C"/>
    <w:rsid w:val="009D16D4"/>
    <w:rsid w:val="009D1876"/>
    <w:rsid w:val="009D1BB2"/>
    <w:rsid w:val="009D24B8"/>
    <w:rsid w:val="009D2ADB"/>
    <w:rsid w:val="009D358E"/>
    <w:rsid w:val="009D36D6"/>
    <w:rsid w:val="009D4215"/>
    <w:rsid w:val="009D4702"/>
    <w:rsid w:val="009D4A42"/>
    <w:rsid w:val="009D5789"/>
    <w:rsid w:val="009D6012"/>
    <w:rsid w:val="009D642F"/>
    <w:rsid w:val="009D6D47"/>
    <w:rsid w:val="009D6E0D"/>
    <w:rsid w:val="009E06BD"/>
    <w:rsid w:val="009E10C3"/>
    <w:rsid w:val="009E1382"/>
    <w:rsid w:val="009E1D1F"/>
    <w:rsid w:val="009E201C"/>
    <w:rsid w:val="009E2863"/>
    <w:rsid w:val="009E2E2F"/>
    <w:rsid w:val="009E2F4C"/>
    <w:rsid w:val="009E3D12"/>
    <w:rsid w:val="009E4449"/>
    <w:rsid w:val="009E4568"/>
    <w:rsid w:val="009E494F"/>
    <w:rsid w:val="009E5D37"/>
    <w:rsid w:val="009E6AA7"/>
    <w:rsid w:val="009E6BC6"/>
    <w:rsid w:val="009E77AA"/>
    <w:rsid w:val="009E7A37"/>
    <w:rsid w:val="009E7F10"/>
    <w:rsid w:val="009F19B2"/>
    <w:rsid w:val="009F1EE8"/>
    <w:rsid w:val="009F1FC5"/>
    <w:rsid w:val="009F27D5"/>
    <w:rsid w:val="009F35C3"/>
    <w:rsid w:val="009F3901"/>
    <w:rsid w:val="009F3DD8"/>
    <w:rsid w:val="009F3DFA"/>
    <w:rsid w:val="009F4ACB"/>
    <w:rsid w:val="009F4C03"/>
    <w:rsid w:val="009F4ECE"/>
    <w:rsid w:val="009F50EF"/>
    <w:rsid w:val="009F6ADB"/>
    <w:rsid w:val="009F76E0"/>
    <w:rsid w:val="009F7C66"/>
    <w:rsid w:val="00A00370"/>
    <w:rsid w:val="00A004DA"/>
    <w:rsid w:val="00A00BDD"/>
    <w:rsid w:val="00A00C5F"/>
    <w:rsid w:val="00A01113"/>
    <w:rsid w:val="00A01257"/>
    <w:rsid w:val="00A01636"/>
    <w:rsid w:val="00A01830"/>
    <w:rsid w:val="00A01B14"/>
    <w:rsid w:val="00A01B6B"/>
    <w:rsid w:val="00A01CAC"/>
    <w:rsid w:val="00A0303A"/>
    <w:rsid w:val="00A03A7B"/>
    <w:rsid w:val="00A03F8A"/>
    <w:rsid w:val="00A05417"/>
    <w:rsid w:val="00A055B8"/>
    <w:rsid w:val="00A05EF1"/>
    <w:rsid w:val="00A06AF1"/>
    <w:rsid w:val="00A103A9"/>
    <w:rsid w:val="00A10A8E"/>
    <w:rsid w:val="00A10D6A"/>
    <w:rsid w:val="00A11658"/>
    <w:rsid w:val="00A122E6"/>
    <w:rsid w:val="00A1247B"/>
    <w:rsid w:val="00A1285C"/>
    <w:rsid w:val="00A12A92"/>
    <w:rsid w:val="00A136C7"/>
    <w:rsid w:val="00A138F8"/>
    <w:rsid w:val="00A13CDE"/>
    <w:rsid w:val="00A14E34"/>
    <w:rsid w:val="00A15E1A"/>
    <w:rsid w:val="00A1628D"/>
    <w:rsid w:val="00A16342"/>
    <w:rsid w:val="00A16858"/>
    <w:rsid w:val="00A16C79"/>
    <w:rsid w:val="00A170AD"/>
    <w:rsid w:val="00A1740F"/>
    <w:rsid w:val="00A201D9"/>
    <w:rsid w:val="00A2034A"/>
    <w:rsid w:val="00A20691"/>
    <w:rsid w:val="00A2127E"/>
    <w:rsid w:val="00A214BA"/>
    <w:rsid w:val="00A21C22"/>
    <w:rsid w:val="00A21F2D"/>
    <w:rsid w:val="00A22598"/>
    <w:rsid w:val="00A22ACF"/>
    <w:rsid w:val="00A22E8D"/>
    <w:rsid w:val="00A23003"/>
    <w:rsid w:val="00A2301A"/>
    <w:rsid w:val="00A23812"/>
    <w:rsid w:val="00A2399B"/>
    <w:rsid w:val="00A239FD"/>
    <w:rsid w:val="00A23CE3"/>
    <w:rsid w:val="00A23FE6"/>
    <w:rsid w:val="00A25475"/>
    <w:rsid w:val="00A25D46"/>
    <w:rsid w:val="00A26675"/>
    <w:rsid w:val="00A266CF"/>
    <w:rsid w:val="00A26714"/>
    <w:rsid w:val="00A267DA"/>
    <w:rsid w:val="00A267EF"/>
    <w:rsid w:val="00A271B5"/>
    <w:rsid w:val="00A27911"/>
    <w:rsid w:val="00A3013D"/>
    <w:rsid w:val="00A3047D"/>
    <w:rsid w:val="00A3057A"/>
    <w:rsid w:val="00A305A3"/>
    <w:rsid w:val="00A30A5C"/>
    <w:rsid w:val="00A30AE4"/>
    <w:rsid w:val="00A31528"/>
    <w:rsid w:val="00A31829"/>
    <w:rsid w:val="00A31C24"/>
    <w:rsid w:val="00A31FB1"/>
    <w:rsid w:val="00A33391"/>
    <w:rsid w:val="00A33477"/>
    <w:rsid w:val="00A33573"/>
    <w:rsid w:val="00A33BBA"/>
    <w:rsid w:val="00A33CFF"/>
    <w:rsid w:val="00A33E48"/>
    <w:rsid w:val="00A34B8A"/>
    <w:rsid w:val="00A3506E"/>
    <w:rsid w:val="00A366FF"/>
    <w:rsid w:val="00A368C5"/>
    <w:rsid w:val="00A37948"/>
    <w:rsid w:val="00A37AE4"/>
    <w:rsid w:val="00A37CCB"/>
    <w:rsid w:val="00A40785"/>
    <w:rsid w:val="00A41348"/>
    <w:rsid w:val="00A415B3"/>
    <w:rsid w:val="00A42564"/>
    <w:rsid w:val="00A427E7"/>
    <w:rsid w:val="00A42996"/>
    <w:rsid w:val="00A42C66"/>
    <w:rsid w:val="00A42D21"/>
    <w:rsid w:val="00A42FAE"/>
    <w:rsid w:val="00A434E4"/>
    <w:rsid w:val="00A4376F"/>
    <w:rsid w:val="00A4395A"/>
    <w:rsid w:val="00A43AB2"/>
    <w:rsid w:val="00A43CD6"/>
    <w:rsid w:val="00A44239"/>
    <w:rsid w:val="00A44BDD"/>
    <w:rsid w:val="00A45207"/>
    <w:rsid w:val="00A45469"/>
    <w:rsid w:val="00A45739"/>
    <w:rsid w:val="00A457FD"/>
    <w:rsid w:val="00A4595A"/>
    <w:rsid w:val="00A45C45"/>
    <w:rsid w:val="00A45E5E"/>
    <w:rsid w:val="00A45ED1"/>
    <w:rsid w:val="00A45F6D"/>
    <w:rsid w:val="00A45FD4"/>
    <w:rsid w:val="00A4698D"/>
    <w:rsid w:val="00A46C85"/>
    <w:rsid w:val="00A474D6"/>
    <w:rsid w:val="00A47822"/>
    <w:rsid w:val="00A478B1"/>
    <w:rsid w:val="00A47B5A"/>
    <w:rsid w:val="00A47E57"/>
    <w:rsid w:val="00A50109"/>
    <w:rsid w:val="00A50398"/>
    <w:rsid w:val="00A50A05"/>
    <w:rsid w:val="00A50F30"/>
    <w:rsid w:val="00A5121C"/>
    <w:rsid w:val="00A52B42"/>
    <w:rsid w:val="00A52EFF"/>
    <w:rsid w:val="00A53098"/>
    <w:rsid w:val="00A53B98"/>
    <w:rsid w:val="00A53EDD"/>
    <w:rsid w:val="00A5401A"/>
    <w:rsid w:val="00A54059"/>
    <w:rsid w:val="00A54357"/>
    <w:rsid w:val="00A55AC1"/>
    <w:rsid w:val="00A55EB6"/>
    <w:rsid w:val="00A56CCD"/>
    <w:rsid w:val="00A60128"/>
    <w:rsid w:val="00A601AF"/>
    <w:rsid w:val="00A60C0C"/>
    <w:rsid w:val="00A615BB"/>
    <w:rsid w:val="00A625A7"/>
    <w:rsid w:val="00A62608"/>
    <w:rsid w:val="00A62B0D"/>
    <w:rsid w:val="00A6307A"/>
    <w:rsid w:val="00A632E9"/>
    <w:rsid w:val="00A6345B"/>
    <w:rsid w:val="00A63543"/>
    <w:rsid w:val="00A636C9"/>
    <w:rsid w:val="00A6386B"/>
    <w:rsid w:val="00A643FF"/>
    <w:rsid w:val="00A647FC"/>
    <w:rsid w:val="00A652D7"/>
    <w:rsid w:val="00A65B1E"/>
    <w:rsid w:val="00A660F8"/>
    <w:rsid w:val="00A66FA1"/>
    <w:rsid w:val="00A679EB"/>
    <w:rsid w:val="00A67C3D"/>
    <w:rsid w:val="00A67E9A"/>
    <w:rsid w:val="00A702E7"/>
    <w:rsid w:val="00A704E8"/>
    <w:rsid w:val="00A70B5E"/>
    <w:rsid w:val="00A70ED4"/>
    <w:rsid w:val="00A71238"/>
    <w:rsid w:val="00A71456"/>
    <w:rsid w:val="00A72436"/>
    <w:rsid w:val="00A72633"/>
    <w:rsid w:val="00A732A1"/>
    <w:rsid w:val="00A733EA"/>
    <w:rsid w:val="00A734B7"/>
    <w:rsid w:val="00A73D25"/>
    <w:rsid w:val="00A74227"/>
    <w:rsid w:val="00A74980"/>
    <w:rsid w:val="00A76BEF"/>
    <w:rsid w:val="00A76F32"/>
    <w:rsid w:val="00A77BBC"/>
    <w:rsid w:val="00A77D3E"/>
    <w:rsid w:val="00A77E41"/>
    <w:rsid w:val="00A8116F"/>
    <w:rsid w:val="00A81928"/>
    <w:rsid w:val="00A81E6B"/>
    <w:rsid w:val="00A82922"/>
    <w:rsid w:val="00A82B4F"/>
    <w:rsid w:val="00A82D16"/>
    <w:rsid w:val="00A83CBB"/>
    <w:rsid w:val="00A83D6E"/>
    <w:rsid w:val="00A83E90"/>
    <w:rsid w:val="00A84F01"/>
    <w:rsid w:val="00A85C49"/>
    <w:rsid w:val="00A86089"/>
    <w:rsid w:val="00A86645"/>
    <w:rsid w:val="00A86672"/>
    <w:rsid w:val="00A86F11"/>
    <w:rsid w:val="00A87101"/>
    <w:rsid w:val="00A87A70"/>
    <w:rsid w:val="00A87BF8"/>
    <w:rsid w:val="00A87E3D"/>
    <w:rsid w:val="00A901F2"/>
    <w:rsid w:val="00A90A36"/>
    <w:rsid w:val="00A923B5"/>
    <w:rsid w:val="00A9282D"/>
    <w:rsid w:val="00A929E2"/>
    <w:rsid w:val="00A92F49"/>
    <w:rsid w:val="00A9323D"/>
    <w:rsid w:val="00A935DD"/>
    <w:rsid w:val="00A93DCE"/>
    <w:rsid w:val="00A94F97"/>
    <w:rsid w:val="00A95523"/>
    <w:rsid w:val="00A962CA"/>
    <w:rsid w:val="00A9681C"/>
    <w:rsid w:val="00A97433"/>
    <w:rsid w:val="00A9762D"/>
    <w:rsid w:val="00A979B2"/>
    <w:rsid w:val="00A97C2F"/>
    <w:rsid w:val="00A97DF5"/>
    <w:rsid w:val="00AA0223"/>
    <w:rsid w:val="00AA0B5C"/>
    <w:rsid w:val="00AA106F"/>
    <w:rsid w:val="00AA16A4"/>
    <w:rsid w:val="00AA16A5"/>
    <w:rsid w:val="00AA1E20"/>
    <w:rsid w:val="00AA1E7E"/>
    <w:rsid w:val="00AA2516"/>
    <w:rsid w:val="00AA2D86"/>
    <w:rsid w:val="00AA2EDB"/>
    <w:rsid w:val="00AA3826"/>
    <w:rsid w:val="00AA39F5"/>
    <w:rsid w:val="00AA3B4E"/>
    <w:rsid w:val="00AA3BE6"/>
    <w:rsid w:val="00AA4137"/>
    <w:rsid w:val="00AA469B"/>
    <w:rsid w:val="00AA4B6A"/>
    <w:rsid w:val="00AA4CF9"/>
    <w:rsid w:val="00AA4E6B"/>
    <w:rsid w:val="00AA5DB6"/>
    <w:rsid w:val="00AA66A0"/>
    <w:rsid w:val="00AA72C4"/>
    <w:rsid w:val="00AA766A"/>
    <w:rsid w:val="00AA7C9B"/>
    <w:rsid w:val="00AA7CF6"/>
    <w:rsid w:val="00AB0315"/>
    <w:rsid w:val="00AB0674"/>
    <w:rsid w:val="00AB14A0"/>
    <w:rsid w:val="00AB1539"/>
    <w:rsid w:val="00AB1CE8"/>
    <w:rsid w:val="00AB2F14"/>
    <w:rsid w:val="00AB6A2D"/>
    <w:rsid w:val="00AB6BF3"/>
    <w:rsid w:val="00AB6CC2"/>
    <w:rsid w:val="00AB6EA3"/>
    <w:rsid w:val="00AB6F28"/>
    <w:rsid w:val="00AB71F6"/>
    <w:rsid w:val="00AB7365"/>
    <w:rsid w:val="00AB7D04"/>
    <w:rsid w:val="00AB7F28"/>
    <w:rsid w:val="00AB7FC3"/>
    <w:rsid w:val="00AC0237"/>
    <w:rsid w:val="00AC0898"/>
    <w:rsid w:val="00AC0C40"/>
    <w:rsid w:val="00AC0FA1"/>
    <w:rsid w:val="00AC172B"/>
    <w:rsid w:val="00AC1DDC"/>
    <w:rsid w:val="00AC2D7B"/>
    <w:rsid w:val="00AC342D"/>
    <w:rsid w:val="00AC3A60"/>
    <w:rsid w:val="00AC3D4F"/>
    <w:rsid w:val="00AC43E0"/>
    <w:rsid w:val="00AC4AAE"/>
    <w:rsid w:val="00AC4FB8"/>
    <w:rsid w:val="00AC5ADD"/>
    <w:rsid w:val="00AC64B3"/>
    <w:rsid w:val="00AC66AE"/>
    <w:rsid w:val="00AC69EF"/>
    <w:rsid w:val="00AC6F42"/>
    <w:rsid w:val="00AC723A"/>
    <w:rsid w:val="00AC79D5"/>
    <w:rsid w:val="00AC7A6C"/>
    <w:rsid w:val="00AC7FA4"/>
    <w:rsid w:val="00AD3811"/>
    <w:rsid w:val="00AD3C6B"/>
    <w:rsid w:val="00AD3CE8"/>
    <w:rsid w:val="00AD4569"/>
    <w:rsid w:val="00AD4E8C"/>
    <w:rsid w:val="00AD4FA7"/>
    <w:rsid w:val="00AD59A3"/>
    <w:rsid w:val="00AD5C59"/>
    <w:rsid w:val="00AD5D06"/>
    <w:rsid w:val="00AD643E"/>
    <w:rsid w:val="00AD6474"/>
    <w:rsid w:val="00AD66F0"/>
    <w:rsid w:val="00AD6B8D"/>
    <w:rsid w:val="00AD7028"/>
    <w:rsid w:val="00AD79EE"/>
    <w:rsid w:val="00AD79F9"/>
    <w:rsid w:val="00AD7BDF"/>
    <w:rsid w:val="00AE005A"/>
    <w:rsid w:val="00AE0437"/>
    <w:rsid w:val="00AE04AB"/>
    <w:rsid w:val="00AE09A6"/>
    <w:rsid w:val="00AE108F"/>
    <w:rsid w:val="00AE28F4"/>
    <w:rsid w:val="00AE389B"/>
    <w:rsid w:val="00AE3918"/>
    <w:rsid w:val="00AE3AEE"/>
    <w:rsid w:val="00AE4900"/>
    <w:rsid w:val="00AE49CE"/>
    <w:rsid w:val="00AE4A09"/>
    <w:rsid w:val="00AE4BEA"/>
    <w:rsid w:val="00AE595A"/>
    <w:rsid w:val="00AE60E3"/>
    <w:rsid w:val="00AE61F9"/>
    <w:rsid w:val="00AE66F3"/>
    <w:rsid w:val="00AE6D2A"/>
    <w:rsid w:val="00AE7C1E"/>
    <w:rsid w:val="00AF10EF"/>
    <w:rsid w:val="00AF1315"/>
    <w:rsid w:val="00AF13DF"/>
    <w:rsid w:val="00AF2C6A"/>
    <w:rsid w:val="00AF36C5"/>
    <w:rsid w:val="00AF3A25"/>
    <w:rsid w:val="00AF3ECC"/>
    <w:rsid w:val="00AF3FBF"/>
    <w:rsid w:val="00AF53D2"/>
    <w:rsid w:val="00AF56E0"/>
    <w:rsid w:val="00AF58CB"/>
    <w:rsid w:val="00AF6423"/>
    <w:rsid w:val="00AF68DB"/>
    <w:rsid w:val="00AF6BFB"/>
    <w:rsid w:val="00AF6DE7"/>
    <w:rsid w:val="00AF724C"/>
    <w:rsid w:val="00AF7950"/>
    <w:rsid w:val="00AF7E36"/>
    <w:rsid w:val="00B00225"/>
    <w:rsid w:val="00B01E46"/>
    <w:rsid w:val="00B021F5"/>
    <w:rsid w:val="00B03725"/>
    <w:rsid w:val="00B03DCE"/>
    <w:rsid w:val="00B042F3"/>
    <w:rsid w:val="00B04728"/>
    <w:rsid w:val="00B048AD"/>
    <w:rsid w:val="00B048F1"/>
    <w:rsid w:val="00B05061"/>
    <w:rsid w:val="00B0529D"/>
    <w:rsid w:val="00B0575F"/>
    <w:rsid w:val="00B05BC3"/>
    <w:rsid w:val="00B05C25"/>
    <w:rsid w:val="00B06671"/>
    <w:rsid w:val="00B07A84"/>
    <w:rsid w:val="00B07E61"/>
    <w:rsid w:val="00B104B2"/>
    <w:rsid w:val="00B10541"/>
    <w:rsid w:val="00B10AA3"/>
    <w:rsid w:val="00B10B74"/>
    <w:rsid w:val="00B10C63"/>
    <w:rsid w:val="00B10D0E"/>
    <w:rsid w:val="00B1159D"/>
    <w:rsid w:val="00B11873"/>
    <w:rsid w:val="00B11E08"/>
    <w:rsid w:val="00B1248A"/>
    <w:rsid w:val="00B12922"/>
    <w:rsid w:val="00B12EE6"/>
    <w:rsid w:val="00B12F31"/>
    <w:rsid w:val="00B13AD8"/>
    <w:rsid w:val="00B13B51"/>
    <w:rsid w:val="00B13C5A"/>
    <w:rsid w:val="00B13D49"/>
    <w:rsid w:val="00B142DD"/>
    <w:rsid w:val="00B145D8"/>
    <w:rsid w:val="00B1460D"/>
    <w:rsid w:val="00B147C6"/>
    <w:rsid w:val="00B1482C"/>
    <w:rsid w:val="00B15453"/>
    <w:rsid w:val="00B15997"/>
    <w:rsid w:val="00B15C5B"/>
    <w:rsid w:val="00B15D59"/>
    <w:rsid w:val="00B15D96"/>
    <w:rsid w:val="00B15E8C"/>
    <w:rsid w:val="00B15E96"/>
    <w:rsid w:val="00B16023"/>
    <w:rsid w:val="00B163E8"/>
    <w:rsid w:val="00B1669C"/>
    <w:rsid w:val="00B16C3A"/>
    <w:rsid w:val="00B16CC6"/>
    <w:rsid w:val="00B16E4C"/>
    <w:rsid w:val="00B17F9B"/>
    <w:rsid w:val="00B20BBF"/>
    <w:rsid w:val="00B2155D"/>
    <w:rsid w:val="00B21EE7"/>
    <w:rsid w:val="00B220D1"/>
    <w:rsid w:val="00B2233D"/>
    <w:rsid w:val="00B22D1F"/>
    <w:rsid w:val="00B235BB"/>
    <w:rsid w:val="00B2603C"/>
    <w:rsid w:val="00B2731F"/>
    <w:rsid w:val="00B274FA"/>
    <w:rsid w:val="00B278EE"/>
    <w:rsid w:val="00B27AB9"/>
    <w:rsid w:val="00B3075E"/>
    <w:rsid w:val="00B308EB"/>
    <w:rsid w:val="00B31079"/>
    <w:rsid w:val="00B31B53"/>
    <w:rsid w:val="00B32046"/>
    <w:rsid w:val="00B33364"/>
    <w:rsid w:val="00B333C0"/>
    <w:rsid w:val="00B33816"/>
    <w:rsid w:val="00B33B32"/>
    <w:rsid w:val="00B3440C"/>
    <w:rsid w:val="00B362CE"/>
    <w:rsid w:val="00B3674F"/>
    <w:rsid w:val="00B3724B"/>
    <w:rsid w:val="00B37391"/>
    <w:rsid w:val="00B37E2C"/>
    <w:rsid w:val="00B42AC5"/>
    <w:rsid w:val="00B42D0D"/>
    <w:rsid w:val="00B433FD"/>
    <w:rsid w:val="00B434D3"/>
    <w:rsid w:val="00B435AD"/>
    <w:rsid w:val="00B4363E"/>
    <w:rsid w:val="00B4439E"/>
    <w:rsid w:val="00B44E4F"/>
    <w:rsid w:val="00B45186"/>
    <w:rsid w:val="00B4563F"/>
    <w:rsid w:val="00B459A2"/>
    <w:rsid w:val="00B4613C"/>
    <w:rsid w:val="00B468EB"/>
    <w:rsid w:val="00B46C21"/>
    <w:rsid w:val="00B47967"/>
    <w:rsid w:val="00B50804"/>
    <w:rsid w:val="00B50D54"/>
    <w:rsid w:val="00B50FB9"/>
    <w:rsid w:val="00B51187"/>
    <w:rsid w:val="00B5143B"/>
    <w:rsid w:val="00B53988"/>
    <w:rsid w:val="00B540D3"/>
    <w:rsid w:val="00B54824"/>
    <w:rsid w:val="00B54E4A"/>
    <w:rsid w:val="00B55098"/>
    <w:rsid w:val="00B5529F"/>
    <w:rsid w:val="00B55933"/>
    <w:rsid w:val="00B55F3F"/>
    <w:rsid w:val="00B55FDB"/>
    <w:rsid w:val="00B56409"/>
    <w:rsid w:val="00B56DB4"/>
    <w:rsid w:val="00B576E8"/>
    <w:rsid w:val="00B57B20"/>
    <w:rsid w:val="00B57B22"/>
    <w:rsid w:val="00B57BBA"/>
    <w:rsid w:val="00B6070D"/>
    <w:rsid w:val="00B60F55"/>
    <w:rsid w:val="00B61C2B"/>
    <w:rsid w:val="00B62D5C"/>
    <w:rsid w:val="00B62F17"/>
    <w:rsid w:val="00B6313A"/>
    <w:rsid w:val="00B637B9"/>
    <w:rsid w:val="00B63A10"/>
    <w:rsid w:val="00B6476E"/>
    <w:rsid w:val="00B64ABD"/>
    <w:rsid w:val="00B65B64"/>
    <w:rsid w:val="00B66683"/>
    <w:rsid w:val="00B66EA4"/>
    <w:rsid w:val="00B6768C"/>
    <w:rsid w:val="00B67755"/>
    <w:rsid w:val="00B67BD3"/>
    <w:rsid w:val="00B67D16"/>
    <w:rsid w:val="00B67EA6"/>
    <w:rsid w:val="00B67F6B"/>
    <w:rsid w:val="00B70097"/>
    <w:rsid w:val="00B70239"/>
    <w:rsid w:val="00B70757"/>
    <w:rsid w:val="00B70BE0"/>
    <w:rsid w:val="00B70C0A"/>
    <w:rsid w:val="00B71B67"/>
    <w:rsid w:val="00B720E4"/>
    <w:rsid w:val="00B7333A"/>
    <w:rsid w:val="00B74473"/>
    <w:rsid w:val="00B745C8"/>
    <w:rsid w:val="00B75006"/>
    <w:rsid w:val="00B75129"/>
    <w:rsid w:val="00B75BDB"/>
    <w:rsid w:val="00B75EC7"/>
    <w:rsid w:val="00B76E6A"/>
    <w:rsid w:val="00B76EC3"/>
    <w:rsid w:val="00B76EDA"/>
    <w:rsid w:val="00B807D4"/>
    <w:rsid w:val="00B8084D"/>
    <w:rsid w:val="00B80C48"/>
    <w:rsid w:val="00B80D3E"/>
    <w:rsid w:val="00B80F33"/>
    <w:rsid w:val="00B813F4"/>
    <w:rsid w:val="00B819E2"/>
    <w:rsid w:val="00B81BB0"/>
    <w:rsid w:val="00B81C1C"/>
    <w:rsid w:val="00B81CBC"/>
    <w:rsid w:val="00B81D46"/>
    <w:rsid w:val="00B8243C"/>
    <w:rsid w:val="00B828A6"/>
    <w:rsid w:val="00B82964"/>
    <w:rsid w:val="00B82AC9"/>
    <w:rsid w:val="00B84052"/>
    <w:rsid w:val="00B84559"/>
    <w:rsid w:val="00B849AB"/>
    <w:rsid w:val="00B84FDD"/>
    <w:rsid w:val="00B85B0F"/>
    <w:rsid w:val="00B85F77"/>
    <w:rsid w:val="00B87187"/>
    <w:rsid w:val="00B8732C"/>
    <w:rsid w:val="00B876A5"/>
    <w:rsid w:val="00B87AAF"/>
    <w:rsid w:val="00B90110"/>
    <w:rsid w:val="00B901E0"/>
    <w:rsid w:val="00B90DFD"/>
    <w:rsid w:val="00B9176A"/>
    <w:rsid w:val="00B91842"/>
    <w:rsid w:val="00B91FC9"/>
    <w:rsid w:val="00B9274C"/>
    <w:rsid w:val="00B92B00"/>
    <w:rsid w:val="00B92F14"/>
    <w:rsid w:val="00B930E3"/>
    <w:rsid w:val="00B930F2"/>
    <w:rsid w:val="00B9318A"/>
    <w:rsid w:val="00B94C4A"/>
    <w:rsid w:val="00B95176"/>
    <w:rsid w:val="00B957A9"/>
    <w:rsid w:val="00B958A2"/>
    <w:rsid w:val="00B961D9"/>
    <w:rsid w:val="00B97BDA"/>
    <w:rsid w:val="00BA093F"/>
    <w:rsid w:val="00BA12B9"/>
    <w:rsid w:val="00BA12DC"/>
    <w:rsid w:val="00BA16EE"/>
    <w:rsid w:val="00BA1736"/>
    <w:rsid w:val="00BA189D"/>
    <w:rsid w:val="00BA257B"/>
    <w:rsid w:val="00BA2ACC"/>
    <w:rsid w:val="00BA31BC"/>
    <w:rsid w:val="00BA4827"/>
    <w:rsid w:val="00BA5108"/>
    <w:rsid w:val="00BA52A9"/>
    <w:rsid w:val="00BA5423"/>
    <w:rsid w:val="00BA5BA6"/>
    <w:rsid w:val="00BA61D5"/>
    <w:rsid w:val="00BA681E"/>
    <w:rsid w:val="00BA7241"/>
    <w:rsid w:val="00BA73E4"/>
    <w:rsid w:val="00BA7EFC"/>
    <w:rsid w:val="00BB0639"/>
    <w:rsid w:val="00BB08EC"/>
    <w:rsid w:val="00BB111E"/>
    <w:rsid w:val="00BB1124"/>
    <w:rsid w:val="00BB1DF3"/>
    <w:rsid w:val="00BB241F"/>
    <w:rsid w:val="00BB2AF2"/>
    <w:rsid w:val="00BB2D03"/>
    <w:rsid w:val="00BB3E34"/>
    <w:rsid w:val="00BB3E62"/>
    <w:rsid w:val="00BB41A6"/>
    <w:rsid w:val="00BB423B"/>
    <w:rsid w:val="00BB4350"/>
    <w:rsid w:val="00BB491A"/>
    <w:rsid w:val="00BB50F3"/>
    <w:rsid w:val="00BB5CBF"/>
    <w:rsid w:val="00BB6192"/>
    <w:rsid w:val="00BB6492"/>
    <w:rsid w:val="00BB69B0"/>
    <w:rsid w:val="00BB6FDF"/>
    <w:rsid w:val="00BB71CE"/>
    <w:rsid w:val="00BB785B"/>
    <w:rsid w:val="00BB79A5"/>
    <w:rsid w:val="00BB7A1A"/>
    <w:rsid w:val="00BC03E8"/>
    <w:rsid w:val="00BC0AF1"/>
    <w:rsid w:val="00BC177E"/>
    <w:rsid w:val="00BC2D79"/>
    <w:rsid w:val="00BC2DDD"/>
    <w:rsid w:val="00BC3172"/>
    <w:rsid w:val="00BC355B"/>
    <w:rsid w:val="00BC40FF"/>
    <w:rsid w:val="00BC4169"/>
    <w:rsid w:val="00BC5032"/>
    <w:rsid w:val="00BC597F"/>
    <w:rsid w:val="00BC5C06"/>
    <w:rsid w:val="00BC5CD9"/>
    <w:rsid w:val="00BC6037"/>
    <w:rsid w:val="00BC60C8"/>
    <w:rsid w:val="00BC61E5"/>
    <w:rsid w:val="00BC67AB"/>
    <w:rsid w:val="00BC6982"/>
    <w:rsid w:val="00BC6B83"/>
    <w:rsid w:val="00BC730D"/>
    <w:rsid w:val="00BC757B"/>
    <w:rsid w:val="00BC7A93"/>
    <w:rsid w:val="00BD004E"/>
    <w:rsid w:val="00BD068C"/>
    <w:rsid w:val="00BD0E92"/>
    <w:rsid w:val="00BD10AB"/>
    <w:rsid w:val="00BD19C2"/>
    <w:rsid w:val="00BD2005"/>
    <w:rsid w:val="00BD2E6D"/>
    <w:rsid w:val="00BD382A"/>
    <w:rsid w:val="00BD3F4C"/>
    <w:rsid w:val="00BD4235"/>
    <w:rsid w:val="00BD4436"/>
    <w:rsid w:val="00BD4B86"/>
    <w:rsid w:val="00BD4BEB"/>
    <w:rsid w:val="00BD528A"/>
    <w:rsid w:val="00BD52DD"/>
    <w:rsid w:val="00BD5440"/>
    <w:rsid w:val="00BD58B8"/>
    <w:rsid w:val="00BD649B"/>
    <w:rsid w:val="00BD6705"/>
    <w:rsid w:val="00BD6F4B"/>
    <w:rsid w:val="00BD72D2"/>
    <w:rsid w:val="00BD7554"/>
    <w:rsid w:val="00BD7952"/>
    <w:rsid w:val="00BD7C0C"/>
    <w:rsid w:val="00BD7F71"/>
    <w:rsid w:val="00BE02CD"/>
    <w:rsid w:val="00BE0938"/>
    <w:rsid w:val="00BE105D"/>
    <w:rsid w:val="00BE12F7"/>
    <w:rsid w:val="00BE1F61"/>
    <w:rsid w:val="00BE2100"/>
    <w:rsid w:val="00BE2870"/>
    <w:rsid w:val="00BE2BDC"/>
    <w:rsid w:val="00BE2E67"/>
    <w:rsid w:val="00BE338B"/>
    <w:rsid w:val="00BE3ACA"/>
    <w:rsid w:val="00BE3EAF"/>
    <w:rsid w:val="00BE40CF"/>
    <w:rsid w:val="00BE41D9"/>
    <w:rsid w:val="00BE52B1"/>
    <w:rsid w:val="00BE5537"/>
    <w:rsid w:val="00BE5A6E"/>
    <w:rsid w:val="00BE64FA"/>
    <w:rsid w:val="00BE6A9E"/>
    <w:rsid w:val="00BE7138"/>
    <w:rsid w:val="00BE7160"/>
    <w:rsid w:val="00BE7324"/>
    <w:rsid w:val="00BF1209"/>
    <w:rsid w:val="00BF14A9"/>
    <w:rsid w:val="00BF19F9"/>
    <w:rsid w:val="00BF2B42"/>
    <w:rsid w:val="00BF2C66"/>
    <w:rsid w:val="00BF2CF4"/>
    <w:rsid w:val="00BF2F04"/>
    <w:rsid w:val="00BF35DB"/>
    <w:rsid w:val="00BF3962"/>
    <w:rsid w:val="00BF3C91"/>
    <w:rsid w:val="00BF3E37"/>
    <w:rsid w:val="00BF44A3"/>
    <w:rsid w:val="00BF4DEF"/>
    <w:rsid w:val="00BF535D"/>
    <w:rsid w:val="00BF5795"/>
    <w:rsid w:val="00BF5881"/>
    <w:rsid w:val="00BF5D3C"/>
    <w:rsid w:val="00BF6FB7"/>
    <w:rsid w:val="00BF7B67"/>
    <w:rsid w:val="00C00CC5"/>
    <w:rsid w:val="00C00FC3"/>
    <w:rsid w:val="00C01164"/>
    <w:rsid w:val="00C01464"/>
    <w:rsid w:val="00C0156B"/>
    <w:rsid w:val="00C01BAC"/>
    <w:rsid w:val="00C02E62"/>
    <w:rsid w:val="00C030CD"/>
    <w:rsid w:val="00C041D1"/>
    <w:rsid w:val="00C04382"/>
    <w:rsid w:val="00C04B1D"/>
    <w:rsid w:val="00C052E0"/>
    <w:rsid w:val="00C05830"/>
    <w:rsid w:val="00C05B7B"/>
    <w:rsid w:val="00C05BCE"/>
    <w:rsid w:val="00C06DE7"/>
    <w:rsid w:val="00C104B0"/>
    <w:rsid w:val="00C1066D"/>
    <w:rsid w:val="00C10C5B"/>
    <w:rsid w:val="00C11412"/>
    <w:rsid w:val="00C114E6"/>
    <w:rsid w:val="00C114ED"/>
    <w:rsid w:val="00C11AF4"/>
    <w:rsid w:val="00C11B2D"/>
    <w:rsid w:val="00C120C5"/>
    <w:rsid w:val="00C1296E"/>
    <w:rsid w:val="00C13131"/>
    <w:rsid w:val="00C138C6"/>
    <w:rsid w:val="00C13FE0"/>
    <w:rsid w:val="00C146C5"/>
    <w:rsid w:val="00C14D31"/>
    <w:rsid w:val="00C151C5"/>
    <w:rsid w:val="00C15427"/>
    <w:rsid w:val="00C15F13"/>
    <w:rsid w:val="00C160A4"/>
    <w:rsid w:val="00C16A7E"/>
    <w:rsid w:val="00C16B78"/>
    <w:rsid w:val="00C16D96"/>
    <w:rsid w:val="00C16EA9"/>
    <w:rsid w:val="00C17E73"/>
    <w:rsid w:val="00C204A7"/>
    <w:rsid w:val="00C20E6D"/>
    <w:rsid w:val="00C2126E"/>
    <w:rsid w:val="00C216AA"/>
    <w:rsid w:val="00C21894"/>
    <w:rsid w:val="00C2192A"/>
    <w:rsid w:val="00C21B9F"/>
    <w:rsid w:val="00C21D0F"/>
    <w:rsid w:val="00C220AC"/>
    <w:rsid w:val="00C22E23"/>
    <w:rsid w:val="00C2386E"/>
    <w:rsid w:val="00C23EF8"/>
    <w:rsid w:val="00C23FF3"/>
    <w:rsid w:val="00C25242"/>
    <w:rsid w:val="00C257EC"/>
    <w:rsid w:val="00C260FB"/>
    <w:rsid w:val="00C27320"/>
    <w:rsid w:val="00C27BA7"/>
    <w:rsid w:val="00C3154B"/>
    <w:rsid w:val="00C31BA2"/>
    <w:rsid w:val="00C31CD1"/>
    <w:rsid w:val="00C32104"/>
    <w:rsid w:val="00C3259B"/>
    <w:rsid w:val="00C32E27"/>
    <w:rsid w:val="00C3333C"/>
    <w:rsid w:val="00C33D4B"/>
    <w:rsid w:val="00C340E7"/>
    <w:rsid w:val="00C351E8"/>
    <w:rsid w:val="00C355D6"/>
    <w:rsid w:val="00C3592C"/>
    <w:rsid w:val="00C363DE"/>
    <w:rsid w:val="00C3645D"/>
    <w:rsid w:val="00C365AA"/>
    <w:rsid w:val="00C373F8"/>
    <w:rsid w:val="00C37814"/>
    <w:rsid w:val="00C37E4C"/>
    <w:rsid w:val="00C40203"/>
    <w:rsid w:val="00C40384"/>
    <w:rsid w:val="00C4056E"/>
    <w:rsid w:val="00C41357"/>
    <w:rsid w:val="00C41443"/>
    <w:rsid w:val="00C41522"/>
    <w:rsid w:val="00C415BE"/>
    <w:rsid w:val="00C41656"/>
    <w:rsid w:val="00C416DE"/>
    <w:rsid w:val="00C41799"/>
    <w:rsid w:val="00C41D23"/>
    <w:rsid w:val="00C41E0D"/>
    <w:rsid w:val="00C42151"/>
    <w:rsid w:val="00C4251B"/>
    <w:rsid w:val="00C42735"/>
    <w:rsid w:val="00C42BF1"/>
    <w:rsid w:val="00C43627"/>
    <w:rsid w:val="00C4372B"/>
    <w:rsid w:val="00C437FA"/>
    <w:rsid w:val="00C43AD2"/>
    <w:rsid w:val="00C447D8"/>
    <w:rsid w:val="00C44E02"/>
    <w:rsid w:val="00C45357"/>
    <w:rsid w:val="00C45A3C"/>
    <w:rsid w:val="00C46698"/>
    <w:rsid w:val="00C46AEA"/>
    <w:rsid w:val="00C471D2"/>
    <w:rsid w:val="00C4734A"/>
    <w:rsid w:val="00C478C0"/>
    <w:rsid w:val="00C47D91"/>
    <w:rsid w:val="00C47F29"/>
    <w:rsid w:val="00C50507"/>
    <w:rsid w:val="00C50564"/>
    <w:rsid w:val="00C50585"/>
    <w:rsid w:val="00C510D1"/>
    <w:rsid w:val="00C51389"/>
    <w:rsid w:val="00C5144A"/>
    <w:rsid w:val="00C52130"/>
    <w:rsid w:val="00C52412"/>
    <w:rsid w:val="00C5333C"/>
    <w:rsid w:val="00C53A99"/>
    <w:rsid w:val="00C54FCD"/>
    <w:rsid w:val="00C5621B"/>
    <w:rsid w:val="00C56663"/>
    <w:rsid w:val="00C56B8B"/>
    <w:rsid w:val="00C56C9F"/>
    <w:rsid w:val="00C570DE"/>
    <w:rsid w:val="00C57FB9"/>
    <w:rsid w:val="00C60201"/>
    <w:rsid w:val="00C60F0C"/>
    <w:rsid w:val="00C618A0"/>
    <w:rsid w:val="00C61B39"/>
    <w:rsid w:val="00C62004"/>
    <w:rsid w:val="00C622B9"/>
    <w:rsid w:val="00C62852"/>
    <w:rsid w:val="00C62B39"/>
    <w:rsid w:val="00C62D01"/>
    <w:rsid w:val="00C62D91"/>
    <w:rsid w:val="00C62FC7"/>
    <w:rsid w:val="00C6365C"/>
    <w:rsid w:val="00C637DE"/>
    <w:rsid w:val="00C63C01"/>
    <w:rsid w:val="00C63D0D"/>
    <w:rsid w:val="00C63DF0"/>
    <w:rsid w:val="00C63F94"/>
    <w:rsid w:val="00C6432C"/>
    <w:rsid w:val="00C646A3"/>
    <w:rsid w:val="00C6478F"/>
    <w:rsid w:val="00C64FF1"/>
    <w:rsid w:val="00C652DB"/>
    <w:rsid w:val="00C65D5B"/>
    <w:rsid w:val="00C65D94"/>
    <w:rsid w:val="00C65E7D"/>
    <w:rsid w:val="00C6674D"/>
    <w:rsid w:val="00C66E96"/>
    <w:rsid w:val="00C66EA7"/>
    <w:rsid w:val="00C67709"/>
    <w:rsid w:val="00C70A52"/>
    <w:rsid w:val="00C70F9F"/>
    <w:rsid w:val="00C72533"/>
    <w:rsid w:val="00C72663"/>
    <w:rsid w:val="00C7307F"/>
    <w:rsid w:val="00C734F7"/>
    <w:rsid w:val="00C736A4"/>
    <w:rsid w:val="00C74062"/>
    <w:rsid w:val="00C74973"/>
    <w:rsid w:val="00C758C3"/>
    <w:rsid w:val="00C76428"/>
    <w:rsid w:val="00C767C4"/>
    <w:rsid w:val="00C772BB"/>
    <w:rsid w:val="00C77C53"/>
    <w:rsid w:val="00C80478"/>
    <w:rsid w:val="00C8053D"/>
    <w:rsid w:val="00C80548"/>
    <w:rsid w:val="00C80B8D"/>
    <w:rsid w:val="00C826CC"/>
    <w:rsid w:val="00C83216"/>
    <w:rsid w:val="00C83962"/>
    <w:rsid w:val="00C8396D"/>
    <w:rsid w:val="00C83A96"/>
    <w:rsid w:val="00C83FF7"/>
    <w:rsid w:val="00C8439C"/>
    <w:rsid w:val="00C851DF"/>
    <w:rsid w:val="00C8521B"/>
    <w:rsid w:val="00C852D5"/>
    <w:rsid w:val="00C8530A"/>
    <w:rsid w:val="00C858DC"/>
    <w:rsid w:val="00C85FB4"/>
    <w:rsid w:val="00C860FB"/>
    <w:rsid w:val="00C87B72"/>
    <w:rsid w:val="00C87C4E"/>
    <w:rsid w:val="00C87EAA"/>
    <w:rsid w:val="00C9004B"/>
    <w:rsid w:val="00C902A6"/>
    <w:rsid w:val="00C90B1E"/>
    <w:rsid w:val="00C91643"/>
    <w:rsid w:val="00C922F6"/>
    <w:rsid w:val="00C9236F"/>
    <w:rsid w:val="00C92678"/>
    <w:rsid w:val="00C9334D"/>
    <w:rsid w:val="00C9345D"/>
    <w:rsid w:val="00C93D61"/>
    <w:rsid w:val="00C94DB8"/>
    <w:rsid w:val="00C957FC"/>
    <w:rsid w:val="00C95CA8"/>
    <w:rsid w:val="00C96354"/>
    <w:rsid w:val="00C96DBF"/>
    <w:rsid w:val="00C96FB6"/>
    <w:rsid w:val="00C972F3"/>
    <w:rsid w:val="00C97542"/>
    <w:rsid w:val="00C97682"/>
    <w:rsid w:val="00CA0919"/>
    <w:rsid w:val="00CA1108"/>
    <w:rsid w:val="00CA1674"/>
    <w:rsid w:val="00CA17E3"/>
    <w:rsid w:val="00CA181C"/>
    <w:rsid w:val="00CA1DFB"/>
    <w:rsid w:val="00CA2283"/>
    <w:rsid w:val="00CA251B"/>
    <w:rsid w:val="00CA2FA6"/>
    <w:rsid w:val="00CA3F06"/>
    <w:rsid w:val="00CA3F7F"/>
    <w:rsid w:val="00CA43C7"/>
    <w:rsid w:val="00CA471A"/>
    <w:rsid w:val="00CA492F"/>
    <w:rsid w:val="00CA4A01"/>
    <w:rsid w:val="00CA5664"/>
    <w:rsid w:val="00CA571E"/>
    <w:rsid w:val="00CA5F4C"/>
    <w:rsid w:val="00CA6BAF"/>
    <w:rsid w:val="00CA6FAA"/>
    <w:rsid w:val="00CA71EE"/>
    <w:rsid w:val="00CA74A7"/>
    <w:rsid w:val="00CA7C3C"/>
    <w:rsid w:val="00CB01CF"/>
    <w:rsid w:val="00CB027A"/>
    <w:rsid w:val="00CB11D4"/>
    <w:rsid w:val="00CB1315"/>
    <w:rsid w:val="00CB179C"/>
    <w:rsid w:val="00CB1D7D"/>
    <w:rsid w:val="00CB2677"/>
    <w:rsid w:val="00CB41D6"/>
    <w:rsid w:val="00CB43F2"/>
    <w:rsid w:val="00CB48D0"/>
    <w:rsid w:val="00CB4C20"/>
    <w:rsid w:val="00CB5084"/>
    <w:rsid w:val="00CB511C"/>
    <w:rsid w:val="00CB51E1"/>
    <w:rsid w:val="00CB5D45"/>
    <w:rsid w:val="00CB5FB7"/>
    <w:rsid w:val="00CB66BC"/>
    <w:rsid w:val="00CB6AE4"/>
    <w:rsid w:val="00CB7390"/>
    <w:rsid w:val="00CC023A"/>
    <w:rsid w:val="00CC05D9"/>
    <w:rsid w:val="00CC0932"/>
    <w:rsid w:val="00CC0A62"/>
    <w:rsid w:val="00CC13BF"/>
    <w:rsid w:val="00CC1EA3"/>
    <w:rsid w:val="00CC2084"/>
    <w:rsid w:val="00CC21E6"/>
    <w:rsid w:val="00CC2505"/>
    <w:rsid w:val="00CC2AD2"/>
    <w:rsid w:val="00CC359E"/>
    <w:rsid w:val="00CC3DD8"/>
    <w:rsid w:val="00CC42F4"/>
    <w:rsid w:val="00CC4738"/>
    <w:rsid w:val="00CC524D"/>
    <w:rsid w:val="00CC6983"/>
    <w:rsid w:val="00CC72D1"/>
    <w:rsid w:val="00CC76A2"/>
    <w:rsid w:val="00CC7F33"/>
    <w:rsid w:val="00CD02D5"/>
    <w:rsid w:val="00CD030B"/>
    <w:rsid w:val="00CD0503"/>
    <w:rsid w:val="00CD1177"/>
    <w:rsid w:val="00CD21B0"/>
    <w:rsid w:val="00CD27F1"/>
    <w:rsid w:val="00CD29A4"/>
    <w:rsid w:val="00CD2A33"/>
    <w:rsid w:val="00CD2E9C"/>
    <w:rsid w:val="00CD38C9"/>
    <w:rsid w:val="00CD4BEC"/>
    <w:rsid w:val="00CD4FEA"/>
    <w:rsid w:val="00CD5908"/>
    <w:rsid w:val="00CD6646"/>
    <w:rsid w:val="00CD6DF8"/>
    <w:rsid w:val="00CD6FD8"/>
    <w:rsid w:val="00CD71C6"/>
    <w:rsid w:val="00CD72C8"/>
    <w:rsid w:val="00CD740D"/>
    <w:rsid w:val="00CD7B3D"/>
    <w:rsid w:val="00CD7BC3"/>
    <w:rsid w:val="00CD7C02"/>
    <w:rsid w:val="00CD7F9C"/>
    <w:rsid w:val="00CE0749"/>
    <w:rsid w:val="00CE08A5"/>
    <w:rsid w:val="00CE1BF5"/>
    <w:rsid w:val="00CE25FC"/>
    <w:rsid w:val="00CE2CDA"/>
    <w:rsid w:val="00CE3208"/>
    <w:rsid w:val="00CE38B5"/>
    <w:rsid w:val="00CE59FC"/>
    <w:rsid w:val="00CE5B5B"/>
    <w:rsid w:val="00CE642C"/>
    <w:rsid w:val="00CE64E3"/>
    <w:rsid w:val="00CE66F3"/>
    <w:rsid w:val="00CE6CA1"/>
    <w:rsid w:val="00CE6E46"/>
    <w:rsid w:val="00CE7F2A"/>
    <w:rsid w:val="00CF0356"/>
    <w:rsid w:val="00CF13E5"/>
    <w:rsid w:val="00CF1E01"/>
    <w:rsid w:val="00CF200B"/>
    <w:rsid w:val="00CF2DD4"/>
    <w:rsid w:val="00CF2E2A"/>
    <w:rsid w:val="00CF312C"/>
    <w:rsid w:val="00CF440C"/>
    <w:rsid w:val="00CF44F3"/>
    <w:rsid w:val="00CF4586"/>
    <w:rsid w:val="00CF5749"/>
    <w:rsid w:val="00CF58DB"/>
    <w:rsid w:val="00CF5DC9"/>
    <w:rsid w:val="00CF6562"/>
    <w:rsid w:val="00CF6EBE"/>
    <w:rsid w:val="00CF7F31"/>
    <w:rsid w:val="00D002BA"/>
    <w:rsid w:val="00D006FC"/>
    <w:rsid w:val="00D007A7"/>
    <w:rsid w:val="00D00BF7"/>
    <w:rsid w:val="00D00E85"/>
    <w:rsid w:val="00D02422"/>
    <w:rsid w:val="00D02BFA"/>
    <w:rsid w:val="00D02EDE"/>
    <w:rsid w:val="00D03D1C"/>
    <w:rsid w:val="00D04683"/>
    <w:rsid w:val="00D05382"/>
    <w:rsid w:val="00D059C5"/>
    <w:rsid w:val="00D05D74"/>
    <w:rsid w:val="00D05E2C"/>
    <w:rsid w:val="00D05ED6"/>
    <w:rsid w:val="00D06CDF"/>
    <w:rsid w:val="00D07044"/>
    <w:rsid w:val="00D07554"/>
    <w:rsid w:val="00D07AC9"/>
    <w:rsid w:val="00D07EC2"/>
    <w:rsid w:val="00D1024F"/>
    <w:rsid w:val="00D111B6"/>
    <w:rsid w:val="00D112DC"/>
    <w:rsid w:val="00D1239F"/>
    <w:rsid w:val="00D12C4A"/>
    <w:rsid w:val="00D13732"/>
    <w:rsid w:val="00D14AA7"/>
    <w:rsid w:val="00D14ACB"/>
    <w:rsid w:val="00D1562F"/>
    <w:rsid w:val="00D16069"/>
    <w:rsid w:val="00D16B6D"/>
    <w:rsid w:val="00D172D3"/>
    <w:rsid w:val="00D174E8"/>
    <w:rsid w:val="00D20B5F"/>
    <w:rsid w:val="00D20DA8"/>
    <w:rsid w:val="00D20F87"/>
    <w:rsid w:val="00D20FA4"/>
    <w:rsid w:val="00D22043"/>
    <w:rsid w:val="00D2249A"/>
    <w:rsid w:val="00D224C7"/>
    <w:rsid w:val="00D228D1"/>
    <w:rsid w:val="00D23CA4"/>
    <w:rsid w:val="00D244F7"/>
    <w:rsid w:val="00D24725"/>
    <w:rsid w:val="00D2479B"/>
    <w:rsid w:val="00D250AA"/>
    <w:rsid w:val="00D259B8"/>
    <w:rsid w:val="00D25A6E"/>
    <w:rsid w:val="00D25F6B"/>
    <w:rsid w:val="00D2623D"/>
    <w:rsid w:val="00D26651"/>
    <w:rsid w:val="00D27342"/>
    <w:rsid w:val="00D27FC0"/>
    <w:rsid w:val="00D30114"/>
    <w:rsid w:val="00D309BF"/>
    <w:rsid w:val="00D3127C"/>
    <w:rsid w:val="00D32FF7"/>
    <w:rsid w:val="00D333EB"/>
    <w:rsid w:val="00D33431"/>
    <w:rsid w:val="00D334A3"/>
    <w:rsid w:val="00D338A6"/>
    <w:rsid w:val="00D340CC"/>
    <w:rsid w:val="00D3422A"/>
    <w:rsid w:val="00D35751"/>
    <w:rsid w:val="00D35896"/>
    <w:rsid w:val="00D35C15"/>
    <w:rsid w:val="00D35E84"/>
    <w:rsid w:val="00D3602B"/>
    <w:rsid w:val="00D3641E"/>
    <w:rsid w:val="00D36563"/>
    <w:rsid w:val="00D36CAB"/>
    <w:rsid w:val="00D37085"/>
    <w:rsid w:val="00D370A0"/>
    <w:rsid w:val="00D37195"/>
    <w:rsid w:val="00D3730C"/>
    <w:rsid w:val="00D37A12"/>
    <w:rsid w:val="00D40D4B"/>
    <w:rsid w:val="00D40EE1"/>
    <w:rsid w:val="00D40FFD"/>
    <w:rsid w:val="00D41902"/>
    <w:rsid w:val="00D41D3E"/>
    <w:rsid w:val="00D42FE2"/>
    <w:rsid w:val="00D43BCB"/>
    <w:rsid w:val="00D43C34"/>
    <w:rsid w:val="00D43F3A"/>
    <w:rsid w:val="00D447B3"/>
    <w:rsid w:val="00D448EB"/>
    <w:rsid w:val="00D44B64"/>
    <w:rsid w:val="00D45552"/>
    <w:rsid w:val="00D45AF8"/>
    <w:rsid w:val="00D4659E"/>
    <w:rsid w:val="00D46C62"/>
    <w:rsid w:val="00D4732C"/>
    <w:rsid w:val="00D47604"/>
    <w:rsid w:val="00D4785D"/>
    <w:rsid w:val="00D47E21"/>
    <w:rsid w:val="00D47E5B"/>
    <w:rsid w:val="00D50C78"/>
    <w:rsid w:val="00D50CDE"/>
    <w:rsid w:val="00D51D71"/>
    <w:rsid w:val="00D51DBB"/>
    <w:rsid w:val="00D51E92"/>
    <w:rsid w:val="00D525EB"/>
    <w:rsid w:val="00D52D17"/>
    <w:rsid w:val="00D53268"/>
    <w:rsid w:val="00D544BC"/>
    <w:rsid w:val="00D54590"/>
    <w:rsid w:val="00D55AA9"/>
    <w:rsid w:val="00D55E06"/>
    <w:rsid w:val="00D56728"/>
    <w:rsid w:val="00D56734"/>
    <w:rsid w:val="00D567A3"/>
    <w:rsid w:val="00D56A3E"/>
    <w:rsid w:val="00D57C62"/>
    <w:rsid w:val="00D60624"/>
    <w:rsid w:val="00D610AD"/>
    <w:rsid w:val="00D6160B"/>
    <w:rsid w:val="00D625E3"/>
    <w:rsid w:val="00D62B49"/>
    <w:rsid w:val="00D63544"/>
    <w:rsid w:val="00D63C54"/>
    <w:rsid w:val="00D6475A"/>
    <w:rsid w:val="00D647E7"/>
    <w:rsid w:val="00D647F2"/>
    <w:rsid w:val="00D6486C"/>
    <w:rsid w:val="00D64A80"/>
    <w:rsid w:val="00D64AFA"/>
    <w:rsid w:val="00D6554C"/>
    <w:rsid w:val="00D66B6F"/>
    <w:rsid w:val="00D66D64"/>
    <w:rsid w:val="00D66D66"/>
    <w:rsid w:val="00D66FE1"/>
    <w:rsid w:val="00D67030"/>
    <w:rsid w:val="00D67275"/>
    <w:rsid w:val="00D67845"/>
    <w:rsid w:val="00D67BD5"/>
    <w:rsid w:val="00D70280"/>
    <w:rsid w:val="00D704A6"/>
    <w:rsid w:val="00D70BFE"/>
    <w:rsid w:val="00D710FD"/>
    <w:rsid w:val="00D717A4"/>
    <w:rsid w:val="00D71A2E"/>
    <w:rsid w:val="00D71E4E"/>
    <w:rsid w:val="00D72C12"/>
    <w:rsid w:val="00D732A5"/>
    <w:rsid w:val="00D7365A"/>
    <w:rsid w:val="00D747A6"/>
    <w:rsid w:val="00D7492F"/>
    <w:rsid w:val="00D74BD6"/>
    <w:rsid w:val="00D751FD"/>
    <w:rsid w:val="00D75A47"/>
    <w:rsid w:val="00D762B8"/>
    <w:rsid w:val="00D767BD"/>
    <w:rsid w:val="00D76B20"/>
    <w:rsid w:val="00D77049"/>
    <w:rsid w:val="00D77CAA"/>
    <w:rsid w:val="00D801E4"/>
    <w:rsid w:val="00D8065A"/>
    <w:rsid w:val="00D819AA"/>
    <w:rsid w:val="00D819ED"/>
    <w:rsid w:val="00D81F33"/>
    <w:rsid w:val="00D821DC"/>
    <w:rsid w:val="00D8297E"/>
    <w:rsid w:val="00D82E8F"/>
    <w:rsid w:val="00D82EE4"/>
    <w:rsid w:val="00D82FB6"/>
    <w:rsid w:val="00D840A6"/>
    <w:rsid w:val="00D84540"/>
    <w:rsid w:val="00D845D0"/>
    <w:rsid w:val="00D85104"/>
    <w:rsid w:val="00D85DA9"/>
    <w:rsid w:val="00D8647A"/>
    <w:rsid w:val="00D869C6"/>
    <w:rsid w:val="00D8762F"/>
    <w:rsid w:val="00D8784B"/>
    <w:rsid w:val="00D902C0"/>
    <w:rsid w:val="00D904B1"/>
    <w:rsid w:val="00D9141F"/>
    <w:rsid w:val="00D916A6"/>
    <w:rsid w:val="00D918B2"/>
    <w:rsid w:val="00D91A32"/>
    <w:rsid w:val="00D92436"/>
    <w:rsid w:val="00D929F9"/>
    <w:rsid w:val="00D92A68"/>
    <w:rsid w:val="00D9380D"/>
    <w:rsid w:val="00D9500F"/>
    <w:rsid w:val="00D95026"/>
    <w:rsid w:val="00D96090"/>
    <w:rsid w:val="00D9609C"/>
    <w:rsid w:val="00D966A8"/>
    <w:rsid w:val="00D9672C"/>
    <w:rsid w:val="00D96B26"/>
    <w:rsid w:val="00D96B50"/>
    <w:rsid w:val="00D97002"/>
    <w:rsid w:val="00D97102"/>
    <w:rsid w:val="00D97672"/>
    <w:rsid w:val="00D976C9"/>
    <w:rsid w:val="00D97A99"/>
    <w:rsid w:val="00D97CE7"/>
    <w:rsid w:val="00DA020E"/>
    <w:rsid w:val="00DA02A4"/>
    <w:rsid w:val="00DA0410"/>
    <w:rsid w:val="00DA0A28"/>
    <w:rsid w:val="00DA0DBF"/>
    <w:rsid w:val="00DA100E"/>
    <w:rsid w:val="00DA1AF7"/>
    <w:rsid w:val="00DA281C"/>
    <w:rsid w:val="00DA2A4B"/>
    <w:rsid w:val="00DA3334"/>
    <w:rsid w:val="00DA3692"/>
    <w:rsid w:val="00DA387C"/>
    <w:rsid w:val="00DA3BC6"/>
    <w:rsid w:val="00DA3BCF"/>
    <w:rsid w:val="00DA4115"/>
    <w:rsid w:val="00DA4635"/>
    <w:rsid w:val="00DA47CA"/>
    <w:rsid w:val="00DA4DFA"/>
    <w:rsid w:val="00DA5045"/>
    <w:rsid w:val="00DA50D0"/>
    <w:rsid w:val="00DA53A7"/>
    <w:rsid w:val="00DA5992"/>
    <w:rsid w:val="00DA5DDF"/>
    <w:rsid w:val="00DA67A9"/>
    <w:rsid w:val="00DA7531"/>
    <w:rsid w:val="00DA7605"/>
    <w:rsid w:val="00DA7A0B"/>
    <w:rsid w:val="00DA7E6B"/>
    <w:rsid w:val="00DB05CD"/>
    <w:rsid w:val="00DB07F1"/>
    <w:rsid w:val="00DB0ACD"/>
    <w:rsid w:val="00DB0F6B"/>
    <w:rsid w:val="00DB111D"/>
    <w:rsid w:val="00DB12DC"/>
    <w:rsid w:val="00DB1806"/>
    <w:rsid w:val="00DB1D50"/>
    <w:rsid w:val="00DB2008"/>
    <w:rsid w:val="00DB223B"/>
    <w:rsid w:val="00DB2647"/>
    <w:rsid w:val="00DB29F7"/>
    <w:rsid w:val="00DB2A63"/>
    <w:rsid w:val="00DB2B5F"/>
    <w:rsid w:val="00DB2C2C"/>
    <w:rsid w:val="00DB2D7D"/>
    <w:rsid w:val="00DB5FCD"/>
    <w:rsid w:val="00DB6FE1"/>
    <w:rsid w:val="00DB798E"/>
    <w:rsid w:val="00DC0714"/>
    <w:rsid w:val="00DC07D0"/>
    <w:rsid w:val="00DC141E"/>
    <w:rsid w:val="00DC1834"/>
    <w:rsid w:val="00DC1B6D"/>
    <w:rsid w:val="00DC2E2B"/>
    <w:rsid w:val="00DC3273"/>
    <w:rsid w:val="00DC39FC"/>
    <w:rsid w:val="00DC4483"/>
    <w:rsid w:val="00DC44B2"/>
    <w:rsid w:val="00DC466C"/>
    <w:rsid w:val="00DC4B25"/>
    <w:rsid w:val="00DC5156"/>
    <w:rsid w:val="00DC5353"/>
    <w:rsid w:val="00DC56E2"/>
    <w:rsid w:val="00DC663E"/>
    <w:rsid w:val="00DC7662"/>
    <w:rsid w:val="00DD0FDC"/>
    <w:rsid w:val="00DD1228"/>
    <w:rsid w:val="00DD1262"/>
    <w:rsid w:val="00DD1272"/>
    <w:rsid w:val="00DD1B10"/>
    <w:rsid w:val="00DD264A"/>
    <w:rsid w:val="00DD2E7E"/>
    <w:rsid w:val="00DD3812"/>
    <w:rsid w:val="00DD382E"/>
    <w:rsid w:val="00DD456D"/>
    <w:rsid w:val="00DD4623"/>
    <w:rsid w:val="00DD55DA"/>
    <w:rsid w:val="00DD61B9"/>
    <w:rsid w:val="00DD68AD"/>
    <w:rsid w:val="00DD6B7B"/>
    <w:rsid w:val="00DD6F0B"/>
    <w:rsid w:val="00DD7252"/>
    <w:rsid w:val="00DD7677"/>
    <w:rsid w:val="00DE11E9"/>
    <w:rsid w:val="00DE13A5"/>
    <w:rsid w:val="00DE1B35"/>
    <w:rsid w:val="00DE2907"/>
    <w:rsid w:val="00DE2E23"/>
    <w:rsid w:val="00DE2E75"/>
    <w:rsid w:val="00DE331B"/>
    <w:rsid w:val="00DE33C2"/>
    <w:rsid w:val="00DE4592"/>
    <w:rsid w:val="00DE4861"/>
    <w:rsid w:val="00DE4E6C"/>
    <w:rsid w:val="00DE515D"/>
    <w:rsid w:val="00DE53C6"/>
    <w:rsid w:val="00DE6B24"/>
    <w:rsid w:val="00DE6DFE"/>
    <w:rsid w:val="00DE7A10"/>
    <w:rsid w:val="00DF0535"/>
    <w:rsid w:val="00DF076B"/>
    <w:rsid w:val="00DF0F44"/>
    <w:rsid w:val="00DF126C"/>
    <w:rsid w:val="00DF1329"/>
    <w:rsid w:val="00DF1570"/>
    <w:rsid w:val="00DF173F"/>
    <w:rsid w:val="00DF191C"/>
    <w:rsid w:val="00DF1940"/>
    <w:rsid w:val="00DF2317"/>
    <w:rsid w:val="00DF2535"/>
    <w:rsid w:val="00DF2789"/>
    <w:rsid w:val="00DF27F3"/>
    <w:rsid w:val="00DF2B4A"/>
    <w:rsid w:val="00DF2B93"/>
    <w:rsid w:val="00DF38EE"/>
    <w:rsid w:val="00DF3A0D"/>
    <w:rsid w:val="00DF477E"/>
    <w:rsid w:val="00DF5529"/>
    <w:rsid w:val="00DF58A1"/>
    <w:rsid w:val="00DF59DD"/>
    <w:rsid w:val="00DF59E1"/>
    <w:rsid w:val="00DF5B85"/>
    <w:rsid w:val="00DF5BD3"/>
    <w:rsid w:val="00DF5D21"/>
    <w:rsid w:val="00DF5EE4"/>
    <w:rsid w:val="00DF6265"/>
    <w:rsid w:val="00DF6867"/>
    <w:rsid w:val="00E002FE"/>
    <w:rsid w:val="00E00871"/>
    <w:rsid w:val="00E014BA"/>
    <w:rsid w:val="00E01A3D"/>
    <w:rsid w:val="00E01A96"/>
    <w:rsid w:val="00E02276"/>
    <w:rsid w:val="00E0234C"/>
    <w:rsid w:val="00E0297D"/>
    <w:rsid w:val="00E03973"/>
    <w:rsid w:val="00E0434B"/>
    <w:rsid w:val="00E055B7"/>
    <w:rsid w:val="00E05931"/>
    <w:rsid w:val="00E067DC"/>
    <w:rsid w:val="00E0684D"/>
    <w:rsid w:val="00E0689D"/>
    <w:rsid w:val="00E07384"/>
    <w:rsid w:val="00E0742E"/>
    <w:rsid w:val="00E10A26"/>
    <w:rsid w:val="00E1135A"/>
    <w:rsid w:val="00E12500"/>
    <w:rsid w:val="00E12DCA"/>
    <w:rsid w:val="00E1355A"/>
    <w:rsid w:val="00E137D1"/>
    <w:rsid w:val="00E13AEE"/>
    <w:rsid w:val="00E1470A"/>
    <w:rsid w:val="00E147AF"/>
    <w:rsid w:val="00E15FBD"/>
    <w:rsid w:val="00E15FDC"/>
    <w:rsid w:val="00E162A3"/>
    <w:rsid w:val="00E16DF2"/>
    <w:rsid w:val="00E174E7"/>
    <w:rsid w:val="00E202A5"/>
    <w:rsid w:val="00E203FC"/>
    <w:rsid w:val="00E20659"/>
    <w:rsid w:val="00E2197A"/>
    <w:rsid w:val="00E220FC"/>
    <w:rsid w:val="00E2232D"/>
    <w:rsid w:val="00E2262B"/>
    <w:rsid w:val="00E228FD"/>
    <w:rsid w:val="00E23B61"/>
    <w:rsid w:val="00E23C6E"/>
    <w:rsid w:val="00E24A16"/>
    <w:rsid w:val="00E25366"/>
    <w:rsid w:val="00E2575F"/>
    <w:rsid w:val="00E25A3F"/>
    <w:rsid w:val="00E25E45"/>
    <w:rsid w:val="00E25F87"/>
    <w:rsid w:val="00E268D5"/>
    <w:rsid w:val="00E26D13"/>
    <w:rsid w:val="00E27B10"/>
    <w:rsid w:val="00E30A00"/>
    <w:rsid w:val="00E31519"/>
    <w:rsid w:val="00E316E6"/>
    <w:rsid w:val="00E318D4"/>
    <w:rsid w:val="00E318EA"/>
    <w:rsid w:val="00E31DA7"/>
    <w:rsid w:val="00E324A5"/>
    <w:rsid w:val="00E334FE"/>
    <w:rsid w:val="00E347E0"/>
    <w:rsid w:val="00E353A0"/>
    <w:rsid w:val="00E35884"/>
    <w:rsid w:val="00E35D50"/>
    <w:rsid w:val="00E3765F"/>
    <w:rsid w:val="00E3799E"/>
    <w:rsid w:val="00E37A00"/>
    <w:rsid w:val="00E37CA2"/>
    <w:rsid w:val="00E40014"/>
    <w:rsid w:val="00E408DF"/>
    <w:rsid w:val="00E40DF8"/>
    <w:rsid w:val="00E40E30"/>
    <w:rsid w:val="00E41098"/>
    <w:rsid w:val="00E42D8D"/>
    <w:rsid w:val="00E43423"/>
    <w:rsid w:val="00E44854"/>
    <w:rsid w:val="00E457BC"/>
    <w:rsid w:val="00E4608F"/>
    <w:rsid w:val="00E4616C"/>
    <w:rsid w:val="00E46CCB"/>
    <w:rsid w:val="00E475CE"/>
    <w:rsid w:val="00E47740"/>
    <w:rsid w:val="00E5030D"/>
    <w:rsid w:val="00E505FE"/>
    <w:rsid w:val="00E50996"/>
    <w:rsid w:val="00E518D3"/>
    <w:rsid w:val="00E51956"/>
    <w:rsid w:val="00E52148"/>
    <w:rsid w:val="00E5280D"/>
    <w:rsid w:val="00E54470"/>
    <w:rsid w:val="00E54B02"/>
    <w:rsid w:val="00E55598"/>
    <w:rsid w:val="00E55685"/>
    <w:rsid w:val="00E5594F"/>
    <w:rsid w:val="00E5628B"/>
    <w:rsid w:val="00E56431"/>
    <w:rsid w:val="00E564A6"/>
    <w:rsid w:val="00E5689D"/>
    <w:rsid w:val="00E56AC4"/>
    <w:rsid w:val="00E57990"/>
    <w:rsid w:val="00E60222"/>
    <w:rsid w:val="00E605DA"/>
    <w:rsid w:val="00E6078A"/>
    <w:rsid w:val="00E60950"/>
    <w:rsid w:val="00E61012"/>
    <w:rsid w:val="00E61849"/>
    <w:rsid w:val="00E61E94"/>
    <w:rsid w:val="00E62216"/>
    <w:rsid w:val="00E62648"/>
    <w:rsid w:val="00E629D3"/>
    <w:rsid w:val="00E63016"/>
    <w:rsid w:val="00E6395C"/>
    <w:rsid w:val="00E639D5"/>
    <w:rsid w:val="00E6467B"/>
    <w:rsid w:val="00E64AA0"/>
    <w:rsid w:val="00E65ADB"/>
    <w:rsid w:val="00E66196"/>
    <w:rsid w:val="00E66884"/>
    <w:rsid w:val="00E668A7"/>
    <w:rsid w:val="00E6695B"/>
    <w:rsid w:val="00E67203"/>
    <w:rsid w:val="00E672C9"/>
    <w:rsid w:val="00E672DE"/>
    <w:rsid w:val="00E67BAD"/>
    <w:rsid w:val="00E7071F"/>
    <w:rsid w:val="00E711E6"/>
    <w:rsid w:val="00E723AF"/>
    <w:rsid w:val="00E7373F"/>
    <w:rsid w:val="00E7379A"/>
    <w:rsid w:val="00E739EF"/>
    <w:rsid w:val="00E73FB3"/>
    <w:rsid w:val="00E74CEE"/>
    <w:rsid w:val="00E76536"/>
    <w:rsid w:val="00E76B8C"/>
    <w:rsid w:val="00E77820"/>
    <w:rsid w:val="00E77BCF"/>
    <w:rsid w:val="00E77CD4"/>
    <w:rsid w:val="00E80039"/>
    <w:rsid w:val="00E80495"/>
    <w:rsid w:val="00E809C3"/>
    <w:rsid w:val="00E80F8E"/>
    <w:rsid w:val="00E814B4"/>
    <w:rsid w:val="00E8169A"/>
    <w:rsid w:val="00E817CE"/>
    <w:rsid w:val="00E81960"/>
    <w:rsid w:val="00E81D03"/>
    <w:rsid w:val="00E823FD"/>
    <w:rsid w:val="00E82617"/>
    <w:rsid w:val="00E82747"/>
    <w:rsid w:val="00E84228"/>
    <w:rsid w:val="00E84358"/>
    <w:rsid w:val="00E85176"/>
    <w:rsid w:val="00E85377"/>
    <w:rsid w:val="00E854B1"/>
    <w:rsid w:val="00E85713"/>
    <w:rsid w:val="00E85B66"/>
    <w:rsid w:val="00E85D07"/>
    <w:rsid w:val="00E85ED9"/>
    <w:rsid w:val="00E86039"/>
    <w:rsid w:val="00E8605D"/>
    <w:rsid w:val="00E86B06"/>
    <w:rsid w:val="00E86BB5"/>
    <w:rsid w:val="00E87D96"/>
    <w:rsid w:val="00E90252"/>
    <w:rsid w:val="00E91B70"/>
    <w:rsid w:val="00E92277"/>
    <w:rsid w:val="00E93BE6"/>
    <w:rsid w:val="00E9438B"/>
    <w:rsid w:val="00E947F0"/>
    <w:rsid w:val="00E95357"/>
    <w:rsid w:val="00E9568D"/>
    <w:rsid w:val="00E957BC"/>
    <w:rsid w:val="00E95901"/>
    <w:rsid w:val="00E95BEA"/>
    <w:rsid w:val="00E9609C"/>
    <w:rsid w:val="00E96328"/>
    <w:rsid w:val="00E9635E"/>
    <w:rsid w:val="00E96547"/>
    <w:rsid w:val="00E96645"/>
    <w:rsid w:val="00E96C30"/>
    <w:rsid w:val="00E96E2B"/>
    <w:rsid w:val="00E96FCA"/>
    <w:rsid w:val="00E979B9"/>
    <w:rsid w:val="00E97ABD"/>
    <w:rsid w:val="00EA026E"/>
    <w:rsid w:val="00EA158E"/>
    <w:rsid w:val="00EA2CAE"/>
    <w:rsid w:val="00EA30D3"/>
    <w:rsid w:val="00EA3835"/>
    <w:rsid w:val="00EA39F5"/>
    <w:rsid w:val="00EA4CFE"/>
    <w:rsid w:val="00EA5F9D"/>
    <w:rsid w:val="00EA6371"/>
    <w:rsid w:val="00EA697B"/>
    <w:rsid w:val="00EA6F93"/>
    <w:rsid w:val="00EB0C32"/>
    <w:rsid w:val="00EB0D90"/>
    <w:rsid w:val="00EB0FB8"/>
    <w:rsid w:val="00EB1438"/>
    <w:rsid w:val="00EB15D0"/>
    <w:rsid w:val="00EB1875"/>
    <w:rsid w:val="00EB1CDD"/>
    <w:rsid w:val="00EB1E5E"/>
    <w:rsid w:val="00EB20FA"/>
    <w:rsid w:val="00EB24E1"/>
    <w:rsid w:val="00EB309F"/>
    <w:rsid w:val="00EB3619"/>
    <w:rsid w:val="00EB3D4B"/>
    <w:rsid w:val="00EB3DFC"/>
    <w:rsid w:val="00EB4023"/>
    <w:rsid w:val="00EB4B0C"/>
    <w:rsid w:val="00EB5398"/>
    <w:rsid w:val="00EB5D8F"/>
    <w:rsid w:val="00EB6002"/>
    <w:rsid w:val="00EB6069"/>
    <w:rsid w:val="00EB61AA"/>
    <w:rsid w:val="00EB641C"/>
    <w:rsid w:val="00EB6EEA"/>
    <w:rsid w:val="00EB787E"/>
    <w:rsid w:val="00EB7C40"/>
    <w:rsid w:val="00EC00F0"/>
    <w:rsid w:val="00EC0D01"/>
    <w:rsid w:val="00EC12B1"/>
    <w:rsid w:val="00EC1B81"/>
    <w:rsid w:val="00EC1EC9"/>
    <w:rsid w:val="00EC3065"/>
    <w:rsid w:val="00EC310C"/>
    <w:rsid w:val="00EC3420"/>
    <w:rsid w:val="00EC3AEA"/>
    <w:rsid w:val="00EC4E18"/>
    <w:rsid w:val="00EC5C64"/>
    <w:rsid w:val="00EC5F61"/>
    <w:rsid w:val="00EC646E"/>
    <w:rsid w:val="00EC6A86"/>
    <w:rsid w:val="00EC6EE9"/>
    <w:rsid w:val="00EC71C6"/>
    <w:rsid w:val="00EC781D"/>
    <w:rsid w:val="00EC7B61"/>
    <w:rsid w:val="00EC7F16"/>
    <w:rsid w:val="00EC7FAC"/>
    <w:rsid w:val="00ED0166"/>
    <w:rsid w:val="00ED07CE"/>
    <w:rsid w:val="00ED0A67"/>
    <w:rsid w:val="00ED0F02"/>
    <w:rsid w:val="00ED0FC2"/>
    <w:rsid w:val="00ED10E2"/>
    <w:rsid w:val="00ED1177"/>
    <w:rsid w:val="00ED1790"/>
    <w:rsid w:val="00ED179A"/>
    <w:rsid w:val="00ED2AAD"/>
    <w:rsid w:val="00ED2DFC"/>
    <w:rsid w:val="00ED2E16"/>
    <w:rsid w:val="00ED3406"/>
    <w:rsid w:val="00ED3473"/>
    <w:rsid w:val="00ED34BD"/>
    <w:rsid w:val="00ED408D"/>
    <w:rsid w:val="00ED441E"/>
    <w:rsid w:val="00ED4AB0"/>
    <w:rsid w:val="00ED5844"/>
    <w:rsid w:val="00ED5996"/>
    <w:rsid w:val="00ED5A24"/>
    <w:rsid w:val="00ED5EFC"/>
    <w:rsid w:val="00ED60F7"/>
    <w:rsid w:val="00ED71CC"/>
    <w:rsid w:val="00ED76F5"/>
    <w:rsid w:val="00ED77FC"/>
    <w:rsid w:val="00ED7BC7"/>
    <w:rsid w:val="00EE012F"/>
    <w:rsid w:val="00EE07CC"/>
    <w:rsid w:val="00EE0FF2"/>
    <w:rsid w:val="00EE105B"/>
    <w:rsid w:val="00EE1816"/>
    <w:rsid w:val="00EE1D02"/>
    <w:rsid w:val="00EE210D"/>
    <w:rsid w:val="00EE22F8"/>
    <w:rsid w:val="00EE2518"/>
    <w:rsid w:val="00EE25AE"/>
    <w:rsid w:val="00EE25CE"/>
    <w:rsid w:val="00EE2C52"/>
    <w:rsid w:val="00EE35FF"/>
    <w:rsid w:val="00EE447B"/>
    <w:rsid w:val="00EE50B8"/>
    <w:rsid w:val="00EE5590"/>
    <w:rsid w:val="00EE6493"/>
    <w:rsid w:val="00EE6747"/>
    <w:rsid w:val="00EE6750"/>
    <w:rsid w:val="00EE67C3"/>
    <w:rsid w:val="00EE7720"/>
    <w:rsid w:val="00EE7BAF"/>
    <w:rsid w:val="00EE7E83"/>
    <w:rsid w:val="00EF0C71"/>
    <w:rsid w:val="00EF12DC"/>
    <w:rsid w:val="00EF2EC5"/>
    <w:rsid w:val="00EF3224"/>
    <w:rsid w:val="00EF388C"/>
    <w:rsid w:val="00EF39A6"/>
    <w:rsid w:val="00EF40E5"/>
    <w:rsid w:val="00EF4276"/>
    <w:rsid w:val="00EF4BFF"/>
    <w:rsid w:val="00EF4EAA"/>
    <w:rsid w:val="00EF5349"/>
    <w:rsid w:val="00EF6CF7"/>
    <w:rsid w:val="00F0004C"/>
    <w:rsid w:val="00F00755"/>
    <w:rsid w:val="00F0083F"/>
    <w:rsid w:val="00F00A53"/>
    <w:rsid w:val="00F00E4C"/>
    <w:rsid w:val="00F01046"/>
    <w:rsid w:val="00F0134C"/>
    <w:rsid w:val="00F017EB"/>
    <w:rsid w:val="00F01C7A"/>
    <w:rsid w:val="00F02129"/>
    <w:rsid w:val="00F02D70"/>
    <w:rsid w:val="00F031CB"/>
    <w:rsid w:val="00F04176"/>
    <w:rsid w:val="00F04305"/>
    <w:rsid w:val="00F04B00"/>
    <w:rsid w:val="00F05032"/>
    <w:rsid w:val="00F0508A"/>
    <w:rsid w:val="00F05410"/>
    <w:rsid w:val="00F0613B"/>
    <w:rsid w:val="00F068C1"/>
    <w:rsid w:val="00F07F70"/>
    <w:rsid w:val="00F1011C"/>
    <w:rsid w:val="00F1043B"/>
    <w:rsid w:val="00F10D43"/>
    <w:rsid w:val="00F12EA3"/>
    <w:rsid w:val="00F1367B"/>
    <w:rsid w:val="00F1368F"/>
    <w:rsid w:val="00F13E54"/>
    <w:rsid w:val="00F13E73"/>
    <w:rsid w:val="00F140DE"/>
    <w:rsid w:val="00F14681"/>
    <w:rsid w:val="00F150AA"/>
    <w:rsid w:val="00F15452"/>
    <w:rsid w:val="00F15644"/>
    <w:rsid w:val="00F165A9"/>
    <w:rsid w:val="00F165D5"/>
    <w:rsid w:val="00F16DE0"/>
    <w:rsid w:val="00F17526"/>
    <w:rsid w:val="00F17BD8"/>
    <w:rsid w:val="00F21161"/>
    <w:rsid w:val="00F211A5"/>
    <w:rsid w:val="00F219E9"/>
    <w:rsid w:val="00F21BD0"/>
    <w:rsid w:val="00F2261E"/>
    <w:rsid w:val="00F23F6D"/>
    <w:rsid w:val="00F24F81"/>
    <w:rsid w:val="00F2541F"/>
    <w:rsid w:val="00F255D1"/>
    <w:rsid w:val="00F25CB6"/>
    <w:rsid w:val="00F25DA2"/>
    <w:rsid w:val="00F25E0F"/>
    <w:rsid w:val="00F260C6"/>
    <w:rsid w:val="00F261DD"/>
    <w:rsid w:val="00F26220"/>
    <w:rsid w:val="00F26518"/>
    <w:rsid w:val="00F26970"/>
    <w:rsid w:val="00F26ED1"/>
    <w:rsid w:val="00F26ED8"/>
    <w:rsid w:val="00F275A2"/>
    <w:rsid w:val="00F27CE3"/>
    <w:rsid w:val="00F30124"/>
    <w:rsid w:val="00F302AD"/>
    <w:rsid w:val="00F3040F"/>
    <w:rsid w:val="00F3127C"/>
    <w:rsid w:val="00F31B03"/>
    <w:rsid w:val="00F31CD1"/>
    <w:rsid w:val="00F31D66"/>
    <w:rsid w:val="00F31FEA"/>
    <w:rsid w:val="00F32DD1"/>
    <w:rsid w:val="00F33205"/>
    <w:rsid w:val="00F33830"/>
    <w:rsid w:val="00F33BBA"/>
    <w:rsid w:val="00F33E8F"/>
    <w:rsid w:val="00F33ED1"/>
    <w:rsid w:val="00F33FFE"/>
    <w:rsid w:val="00F3409A"/>
    <w:rsid w:val="00F347E9"/>
    <w:rsid w:val="00F34985"/>
    <w:rsid w:val="00F34BE5"/>
    <w:rsid w:val="00F351BA"/>
    <w:rsid w:val="00F35215"/>
    <w:rsid w:val="00F35A26"/>
    <w:rsid w:val="00F35BBE"/>
    <w:rsid w:val="00F35EC7"/>
    <w:rsid w:val="00F36495"/>
    <w:rsid w:val="00F3667A"/>
    <w:rsid w:val="00F36832"/>
    <w:rsid w:val="00F3694F"/>
    <w:rsid w:val="00F3783D"/>
    <w:rsid w:val="00F37C2A"/>
    <w:rsid w:val="00F41E5A"/>
    <w:rsid w:val="00F42415"/>
    <w:rsid w:val="00F42A2D"/>
    <w:rsid w:val="00F42C38"/>
    <w:rsid w:val="00F435B6"/>
    <w:rsid w:val="00F437CA"/>
    <w:rsid w:val="00F44B5A"/>
    <w:rsid w:val="00F44DAA"/>
    <w:rsid w:val="00F44FD8"/>
    <w:rsid w:val="00F4501A"/>
    <w:rsid w:val="00F4531F"/>
    <w:rsid w:val="00F457E6"/>
    <w:rsid w:val="00F45B8C"/>
    <w:rsid w:val="00F4627E"/>
    <w:rsid w:val="00F46936"/>
    <w:rsid w:val="00F46D93"/>
    <w:rsid w:val="00F47223"/>
    <w:rsid w:val="00F47C2B"/>
    <w:rsid w:val="00F50167"/>
    <w:rsid w:val="00F50767"/>
    <w:rsid w:val="00F50C31"/>
    <w:rsid w:val="00F520D8"/>
    <w:rsid w:val="00F52499"/>
    <w:rsid w:val="00F52918"/>
    <w:rsid w:val="00F52AC6"/>
    <w:rsid w:val="00F531AF"/>
    <w:rsid w:val="00F53815"/>
    <w:rsid w:val="00F53C84"/>
    <w:rsid w:val="00F53D6A"/>
    <w:rsid w:val="00F541A7"/>
    <w:rsid w:val="00F54889"/>
    <w:rsid w:val="00F54B07"/>
    <w:rsid w:val="00F5501F"/>
    <w:rsid w:val="00F561E3"/>
    <w:rsid w:val="00F56492"/>
    <w:rsid w:val="00F56516"/>
    <w:rsid w:val="00F56859"/>
    <w:rsid w:val="00F570F9"/>
    <w:rsid w:val="00F573A6"/>
    <w:rsid w:val="00F577C1"/>
    <w:rsid w:val="00F57940"/>
    <w:rsid w:val="00F57C57"/>
    <w:rsid w:val="00F6040A"/>
    <w:rsid w:val="00F60905"/>
    <w:rsid w:val="00F612D9"/>
    <w:rsid w:val="00F617F1"/>
    <w:rsid w:val="00F61B19"/>
    <w:rsid w:val="00F61DDA"/>
    <w:rsid w:val="00F6228E"/>
    <w:rsid w:val="00F62D27"/>
    <w:rsid w:val="00F633C1"/>
    <w:rsid w:val="00F63D5C"/>
    <w:rsid w:val="00F63FC8"/>
    <w:rsid w:val="00F64249"/>
    <w:rsid w:val="00F64781"/>
    <w:rsid w:val="00F64CA7"/>
    <w:rsid w:val="00F65964"/>
    <w:rsid w:val="00F65B6B"/>
    <w:rsid w:val="00F6637B"/>
    <w:rsid w:val="00F6767B"/>
    <w:rsid w:val="00F6783D"/>
    <w:rsid w:val="00F67BD9"/>
    <w:rsid w:val="00F67F38"/>
    <w:rsid w:val="00F67F95"/>
    <w:rsid w:val="00F706A8"/>
    <w:rsid w:val="00F70789"/>
    <w:rsid w:val="00F7157E"/>
    <w:rsid w:val="00F7250E"/>
    <w:rsid w:val="00F736DA"/>
    <w:rsid w:val="00F73AF8"/>
    <w:rsid w:val="00F74A34"/>
    <w:rsid w:val="00F74AA6"/>
    <w:rsid w:val="00F74CBB"/>
    <w:rsid w:val="00F74F86"/>
    <w:rsid w:val="00F761CC"/>
    <w:rsid w:val="00F77A0E"/>
    <w:rsid w:val="00F77DD7"/>
    <w:rsid w:val="00F77EDE"/>
    <w:rsid w:val="00F80109"/>
    <w:rsid w:val="00F80289"/>
    <w:rsid w:val="00F80B9A"/>
    <w:rsid w:val="00F80C92"/>
    <w:rsid w:val="00F81567"/>
    <w:rsid w:val="00F81700"/>
    <w:rsid w:val="00F81F7C"/>
    <w:rsid w:val="00F8228D"/>
    <w:rsid w:val="00F825E9"/>
    <w:rsid w:val="00F834FA"/>
    <w:rsid w:val="00F8352B"/>
    <w:rsid w:val="00F83AFB"/>
    <w:rsid w:val="00F8436C"/>
    <w:rsid w:val="00F8475F"/>
    <w:rsid w:val="00F847DC"/>
    <w:rsid w:val="00F84A9E"/>
    <w:rsid w:val="00F853FE"/>
    <w:rsid w:val="00F85BAF"/>
    <w:rsid w:val="00F85EA4"/>
    <w:rsid w:val="00F864A6"/>
    <w:rsid w:val="00F9028F"/>
    <w:rsid w:val="00F90A55"/>
    <w:rsid w:val="00F90B3C"/>
    <w:rsid w:val="00F90FB7"/>
    <w:rsid w:val="00F91303"/>
    <w:rsid w:val="00F91C99"/>
    <w:rsid w:val="00F92B61"/>
    <w:rsid w:val="00F92E90"/>
    <w:rsid w:val="00F93685"/>
    <w:rsid w:val="00F93E40"/>
    <w:rsid w:val="00F93E9F"/>
    <w:rsid w:val="00F94196"/>
    <w:rsid w:val="00F94920"/>
    <w:rsid w:val="00F954A0"/>
    <w:rsid w:val="00F957D7"/>
    <w:rsid w:val="00F9614D"/>
    <w:rsid w:val="00F97562"/>
    <w:rsid w:val="00F9766A"/>
    <w:rsid w:val="00FA0E1F"/>
    <w:rsid w:val="00FA11D5"/>
    <w:rsid w:val="00FA11F8"/>
    <w:rsid w:val="00FA173A"/>
    <w:rsid w:val="00FA198A"/>
    <w:rsid w:val="00FA210B"/>
    <w:rsid w:val="00FA25C2"/>
    <w:rsid w:val="00FA26C6"/>
    <w:rsid w:val="00FA3D85"/>
    <w:rsid w:val="00FA5153"/>
    <w:rsid w:val="00FA519B"/>
    <w:rsid w:val="00FA53F4"/>
    <w:rsid w:val="00FA6210"/>
    <w:rsid w:val="00FA6230"/>
    <w:rsid w:val="00FA6705"/>
    <w:rsid w:val="00FA698E"/>
    <w:rsid w:val="00FA77E4"/>
    <w:rsid w:val="00FA7C20"/>
    <w:rsid w:val="00FA7C92"/>
    <w:rsid w:val="00FB1B19"/>
    <w:rsid w:val="00FB2078"/>
    <w:rsid w:val="00FB2460"/>
    <w:rsid w:val="00FB294F"/>
    <w:rsid w:val="00FB29C9"/>
    <w:rsid w:val="00FB2BFE"/>
    <w:rsid w:val="00FB2D5A"/>
    <w:rsid w:val="00FB3185"/>
    <w:rsid w:val="00FB4229"/>
    <w:rsid w:val="00FB44C6"/>
    <w:rsid w:val="00FB4856"/>
    <w:rsid w:val="00FB4E9D"/>
    <w:rsid w:val="00FB5044"/>
    <w:rsid w:val="00FB515C"/>
    <w:rsid w:val="00FB58B7"/>
    <w:rsid w:val="00FB59F4"/>
    <w:rsid w:val="00FB5E8C"/>
    <w:rsid w:val="00FB61AE"/>
    <w:rsid w:val="00FB73A2"/>
    <w:rsid w:val="00FB7710"/>
    <w:rsid w:val="00FC01C1"/>
    <w:rsid w:val="00FC0307"/>
    <w:rsid w:val="00FC0DF2"/>
    <w:rsid w:val="00FC14B0"/>
    <w:rsid w:val="00FC22A2"/>
    <w:rsid w:val="00FC247A"/>
    <w:rsid w:val="00FC24BF"/>
    <w:rsid w:val="00FC2EFD"/>
    <w:rsid w:val="00FC3D69"/>
    <w:rsid w:val="00FC3EC7"/>
    <w:rsid w:val="00FC406B"/>
    <w:rsid w:val="00FC41F6"/>
    <w:rsid w:val="00FC532A"/>
    <w:rsid w:val="00FC60EC"/>
    <w:rsid w:val="00FC6457"/>
    <w:rsid w:val="00FC6565"/>
    <w:rsid w:val="00FC6CAA"/>
    <w:rsid w:val="00FC7066"/>
    <w:rsid w:val="00FC72C5"/>
    <w:rsid w:val="00FD02D8"/>
    <w:rsid w:val="00FD0ACA"/>
    <w:rsid w:val="00FD149A"/>
    <w:rsid w:val="00FD1A3F"/>
    <w:rsid w:val="00FD2A03"/>
    <w:rsid w:val="00FD2B63"/>
    <w:rsid w:val="00FD30E3"/>
    <w:rsid w:val="00FD40F9"/>
    <w:rsid w:val="00FD4578"/>
    <w:rsid w:val="00FD4684"/>
    <w:rsid w:val="00FD4C43"/>
    <w:rsid w:val="00FD4E10"/>
    <w:rsid w:val="00FD58E0"/>
    <w:rsid w:val="00FD5A5D"/>
    <w:rsid w:val="00FD5C4E"/>
    <w:rsid w:val="00FD6585"/>
    <w:rsid w:val="00FD6E66"/>
    <w:rsid w:val="00FD7495"/>
    <w:rsid w:val="00FD759A"/>
    <w:rsid w:val="00FD770E"/>
    <w:rsid w:val="00FE0122"/>
    <w:rsid w:val="00FE012F"/>
    <w:rsid w:val="00FE166D"/>
    <w:rsid w:val="00FE1D21"/>
    <w:rsid w:val="00FE2193"/>
    <w:rsid w:val="00FE22D6"/>
    <w:rsid w:val="00FE2AE2"/>
    <w:rsid w:val="00FE3103"/>
    <w:rsid w:val="00FE4488"/>
    <w:rsid w:val="00FE474C"/>
    <w:rsid w:val="00FE48FF"/>
    <w:rsid w:val="00FE50D1"/>
    <w:rsid w:val="00FE565D"/>
    <w:rsid w:val="00FE5748"/>
    <w:rsid w:val="00FE62CA"/>
    <w:rsid w:val="00FE65B9"/>
    <w:rsid w:val="00FE6846"/>
    <w:rsid w:val="00FE6B76"/>
    <w:rsid w:val="00FE756B"/>
    <w:rsid w:val="00FF0F6E"/>
    <w:rsid w:val="00FF2506"/>
    <w:rsid w:val="00FF2CF8"/>
    <w:rsid w:val="00FF31E5"/>
    <w:rsid w:val="00FF3BF0"/>
    <w:rsid w:val="00FF439D"/>
    <w:rsid w:val="00FF458F"/>
    <w:rsid w:val="00FF4642"/>
    <w:rsid w:val="00FF46E4"/>
    <w:rsid w:val="00FF4C06"/>
    <w:rsid w:val="00FF4DE8"/>
    <w:rsid w:val="00FF4EFF"/>
    <w:rsid w:val="00FF591B"/>
    <w:rsid w:val="00FF5D26"/>
    <w:rsid w:val="00FF6CC4"/>
    <w:rsid w:val="00FF75CA"/>
    <w:rsid w:val="00FF79C8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A2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646F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46F31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646F3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4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572</Words>
  <Characters>3262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Admin</dc:creator>
  <cp:keywords/>
  <dc:description/>
  <cp:lastModifiedBy>Пользователь</cp:lastModifiedBy>
  <cp:revision>2</cp:revision>
  <dcterms:created xsi:type="dcterms:W3CDTF">2013-07-23T09:28:00Z</dcterms:created>
  <dcterms:modified xsi:type="dcterms:W3CDTF">2013-07-23T09:28:00Z</dcterms:modified>
</cp:coreProperties>
</file>