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A06" w:rsidRPr="005800ED" w:rsidRDefault="00963A06" w:rsidP="005800ED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 w:rsidRPr="005800ED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63A06" w:rsidRPr="005800ED" w:rsidRDefault="00963A06" w:rsidP="005800ED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 w:rsidRPr="005800ED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963A06" w:rsidRPr="005800ED" w:rsidRDefault="00963A06" w:rsidP="005800E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695"/>
        <w:gridCol w:w="8086"/>
      </w:tblGrid>
      <w:tr w:rsidR="00963A06" w:rsidRPr="003F14DE" w:rsidTr="005800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0362300191013000004 </w:t>
            </w:r>
          </w:p>
        </w:tc>
      </w:tr>
      <w:tr w:rsidR="00963A06" w:rsidRPr="003F14DE" w:rsidTr="005800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Оказание услуг по организации и обеспечению горячим питанием учащихся Муниципального бюджетного общеобразовательного учреждения средней общеобразовательной школы № 15, в общем количестве 481 человека, а так же оказание услуг по организации питания по свободному меню на базе школьной столовой. </w:t>
            </w:r>
          </w:p>
        </w:tc>
      </w:tr>
      <w:tr w:rsidR="00963A06" w:rsidRPr="003F14DE" w:rsidTr="005800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963A06" w:rsidRPr="005800ED" w:rsidRDefault="00963A06" w:rsidP="005800ED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5800ED">
        <w:rPr>
          <w:rFonts w:ascii="Times New Roman" w:hAnsi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695"/>
        <w:gridCol w:w="8086"/>
      </w:tblGrid>
      <w:tr w:rsidR="00963A06" w:rsidRPr="003F14DE" w:rsidTr="005800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средняя общеобразовательная школа № 15 </w:t>
            </w:r>
          </w:p>
        </w:tc>
      </w:tr>
      <w:tr w:rsidR="00963A06" w:rsidRPr="003F14DE" w:rsidTr="005800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624983, Свердловская обл, Серов г, Крупской, 36, - </w:t>
            </w:r>
          </w:p>
        </w:tc>
      </w:tr>
      <w:tr w:rsidR="00963A06" w:rsidRPr="003F14DE" w:rsidTr="005800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624983, Свердловская обл, Серов г, Крупской, 36, - </w:t>
            </w:r>
          </w:p>
        </w:tc>
      </w:tr>
    </w:tbl>
    <w:p w:rsidR="00963A06" w:rsidRPr="005800ED" w:rsidRDefault="00963A06" w:rsidP="005800ED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5800ED">
        <w:rPr>
          <w:rFonts w:ascii="Times New Roman" w:hAnsi="Times New Roman"/>
          <w:b/>
          <w:bCs/>
          <w:sz w:val="27"/>
          <w:szCs w:val="27"/>
          <w:lang w:eastAsia="ru-RU"/>
        </w:rPr>
        <w:t>Контактная информация</w:t>
      </w:r>
    </w:p>
    <w:p w:rsidR="00963A06" w:rsidRPr="005800ED" w:rsidRDefault="00963A06" w:rsidP="005800ED">
      <w:pPr>
        <w:spacing w:before="100" w:beforeAutospacing="1" w:after="100" w:afterAutospacing="1" w:line="240" w:lineRule="auto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5800ED">
        <w:rPr>
          <w:rFonts w:ascii="Times New Roman" w:hAnsi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695"/>
        <w:gridCol w:w="8086"/>
      </w:tblGrid>
      <w:tr w:rsidR="00963A06" w:rsidRPr="003F14DE" w:rsidTr="005800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624983, Свердловская обл, Серов г, Крупской, 36, - </w:t>
            </w:r>
          </w:p>
        </w:tc>
      </w:tr>
      <w:tr w:rsidR="00963A06" w:rsidRPr="003F14DE" w:rsidTr="005800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school_15_serov@mail.ru </w:t>
            </w:r>
          </w:p>
        </w:tc>
      </w:tr>
      <w:tr w:rsidR="00963A06" w:rsidRPr="003F14DE" w:rsidTr="005800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+7 (34385) 76868 </w:t>
            </w:r>
          </w:p>
        </w:tc>
      </w:tr>
      <w:tr w:rsidR="00963A06" w:rsidRPr="003F14DE" w:rsidTr="005800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+7 (34382) 92473 </w:t>
            </w:r>
          </w:p>
        </w:tc>
      </w:tr>
      <w:tr w:rsidR="00963A06" w:rsidRPr="003F14DE" w:rsidTr="005800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Черепанова Ирина Борисовна </w:t>
            </w:r>
          </w:p>
        </w:tc>
      </w:tr>
    </w:tbl>
    <w:p w:rsidR="00963A06" w:rsidRPr="005800ED" w:rsidRDefault="00963A06" w:rsidP="005800ED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5800ED">
        <w:rPr>
          <w:rFonts w:ascii="Times New Roman" w:hAnsi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695"/>
        <w:gridCol w:w="8086"/>
      </w:tblGrid>
      <w:tr w:rsidR="00963A06" w:rsidRPr="003F14DE" w:rsidTr="005800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Открытый конкурс на право заключить Договор Оказание услуг по организации и обеспечению горячим питанием учащихся Муниципального бюджетного общеобразовательного учреждения средней общеобразовательной школы № 15, в общем количестве 481 человека, а так же оказание услуг по организации питания по свободному меню на базе школьной столовой </w:t>
            </w:r>
          </w:p>
        </w:tc>
      </w:tr>
      <w:tr w:rsidR="00963A06" w:rsidRPr="003F14DE" w:rsidTr="005800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>1 603 748,00</w:t>
            </w: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63A06" w:rsidRPr="003F14DE" w:rsidTr="005800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>5520107 Услуги столовых</w:t>
            </w:r>
          </w:p>
        </w:tc>
      </w:tr>
      <w:tr w:rsidR="00963A06" w:rsidRPr="003F14DE" w:rsidTr="005800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Услуги по организации и обеспечению горячим питанием учащихся оказываются по заявкам Муниципального заказчика в соответствии с количеством детей, посещающих школу, по меню, согласованному между Муниципальным заказчиком и Исполнителем, в соответствии с Заданием (приложение №10 к конкурсной документации). Максимальное количество детей, посещающих МБОУ СОШ №15 481 человек </w:t>
            </w:r>
          </w:p>
        </w:tc>
      </w:tr>
    </w:tbl>
    <w:p w:rsidR="00963A06" w:rsidRPr="005800ED" w:rsidRDefault="00963A06" w:rsidP="005800ED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5800ED">
        <w:rPr>
          <w:rFonts w:ascii="Times New Roman" w:hAnsi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695"/>
        <w:gridCol w:w="8086"/>
      </w:tblGrid>
      <w:tr w:rsidR="00963A06" w:rsidRPr="003F14DE" w:rsidTr="005800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624983, 624981, Свердловская область, г. Серов, ул. Крупской, д.36 </w:t>
            </w:r>
          </w:p>
        </w:tc>
      </w:tr>
      <w:tr w:rsidR="00963A06" w:rsidRPr="003F14DE" w:rsidTr="005800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Оказание услуг по организации и обеспечению горячим питанием учащихся должно осуществляться в период с момента заключения Договора, но не ранее чем с 02 сентября 2013 года по 31 декабря 2013 года во все учебные дни кроме дней школьных каникул, праздничных и выходных дней. Услуги по организации питания по свободному меню для учащихся могут оказываться в выходные и праздничные дни, по согласованию с Муниципальным заказчиком, по отдельно заключаемому Договору в соответствии с требованиями Федерального закона от 21.07.2005г. № 94-ФЗ «О размещении заказов на поставки товаров, выполнение работ, оказание услуг для государственных и муниципальных нужд». </w:t>
            </w:r>
          </w:p>
        </w:tc>
      </w:tr>
    </w:tbl>
    <w:p w:rsidR="00963A06" w:rsidRPr="005800ED" w:rsidRDefault="00963A06" w:rsidP="005800ED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5800ED">
        <w:rPr>
          <w:rFonts w:ascii="Times New Roman" w:hAnsi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10631"/>
      </w:tblGrid>
      <w:tr w:rsidR="00963A06" w:rsidRPr="003F14DE" w:rsidTr="005800ED">
        <w:tc>
          <w:tcPr>
            <w:tcW w:w="0" w:type="auto"/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заявки не требуется </w:t>
            </w:r>
          </w:p>
        </w:tc>
      </w:tr>
    </w:tbl>
    <w:p w:rsidR="00963A06" w:rsidRPr="005800ED" w:rsidRDefault="00963A06" w:rsidP="005800ED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5800ED">
        <w:rPr>
          <w:rFonts w:ascii="Times New Roman" w:hAnsi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10631"/>
      </w:tblGrid>
      <w:tr w:rsidR="00963A06" w:rsidRPr="003F14DE" w:rsidTr="005800ED">
        <w:tc>
          <w:tcPr>
            <w:tcW w:w="0" w:type="auto"/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963A06" w:rsidRPr="005800ED" w:rsidRDefault="00963A06" w:rsidP="005800ED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5800ED">
        <w:rPr>
          <w:rFonts w:ascii="Times New Roman" w:hAnsi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695"/>
        <w:gridCol w:w="8086"/>
      </w:tblGrid>
      <w:tr w:rsidR="00963A06" w:rsidRPr="003F14DE" w:rsidTr="005800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c 19.07.2013 по 20.08.2013 </w:t>
            </w:r>
          </w:p>
        </w:tc>
      </w:tr>
      <w:tr w:rsidR="00963A06" w:rsidRPr="003F14DE" w:rsidTr="005800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624983, Свердловская обл, Серов г, Крупской, 36, - </w:t>
            </w:r>
          </w:p>
        </w:tc>
      </w:tr>
      <w:tr w:rsidR="00963A06" w:rsidRPr="003F14DE" w:rsidTr="005800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Конкурсная документация предоставляется со дня официального опубликования извещения о проведении открытого конкурса до 16.00 часов местного времени «15» августа 2013 года на основании письменного заявления любого заинтересованного лица. Срок предоставления конкурсной документации: в течение двух рабочих дней со дня получения соответствующего заявления. Плата за предоставление конкурсной документации не установлена. </w:t>
            </w:r>
          </w:p>
        </w:tc>
      </w:tr>
      <w:tr w:rsidR="00963A06" w:rsidRPr="003F14DE" w:rsidTr="005800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63A06" w:rsidRPr="005800ED" w:rsidRDefault="00963A06" w:rsidP="005800ED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5800ED">
        <w:rPr>
          <w:rFonts w:ascii="Times New Roman" w:hAnsi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10631"/>
      </w:tblGrid>
      <w:tr w:rsidR="00963A06" w:rsidRPr="003F14DE" w:rsidTr="005800ED">
        <w:tc>
          <w:tcPr>
            <w:tcW w:w="0" w:type="auto"/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963A06" w:rsidRPr="005800ED" w:rsidRDefault="00963A06" w:rsidP="005800ED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5800ED">
        <w:rPr>
          <w:rFonts w:ascii="Times New Roman" w:hAnsi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695"/>
        <w:gridCol w:w="8086"/>
      </w:tblGrid>
      <w:tr w:rsidR="00963A06" w:rsidRPr="003F14DE" w:rsidTr="005800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624981, Свердловская область, г. Серов, ул. Крупской, д.36 кабинет бухгалтерии </w:t>
            </w:r>
          </w:p>
        </w:tc>
      </w:tr>
      <w:tr w:rsidR="00963A06" w:rsidRPr="003F14DE" w:rsidTr="005800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20.08.2013 00:00 </w:t>
            </w:r>
          </w:p>
        </w:tc>
      </w:tr>
      <w:tr w:rsidR="00963A06" w:rsidRPr="003F14DE" w:rsidTr="005800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624983, 624981, Свердловская область, г. Серов, ул. Крупской, д.36 кабинет бухгалтерии </w:t>
            </w:r>
          </w:p>
        </w:tc>
      </w:tr>
      <w:tr w:rsidR="00963A06" w:rsidRPr="003F14DE" w:rsidTr="005800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21.08.2013 </w:t>
            </w:r>
          </w:p>
        </w:tc>
      </w:tr>
      <w:tr w:rsidR="00963A06" w:rsidRPr="003F14DE" w:rsidTr="005800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624983, 624981, Свердловская область, г. Серов, ул. Крупской, д.36 кабинет бухгалтерии </w:t>
            </w:r>
          </w:p>
        </w:tc>
      </w:tr>
      <w:tr w:rsidR="00963A06" w:rsidRPr="003F14DE" w:rsidTr="005800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22.08.2013 </w:t>
            </w:r>
          </w:p>
        </w:tc>
      </w:tr>
    </w:tbl>
    <w:p w:rsidR="00963A06" w:rsidRPr="005800ED" w:rsidRDefault="00963A06" w:rsidP="005800ED">
      <w:pPr>
        <w:spacing w:after="24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676"/>
        <w:gridCol w:w="8030"/>
      </w:tblGrid>
      <w:tr w:rsidR="00963A06" w:rsidRPr="003F14DE" w:rsidTr="005800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</w:tcPr>
          <w:p w:rsidR="00963A06" w:rsidRPr="005800ED" w:rsidRDefault="00963A06" w:rsidP="00580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0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19.07.2013 </w:t>
            </w:r>
          </w:p>
        </w:tc>
      </w:tr>
    </w:tbl>
    <w:p w:rsidR="00963A06" w:rsidRDefault="00963A06"/>
    <w:sectPr w:rsidR="00963A06" w:rsidSect="005800ED">
      <w:pgSz w:w="11906" w:h="16838"/>
      <w:pgMar w:top="284" w:right="424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00ED"/>
    <w:rsid w:val="000017A3"/>
    <w:rsid w:val="00001A33"/>
    <w:rsid w:val="00001E49"/>
    <w:rsid w:val="00002202"/>
    <w:rsid w:val="00002624"/>
    <w:rsid w:val="00002715"/>
    <w:rsid w:val="000030A9"/>
    <w:rsid w:val="000035E2"/>
    <w:rsid w:val="0000364F"/>
    <w:rsid w:val="00007E58"/>
    <w:rsid w:val="00010AE2"/>
    <w:rsid w:val="000137D4"/>
    <w:rsid w:val="000141A1"/>
    <w:rsid w:val="00015E98"/>
    <w:rsid w:val="00016292"/>
    <w:rsid w:val="00016947"/>
    <w:rsid w:val="00016A64"/>
    <w:rsid w:val="00016B6F"/>
    <w:rsid w:val="000177A8"/>
    <w:rsid w:val="000200A8"/>
    <w:rsid w:val="00021141"/>
    <w:rsid w:val="00021340"/>
    <w:rsid w:val="000227E0"/>
    <w:rsid w:val="00022DBE"/>
    <w:rsid w:val="00023974"/>
    <w:rsid w:val="00023BCB"/>
    <w:rsid w:val="000245E5"/>
    <w:rsid w:val="00024B86"/>
    <w:rsid w:val="000260B4"/>
    <w:rsid w:val="00026995"/>
    <w:rsid w:val="00026A67"/>
    <w:rsid w:val="000273B0"/>
    <w:rsid w:val="00030A8B"/>
    <w:rsid w:val="00030D41"/>
    <w:rsid w:val="0003173C"/>
    <w:rsid w:val="00031D72"/>
    <w:rsid w:val="00031EEB"/>
    <w:rsid w:val="0003563E"/>
    <w:rsid w:val="00035FE2"/>
    <w:rsid w:val="00037067"/>
    <w:rsid w:val="00037737"/>
    <w:rsid w:val="00037E58"/>
    <w:rsid w:val="000400BD"/>
    <w:rsid w:val="00040456"/>
    <w:rsid w:val="000404BA"/>
    <w:rsid w:val="000405D8"/>
    <w:rsid w:val="0004186B"/>
    <w:rsid w:val="000437BE"/>
    <w:rsid w:val="000456C4"/>
    <w:rsid w:val="000459DF"/>
    <w:rsid w:val="00046753"/>
    <w:rsid w:val="00046C12"/>
    <w:rsid w:val="000472DA"/>
    <w:rsid w:val="000474EF"/>
    <w:rsid w:val="000475EA"/>
    <w:rsid w:val="000475FF"/>
    <w:rsid w:val="00050855"/>
    <w:rsid w:val="00050A9C"/>
    <w:rsid w:val="00051D6B"/>
    <w:rsid w:val="000533A5"/>
    <w:rsid w:val="000536F6"/>
    <w:rsid w:val="00053B46"/>
    <w:rsid w:val="000557E2"/>
    <w:rsid w:val="000558C4"/>
    <w:rsid w:val="00055A64"/>
    <w:rsid w:val="00055E9E"/>
    <w:rsid w:val="00060D97"/>
    <w:rsid w:val="000616F9"/>
    <w:rsid w:val="0006363B"/>
    <w:rsid w:val="00066233"/>
    <w:rsid w:val="000664EC"/>
    <w:rsid w:val="0006661F"/>
    <w:rsid w:val="00067A94"/>
    <w:rsid w:val="00070248"/>
    <w:rsid w:val="00070861"/>
    <w:rsid w:val="0007171B"/>
    <w:rsid w:val="0007275C"/>
    <w:rsid w:val="000735E3"/>
    <w:rsid w:val="00073D85"/>
    <w:rsid w:val="00074A7F"/>
    <w:rsid w:val="0007515D"/>
    <w:rsid w:val="000755A6"/>
    <w:rsid w:val="00075ACF"/>
    <w:rsid w:val="00077E9D"/>
    <w:rsid w:val="00080A2A"/>
    <w:rsid w:val="000815A7"/>
    <w:rsid w:val="00081631"/>
    <w:rsid w:val="00082176"/>
    <w:rsid w:val="000833F4"/>
    <w:rsid w:val="00083D91"/>
    <w:rsid w:val="000842C0"/>
    <w:rsid w:val="000844E7"/>
    <w:rsid w:val="00085AE9"/>
    <w:rsid w:val="00085F26"/>
    <w:rsid w:val="000860AE"/>
    <w:rsid w:val="00086D3A"/>
    <w:rsid w:val="00087BFB"/>
    <w:rsid w:val="00087FF0"/>
    <w:rsid w:val="0009068E"/>
    <w:rsid w:val="00090FF6"/>
    <w:rsid w:val="00092CBF"/>
    <w:rsid w:val="00092D32"/>
    <w:rsid w:val="00093448"/>
    <w:rsid w:val="00093716"/>
    <w:rsid w:val="0009405A"/>
    <w:rsid w:val="00094CD1"/>
    <w:rsid w:val="00094EE9"/>
    <w:rsid w:val="00095DF3"/>
    <w:rsid w:val="0009656B"/>
    <w:rsid w:val="0009724C"/>
    <w:rsid w:val="00097731"/>
    <w:rsid w:val="000A02C7"/>
    <w:rsid w:val="000A13D1"/>
    <w:rsid w:val="000A2DE9"/>
    <w:rsid w:val="000A3908"/>
    <w:rsid w:val="000A3AD9"/>
    <w:rsid w:val="000A41B4"/>
    <w:rsid w:val="000A7724"/>
    <w:rsid w:val="000B023F"/>
    <w:rsid w:val="000B05F3"/>
    <w:rsid w:val="000B1010"/>
    <w:rsid w:val="000B1A80"/>
    <w:rsid w:val="000B210D"/>
    <w:rsid w:val="000B2497"/>
    <w:rsid w:val="000B25A5"/>
    <w:rsid w:val="000B3342"/>
    <w:rsid w:val="000B37E9"/>
    <w:rsid w:val="000C099D"/>
    <w:rsid w:val="000C09BD"/>
    <w:rsid w:val="000C2CFB"/>
    <w:rsid w:val="000C3044"/>
    <w:rsid w:val="000C3B00"/>
    <w:rsid w:val="000C5AC4"/>
    <w:rsid w:val="000C6330"/>
    <w:rsid w:val="000C76F4"/>
    <w:rsid w:val="000D08D4"/>
    <w:rsid w:val="000D0CAD"/>
    <w:rsid w:val="000D0F6B"/>
    <w:rsid w:val="000D13FA"/>
    <w:rsid w:val="000D155B"/>
    <w:rsid w:val="000D20FF"/>
    <w:rsid w:val="000D25EF"/>
    <w:rsid w:val="000D3512"/>
    <w:rsid w:val="000D3B2F"/>
    <w:rsid w:val="000D5089"/>
    <w:rsid w:val="000D5D14"/>
    <w:rsid w:val="000D6006"/>
    <w:rsid w:val="000D6166"/>
    <w:rsid w:val="000D65FB"/>
    <w:rsid w:val="000D68C7"/>
    <w:rsid w:val="000D7149"/>
    <w:rsid w:val="000D746C"/>
    <w:rsid w:val="000D7500"/>
    <w:rsid w:val="000D78F2"/>
    <w:rsid w:val="000E0499"/>
    <w:rsid w:val="000E09F8"/>
    <w:rsid w:val="000E0C8B"/>
    <w:rsid w:val="000E21F7"/>
    <w:rsid w:val="000E239A"/>
    <w:rsid w:val="000E29F2"/>
    <w:rsid w:val="000E3692"/>
    <w:rsid w:val="000E4C1B"/>
    <w:rsid w:val="000E4D5B"/>
    <w:rsid w:val="000E54BC"/>
    <w:rsid w:val="000E55E0"/>
    <w:rsid w:val="000E5FD6"/>
    <w:rsid w:val="000E6667"/>
    <w:rsid w:val="000E66F9"/>
    <w:rsid w:val="000F1516"/>
    <w:rsid w:val="000F1A23"/>
    <w:rsid w:val="000F1F0C"/>
    <w:rsid w:val="000F2722"/>
    <w:rsid w:val="000F31CC"/>
    <w:rsid w:val="000F3C7B"/>
    <w:rsid w:val="000F42C7"/>
    <w:rsid w:val="000F4B8B"/>
    <w:rsid w:val="000F4DC0"/>
    <w:rsid w:val="000F53EC"/>
    <w:rsid w:val="000F6849"/>
    <w:rsid w:val="000F7AA3"/>
    <w:rsid w:val="000F7B42"/>
    <w:rsid w:val="00100867"/>
    <w:rsid w:val="0010225E"/>
    <w:rsid w:val="0010298B"/>
    <w:rsid w:val="00102BD4"/>
    <w:rsid w:val="00102CDF"/>
    <w:rsid w:val="00102D28"/>
    <w:rsid w:val="00104416"/>
    <w:rsid w:val="001053CC"/>
    <w:rsid w:val="00105764"/>
    <w:rsid w:val="00105A88"/>
    <w:rsid w:val="001062D5"/>
    <w:rsid w:val="0010658B"/>
    <w:rsid w:val="00107193"/>
    <w:rsid w:val="001104FB"/>
    <w:rsid w:val="00111544"/>
    <w:rsid w:val="0011210B"/>
    <w:rsid w:val="00112886"/>
    <w:rsid w:val="0011352F"/>
    <w:rsid w:val="00114D48"/>
    <w:rsid w:val="0011555D"/>
    <w:rsid w:val="00116003"/>
    <w:rsid w:val="001164E5"/>
    <w:rsid w:val="0012113C"/>
    <w:rsid w:val="00121A17"/>
    <w:rsid w:val="00121A38"/>
    <w:rsid w:val="001228E7"/>
    <w:rsid w:val="00123F4C"/>
    <w:rsid w:val="00123F8A"/>
    <w:rsid w:val="00125610"/>
    <w:rsid w:val="001257FD"/>
    <w:rsid w:val="00127A98"/>
    <w:rsid w:val="0013024E"/>
    <w:rsid w:val="001320F9"/>
    <w:rsid w:val="001328E3"/>
    <w:rsid w:val="001340B3"/>
    <w:rsid w:val="00134E8D"/>
    <w:rsid w:val="00135F89"/>
    <w:rsid w:val="00136F87"/>
    <w:rsid w:val="00137AC6"/>
    <w:rsid w:val="0014154C"/>
    <w:rsid w:val="0014305E"/>
    <w:rsid w:val="0014346A"/>
    <w:rsid w:val="00145087"/>
    <w:rsid w:val="0014578B"/>
    <w:rsid w:val="00147E3D"/>
    <w:rsid w:val="00150856"/>
    <w:rsid w:val="00150F4F"/>
    <w:rsid w:val="00151CC6"/>
    <w:rsid w:val="00153034"/>
    <w:rsid w:val="001530F3"/>
    <w:rsid w:val="0015371D"/>
    <w:rsid w:val="001541C7"/>
    <w:rsid w:val="001543CC"/>
    <w:rsid w:val="0015469B"/>
    <w:rsid w:val="00154D55"/>
    <w:rsid w:val="00156BDB"/>
    <w:rsid w:val="0015785E"/>
    <w:rsid w:val="00157BAB"/>
    <w:rsid w:val="0016035F"/>
    <w:rsid w:val="00160DCA"/>
    <w:rsid w:val="00161BBC"/>
    <w:rsid w:val="00161C30"/>
    <w:rsid w:val="001626BF"/>
    <w:rsid w:val="001643B9"/>
    <w:rsid w:val="00164CB0"/>
    <w:rsid w:val="00165953"/>
    <w:rsid w:val="0016701E"/>
    <w:rsid w:val="00170A83"/>
    <w:rsid w:val="00172339"/>
    <w:rsid w:val="00172AE0"/>
    <w:rsid w:val="001732B9"/>
    <w:rsid w:val="00174066"/>
    <w:rsid w:val="00174E80"/>
    <w:rsid w:val="0017577C"/>
    <w:rsid w:val="00176827"/>
    <w:rsid w:val="00177434"/>
    <w:rsid w:val="00180D8B"/>
    <w:rsid w:val="001815EC"/>
    <w:rsid w:val="00182887"/>
    <w:rsid w:val="00184AA8"/>
    <w:rsid w:val="001855D7"/>
    <w:rsid w:val="00190591"/>
    <w:rsid w:val="00190B60"/>
    <w:rsid w:val="001911C7"/>
    <w:rsid w:val="00191586"/>
    <w:rsid w:val="00191843"/>
    <w:rsid w:val="001924F2"/>
    <w:rsid w:val="001926D8"/>
    <w:rsid w:val="00192EFA"/>
    <w:rsid w:val="00193171"/>
    <w:rsid w:val="001936A0"/>
    <w:rsid w:val="00193820"/>
    <w:rsid w:val="00193A5E"/>
    <w:rsid w:val="00194263"/>
    <w:rsid w:val="00194473"/>
    <w:rsid w:val="001962A2"/>
    <w:rsid w:val="00196DD3"/>
    <w:rsid w:val="001972E2"/>
    <w:rsid w:val="001A0077"/>
    <w:rsid w:val="001A194C"/>
    <w:rsid w:val="001A1A8D"/>
    <w:rsid w:val="001A2A87"/>
    <w:rsid w:val="001A2D16"/>
    <w:rsid w:val="001A35FA"/>
    <w:rsid w:val="001A4429"/>
    <w:rsid w:val="001A4C81"/>
    <w:rsid w:val="001A6C23"/>
    <w:rsid w:val="001B15E5"/>
    <w:rsid w:val="001B16CB"/>
    <w:rsid w:val="001B1AC4"/>
    <w:rsid w:val="001B25A2"/>
    <w:rsid w:val="001B2A96"/>
    <w:rsid w:val="001B2DEA"/>
    <w:rsid w:val="001B341D"/>
    <w:rsid w:val="001B4227"/>
    <w:rsid w:val="001B4801"/>
    <w:rsid w:val="001B4A16"/>
    <w:rsid w:val="001B62D5"/>
    <w:rsid w:val="001B6979"/>
    <w:rsid w:val="001B6D50"/>
    <w:rsid w:val="001B7C3E"/>
    <w:rsid w:val="001C0A66"/>
    <w:rsid w:val="001C0E72"/>
    <w:rsid w:val="001C21E1"/>
    <w:rsid w:val="001C25E9"/>
    <w:rsid w:val="001C5457"/>
    <w:rsid w:val="001C6211"/>
    <w:rsid w:val="001C7BE1"/>
    <w:rsid w:val="001D00AC"/>
    <w:rsid w:val="001D00FB"/>
    <w:rsid w:val="001D10DB"/>
    <w:rsid w:val="001D151A"/>
    <w:rsid w:val="001D2B16"/>
    <w:rsid w:val="001D31A9"/>
    <w:rsid w:val="001D38DA"/>
    <w:rsid w:val="001D4706"/>
    <w:rsid w:val="001D4EFF"/>
    <w:rsid w:val="001D57D7"/>
    <w:rsid w:val="001D5A95"/>
    <w:rsid w:val="001E03D0"/>
    <w:rsid w:val="001E0A09"/>
    <w:rsid w:val="001E1510"/>
    <w:rsid w:val="001E1E0D"/>
    <w:rsid w:val="001E33A4"/>
    <w:rsid w:val="001E3EBD"/>
    <w:rsid w:val="001E3ECF"/>
    <w:rsid w:val="001E4E55"/>
    <w:rsid w:val="001E5BBE"/>
    <w:rsid w:val="001E7861"/>
    <w:rsid w:val="001F0503"/>
    <w:rsid w:val="001F29F4"/>
    <w:rsid w:val="001F51AF"/>
    <w:rsid w:val="001F52BB"/>
    <w:rsid w:val="001F70FF"/>
    <w:rsid w:val="002000CC"/>
    <w:rsid w:val="00200A4B"/>
    <w:rsid w:val="002026E0"/>
    <w:rsid w:val="00203C53"/>
    <w:rsid w:val="00204D64"/>
    <w:rsid w:val="00205B40"/>
    <w:rsid w:val="00205B5D"/>
    <w:rsid w:val="00206451"/>
    <w:rsid w:val="0020668B"/>
    <w:rsid w:val="00206E32"/>
    <w:rsid w:val="0021014E"/>
    <w:rsid w:val="00211BC1"/>
    <w:rsid w:val="002125A1"/>
    <w:rsid w:val="002128D6"/>
    <w:rsid w:val="00213849"/>
    <w:rsid w:val="0021439D"/>
    <w:rsid w:val="00215242"/>
    <w:rsid w:val="00215749"/>
    <w:rsid w:val="00215BA1"/>
    <w:rsid w:val="00215D10"/>
    <w:rsid w:val="00215E18"/>
    <w:rsid w:val="002171C5"/>
    <w:rsid w:val="00217DDC"/>
    <w:rsid w:val="00220799"/>
    <w:rsid w:val="002207AC"/>
    <w:rsid w:val="00220C15"/>
    <w:rsid w:val="00221715"/>
    <w:rsid w:val="00221837"/>
    <w:rsid w:val="00222589"/>
    <w:rsid w:val="0022291A"/>
    <w:rsid w:val="00222E24"/>
    <w:rsid w:val="00223BA2"/>
    <w:rsid w:val="00223C59"/>
    <w:rsid w:val="00224081"/>
    <w:rsid w:val="00224F39"/>
    <w:rsid w:val="00225347"/>
    <w:rsid w:val="00225E5F"/>
    <w:rsid w:val="00230464"/>
    <w:rsid w:val="00230A9C"/>
    <w:rsid w:val="00230E40"/>
    <w:rsid w:val="00231225"/>
    <w:rsid w:val="00231A6E"/>
    <w:rsid w:val="00231EEA"/>
    <w:rsid w:val="00232A87"/>
    <w:rsid w:val="00232DA3"/>
    <w:rsid w:val="00234073"/>
    <w:rsid w:val="00235057"/>
    <w:rsid w:val="0023519B"/>
    <w:rsid w:val="002363ED"/>
    <w:rsid w:val="00236AEC"/>
    <w:rsid w:val="00236CCC"/>
    <w:rsid w:val="002376DC"/>
    <w:rsid w:val="00237C10"/>
    <w:rsid w:val="00241442"/>
    <w:rsid w:val="00242966"/>
    <w:rsid w:val="00242C4B"/>
    <w:rsid w:val="00242F8F"/>
    <w:rsid w:val="0024388E"/>
    <w:rsid w:val="00244072"/>
    <w:rsid w:val="00247E26"/>
    <w:rsid w:val="00251031"/>
    <w:rsid w:val="00251292"/>
    <w:rsid w:val="0025159B"/>
    <w:rsid w:val="0025173A"/>
    <w:rsid w:val="00254013"/>
    <w:rsid w:val="002541E1"/>
    <w:rsid w:val="002545FC"/>
    <w:rsid w:val="002546C6"/>
    <w:rsid w:val="00254732"/>
    <w:rsid w:val="00254E2B"/>
    <w:rsid w:val="00255DFF"/>
    <w:rsid w:val="002569CE"/>
    <w:rsid w:val="00256A7B"/>
    <w:rsid w:val="00257881"/>
    <w:rsid w:val="0026040D"/>
    <w:rsid w:val="002607DE"/>
    <w:rsid w:val="00261850"/>
    <w:rsid w:val="002629FD"/>
    <w:rsid w:val="00262E62"/>
    <w:rsid w:val="00263947"/>
    <w:rsid w:val="002645AA"/>
    <w:rsid w:val="002649FB"/>
    <w:rsid w:val="00264A30"/>
    <w:rsid w:val="00265F71"/>
    <w:rsid w:val="0026762C"/>
    <w:rsid w:val="00267787"/>
    <w:rsid w:val="0027015F"/>
    <w:rsid w:val="00270925"/>
    <w:rsid w:val="00270E9F"/>
    <w:rsid w:val="00273322"/>
    <w:rsid w:val="00273A7F"/>
    <w:rsid w:val="00273BBB"/>
    <w:rsid w:val="00273DD2"/>
    <w:rsid w:val="002742DE"/>
    <w:rsid w:val="00276784"/>
    <w:rsid w:val="00276CCE"/>
    <w:rsid w:val="00277AC2"/>
    <w:rsid w:val="002806C3"/>
    <w:rsid w:val="00280925"/>
    <w:rsid w:val="002838B5"/>
    <w:rsid w:val="002842BE"/>
    <w:rsid w:val="00284BC1"/>
    <w:rsid w:val="002850BB"/>
    <w:rsid w:val="0028545E"/>
    <w:rsid w:val="00285B99"/>
    <w:rsid w:val="0028742B"/>
    <w:rsid w:val="00290387"/>
    <w:rsid w:val="00291186"/>
    <w:rsid w:val="0029118C"/>
    <w:rsid w:val="00291D4F"/>
    <w:rsid w:val="00292161"/>
    <w:rsid w:val="0029273A"/>
    <w:rsid w:val="00292EF1"/>
    <w:rsid w:val="00292FD6"/>
    <w:rsid w:val="00294B79"/>
    <w:rsid w:val="00294D8E"/>
    <w:rsid w:val="00296A09"/>
    <w:rsid w:val="00297124"/>
    <w:rsid w:val="0029720F"/>
    <w:rsid w:val="00297BCE"/>
    <w:rsid w:val="002A0C25"/>
    <w:rsid w:val="002A1062"/>
    <w:rsid w:val="002A1A16"/>
    <w:rsid w:val="002A1B6D"/>
    <w:rsid w:val="002A1E89"/>
    <w:rsid w:val="002A28BC"/>
    <w:rsid w:val="002A2C5F"/>
    <w:rsid w:val="002A347F"/>
    <w:rsid w:val="002A3B7D"/>
    <w:rsid w:val="002A40F6"/>
    <w:rsid w:val="002A5552"/>
    <w:rsid w:val="002A6253"/>
    <w:rsid w:val="002A710A"/>
    <w:rsid w:val="002A723D"/>
    <w:rsid w:val="002A73F7"/>
    <w:rsid w:val="002A7F43"/>
    <w:rsid w:val="002B0367"/>
    <w:rsid w:val="002B0607"/>
    <w:rsid w:val="002B0676"/>
    <w:rsid w:val="002B0C7D"/>
    <w:rsid w:val="002B1D56"/>
    <w:rsid w:val="002B2A18"/>
    <w:rsid w:val="002B4136"/>
    <w:rsid w:val="002B4943"/>
    <w:rsid w:val="002B49FA"/>
    <w:rsid w:val="002B7254"/>
    <w:rsid w:val="002B7E25"/>
    <w:rsid w:val="002C0568"/>
    <w:rsid w:val="002C08CB"/>
    <w:rsid w:val="002C190B"/>
    <w:rsid w:val="002C1B2B"/>
    <w:rsid w:val="002C2B97"/>
    <w:rsid w:val="002C3003"/>
    <w:rsid w:val="002C41C9"/>
    <w:rsid w:val="002C4BEC"/>
    <w:rsid w:val="002C54FC"/>
    <w:rsid w:val="002C65CA"/>
    <w:rsid w:val="002D102F"/>
    <w:rsid w:val="002D17B0"/>
    <w:rsid w:val="002D29F7"/>
    <w:rsid w:val="002D2EF9"/>
    <w:rsid w:val="002D389F"/>
    <w:rsid w:val="002D4E15"/>
    <w:rsid w:val="002D5D6C"/>
    <w:rsid w:val="002D6352"/>
    <w:rsid w:val="002D688B"/>
    <w:rsid w:val="002D7DEC"/>
    <w:rsid w:val="002E13F6"/>
    <w:rsid w:val="002E1C31"/>
    <w:rsid w:val="002E346E"/>
    <w:rsid w:val="002E3B28"/>
    <w:rsid w:val="002E577C"/>
    <w:rsid w:val="002E5D1B"/>
    <w:rsid w:val="002E600E"/>
    <w:rsid w:val="002E651E"/>
    <w:rsid w:val="002E70DB"/>
    <w:rsid w:val="002E7C74"/>
    <w:rsid w:val="002F0E6C"/>
    <w:rsid w:val="002F1A10"/>
    <w:rsid w:val="002F2674"/>
    <w:rsid w:val="002F355B"/>
    <w:rsid w:val="002F3902"/>
    <w:rsid w:val="002F428F"/>
    <w:rsid w:val="002F466A"/>
    <w:rsid w:val="002F47D4"/>
    <w:rsid w:val="002F4C75"/>
    <w:rsid w:val="002F4EAB"/>
    <w:rsid w:val="002F5409"/>
    <w:rsid w:val="002F55DE"/>
    <w:rsid w:val="002F6ED9"/>
    <w:rsid w:val="002F742D"/>
    <w:rsid w:val="002F799E"/>
    <w:rsid w:val="00302257"/>
    <w:rsid w:val="003035FD"/>
    <w:rsid w:val="00304B80"/>
    <w:rsid w:val="00306DF3"/>
    <w:rsid w:val="00306EEE"/>
    <w:rsid w:val="00306F56"/>
    <w:rsid w:val="00307088"/>
    <w:rsid w:val="003072A3"/>
    <w:rsid w:val="00310F0D"/>
    <w:rsid w:val="00311984"/>
    <w:rsid w:val="00312503"/>
    <w:rsid w:val="003128A6"/>
    <w:rsid w:val="00312E75"/>
    <w:rsid w:val="00313FC8"/>
    <w:rsid w:val="0031496D"/>
    <w:rsid w:val="00315401"/>
    <w:rsid w:val="00315DC6"/>
    <w:rsid w:val="00317C07"/>
    <w:rsid w:val="00320245"/>
    <w:rsid w:val="0032044C"/>
    <w:rsid w:val="00320634"/>
    <w:rsid w:val="00320D45"/>
    <w:rsid w:val="00321F20"/>
    <w:rsid w:val="00322479"/>
    <w:rsid w:val="00323414"/>
    <w:rsid w:val="00324316"/>
    <w:rsid w:val="003249BB"/>
    <w:rsid w:val="003252A8"/>
    <w:rsid w:val="00325699"/>
    <w:rsid w:val="003257B6"/>
    <w:rsid w:val="00326AEC"/>
    <w:rsid w:val="00326E6B"/>
    <w:rsid w:val="00327BAE"/>
    <w:rsid w:val="0033214D"/>
    <w:rsid w:val="00332DC9"/>
    <w:rsid w:val="00333223"/>
    <w:rsid w:val="00335C57"/>
    <w:rsid w:val="00336069"/>
    <w:rsid w:val="0033649B"/>
    <w:rsid w:val="00336C0D"/>
    <w:rsid w:val="00336D49"/>
    <w:rsid w:val="00337CA9"/>
    <w:rsid w:val="003404E6"/>
    <w:rsid w:val="00340613"/>
    <w:rsid w:val="00340851"/>
    <w:rsid w:val="00340B78"/>
    <w:rsid w:val="00341E3F"/>
    <w:rsid w:val="00344094"/>
    <w:rsid w:val="00345421"/>
    <w:rsid w:val="0034565D"/>
    <w:rsid w:val="0034571C"/>
    <w:rsid w:val="00345F2E"/>
    <w:rsid w:val="00346BAE"/>
    <w:rsid w:val="0035234A"/>
    <w:rsid w:val="00353451"/>
    <w:rsid w:val="00354023"/>
    <w:rsid w:val="00355273"/>
    <w:rsid w:val="0035547A"/>
    <w:rsid w:val="0035568D"/>
    <w:rsid w:val="00357B7F"/>
    <w:rsid w:val="00360645"/>
    <w:rsid w:val="00361198"/>
    <w:rsid w:val="0036126C"/>
    <w:rsid w:val="00365228"/>
    <w:rsid w:val="00366FE1"/>
    <w:rsid w:val="00367152"/>
    <w:rsid w:val="00367E5F"/>
    <w:rsid w:val="00370B80"/>
    <w:rsid w:val="003710FD"/>
    <w:rsid w:val="00371332"/>
    <w:rsid w:val="0037176D"/>
    <w:rsid w:val="00372CC6"/>
    <w:rsid w:val="003755BF"/>
    <w:rsid w:val="0037560F"/>
    <w:rsid w:val="00376C27"/>
    <w:rsid w:val="00376C92"/>
    <w:rsid w:val="00377B9E"/>
    <w:rsid w:val="0038096E"/>
    <w:rsid w:val="003810AA"/>
    <w:rsid w:val="003811A5"/>
    <w:rsid w:val="003817D2"/>
    <w:rsid w:val="00382551"/>
    <w:rsid w:val="00382730"/>
    <w:rsid w:val="00382D8F"/>
    <w:rsid w:val="003830C4"/>
    <w:rsid w:val="003851C7"/>
    <w:rsid w:val="00385A41"/>
    <w:rsid w:val="00385E16"/>
    <w:rsid w:val="00386FA4"/>
    <w:rsid w:val="003874AC"/>
    <w:rsid w:val="003908EF"/>
    <w:rsid w:val="00390BD4"/>
    <w:rsid w:val="0039149C"/>
    <w:rsid w:val="00391FEB"/>
    <w:rsid w:val="00393F5F"/>
    <w:rsid w:val="00394F6B"/>
    <w:rsid w:val="0039502A"/>
    <w:rsid w:val="0039522B"/>
    <w:rsid w:val="00395637"/>
    <w:rsid w:val="00396844"/>
    <w:rsid w:val="003976CB"/>
    <w:rsid w:val="00397BCB"/>
    <w:rsid w:val="00397DAF"/>
    <w:rsid w:val="003A230E"/>
    <w:rsid w:val="003A25CD"/>
    <w:rsid w:val="003A372F"/>
    <w:rsid w:val="003A3FAC"/>
    <w:rsid w:val="003A589C"/>
    <w:rsid w:val="003A61A2"/>
    <w:rsid w:val="003A6488"/>
    <w:rsid w:val="003A65B2"/>
    <w:rsid w:val="003A6854"/>
    <w:rsid w:val="003A6EF2"/>
    <w:rsid w:val="003A6F7C"/>
    <w:rsid w:val="003A7112"/>
    <w:rsid w:val="003A7D56"/>
    <w:rsid w:val="003A7F78"/>
    <w:rsid w:val="003B09AF"/>
    <w:rsid w:val="003B0C71"/>
    <w:rsid w:val="003B1217"/>
    <w:rsid w:val="003B1713"/>
    <w:rsid w:val="003B1DDA"/>
    <w:rsid w:val="003B2046"/>
    <w:rsid w:val="003B51BB"/>
    <w:rsid w:val="003B520E"/>
    <w:rsid w:val="003B62AB"/>
    <w:rsid w:val="003B64E6"/>
    <w:rsid w:val="003B6F05"/>
    <w:rsid w:val="003B722B"/>
    <w:rsid w:val="003C12D2"/>
    <w:rsid w:val="003C350E"/>
    <w:rsid w:val="003C469C"/>
    <w:rsid w:val="003C499E"/>
    <w:rsid w:val="003C5170"/>
    <w:rsid w:val="003C55EE"/>
    <w:rsid w:val="003C6559"/>
    <w:rsid w:val="003C6563"/>
    <w:rsid w:val="003C797F"/>
    <w:rsid w:val="003D05A8"/>
    <w:rsid w:val="003D074B"/>
    <w:rsid w:val="003D07E3"/>
    <w:rsid w:val="003D13CA"/>
    <w:rsid w:val="003D17D5"/>
    <w:rsid w:val="003D3DB7"/>
    <w:rsid w:val="003D53C3"/>
    <w:rsid w:val="003D5412"/>
    <w:rsid w:val="003D5741"/>
    <w:rsid w:val="003D6D1D"/>
    <w:rsid w:val="003D7458"/>
    <w:rsid w:val="003D762A"/>
    <w:rsid w:val="003D7864"/>
    <w:rsid w:val="003D7AC5"/>
    <w:rsid w:val="003E0D6A"/>
    <w:rsid w:val="003E219A"/>
    <w:rsid w:val="003E2CBE"/>
    <w:rsid w:val="003E3673"/>
    <w:rsid w:val="003E3914"/>
    <w:rsid w:val="003E4284"/>
    <w:rsid w:val="003E46A3"/>
    <w:rsid w:val="003E55FB"/>
    <w:rsid w:val="003E64B9"/>
    <w:rsid w:val="003E7A0F"/>
    <w:rsid w:val="003F14DE"/>
    <w:rsid w:val="003F26B4"/>
    <w:rsid w:val="003F3531"/>
    <w:rsid w:val="003F46AB"/>
    <w:rsid w:val="003F5DCC"/>
    <w:rsid w:val="003F61F1"/>
    <w:rsid w:val="003F6478"/>
    <w:rsid w:val="003F7CE9"/>
    <w:rsid w:val="003F7F3E"/>
    <w:rsid w:val="00400A97"/>
    <w:rsid w:val="004020AD"/>
    <w:rsid w:val="00402509"/>
    <w:rsid w:val="00403ABB"/>
    <w:rsid w:val="00405D62"/>
    <w:rsid w:val="00405E77"/>
    <w:rsid w:val="00406274"/>
    <w:rsid w:val="004063AE"/>
    <w:rsid w:val="00406692"/>
    <w:rsid w:val="00406BAD"/>
    <w:rsid w:val="004077C1"/>
    <w:rsid w:val="00407A98"/>
    <w:rsid w:val="00407AED"/>
    <w:rsid w:val="00410738"/>
    <w:rsid w:val="0041165C"/>
    <w:rsid w:val="00411A50"/>
    <w:rsid w:val="00411D67"/>
    <w:rsid w:val="004120C4"/>
    <w:rsid w:val="0041238A"/>
    <w:rsid w:val="004125C6"/>
    <w:rsid w:val="00414BDD"/>
    <w:rsid w:val="00414DA4"/>
    <w:rsid w:val="00416453"/>
    <w:rsid w:val="00416DD8"/>
    <w:rsid w:val="00421749"/>
    <w:rsid w:val="00421ABC"/>
    <w:rsid w:val="00422D99"/>
    <w:rsid w:val="00422FBC"/>
    <w:rsid w:val="004233EA"/>
    <w:rsid w:val="0042410F"/>
    <w:rsid w:val="0042448C"/>
    <w:rsid w:val="00424818"/>
    <w:rsid w:val="00424BDB"/>
    <w:rsid w:val="00424F0C"/>
    <w:rsid w:val="004254E4"/>
    <w:rsid w:val="00427BEA"/>
    <w:rsid w:val="004302CC"/>
    <w:rsid w:val="00430607"/>
    <w:rsid w:val="00431591"/>
    <w:rsid w:val="00431AB5"/>
    <w:rsid w:val="00431C6F"/>
    <w:rsid w:val="004334B4"/>
    <w:rsid w:val="00433844"/>
    <w:rsid w:val="00433E65"/>
    <w:rsid w:val="00434FD0"/>
    <w:rsid w:val="0043504C"/>
    <w:rsid w:val="00435114"/>
    <w:rsid w:val="00435526"/>
    <w:rsid w:val="00435A14"/>
    <w:rsid w:val="004422CF"/>
    <w:rsid w:val="0044236C"/>
    <w:rsid w:val="004425BF"/>
    <w:rsid w:val="00443182"/>
    <w:rsid w:val="004431B6"/>
    <w:rsid w:val="00443DC5"/>
    <w:rsid w:val="004455FB"/>
    <w:rsid w:val="00446327"/>
    <w:rsid w:val="0044788B"/>
    <w:rsid w:val="00447ED2"/>
    <w:rsid w:val="00450D62"/>
    <w:rsid w:val="00451710"/>
    <w:rsid w:val="004517EE"/>
    <w:rsid w:val="00452762"/>
    <w:rsid w:val="00452CAA"/>
    <w:rsid w:val="004533A9"/>
    <w:rsid w:val="00453DBA"/>
    <w:rsid w:val="00453E90"/>
    <w:rsid w:val="0045421E"/>
    <w:rsid w:val="00454614"/>
    <w:rsid w:val="0045707D"/>
    <w:rsid w:val="00457853"/>
    <w:rsid w:val="00457A82"/>
    <w:rsid w:val="004601EC"/>
    <w:rsid w:val="0046032D"/>
    <w:rsid w:val="004605EE"/>
    <w:rsid w:val="004614DF"/>
    <w:rsid w:val="00461DBB"/>
    <w:rsid w:val="00463DC4"/>
    <w:rsid w:val="0046400F"/>
    <w:rsid w:val="00464EA8"/>
    <w:rsid w:val="004650C0"/>
    <w:rsid w:val="00466A22"/>
    <w:rsid w:val="004675E6"/>
    <w:rsid w:val="00467E82"/>
    <w:rsid w:val="0047173B"/>
    <w:rsid w:val="00471BA4"/>
    <w:rsid w:val="00472275"/>
    <w:rsid w:val="00472A5F"/>
    <w:rsid w:val="00472F64"/>
    <w:rsid w:val="004735F6"/>
    <w:rsid w:val="004748B9"/>
    <w:rsid w:val="0047508E"/>
    <w:rsid w:val="00475121"/>
    <w:rsid w:val="004752DA"/>
    <w:rsid w:val="00475CEF"/>
    <w:rsid w:val="00476B1A"/>
    <w:rsid w:val="00480DF4"/>
    <w:rsid w:val="004818CE"/>
    <w:rsid w:val="00481D90"/>
    <w:rsid w:val="004828AA"/>
    <w:rsid w:val="004833D5"/>
    <w:rsid w:val="00483715"/>
    <w:rsid w:val="00483E53"/>
    <w:rsid w:val="0048529F"/>
    <w:rsid w:val="00485583"/>
    <w:rsid w:val="00485748"/>
    <w:rsid w:val="004859E5"/>
    <w:rsid w:val="00486247"/>
    <w:rsid w:val="00487A9B"/>
    <w:rsid w:val="00490D13"/>
    <w:rsid w:val="00490EC7"/>
    <w:rsid w:val="004911D5"/>
    <w:rsid w:val="004916B9"/>
    <w:rsid w:val="004919EE"/>
    <w:rsid w:val="00491FE7"/>
    <w:rsid w:val="00492523"/>
    <w:rsid w:val="00492B4F"/>
    <w:rsid w:val="00493E8F"/>
    <w:rsid w:val="00493FD2"/>
    <w:rsid w:val="0049422F"/>
    <w:rsid w:val="0049445C"/>
    <w:rsid w:val="00494C23"/>
    <w:rsid w:val="00496201"/>
    <w:rsid w:val="004974A0"/>
    <w:rsid w:val="004A05A6"/>
    <w:rsid w:val="004A0BCF"/>
    <w:rsid w:val="004A2C11"/>
    <w:rsid w:val="004A2F98"/>
    <w:rsid w:val="004A3432"/>
    <w:rsid w:val="004A3D31"/>
    <w:rsid w:val="004A413A"/>
    <w:rsid w:val="004A5281"/>
    <w:rsid w:val="004A62D0"/>
    <w:rsid w:val="004A6509"/>
    <w:rsid w:val="004A7835"/>
    <w:rsid w:val="004B080D"/>
    <w:rsid w:val="004B0C7D"/>
    <w:rsid w:val="004B17AD"/>
    <w:rsid w:val="004B19F9"/>
    <w:rsid w:val="004B217C"/>
    <w:rsid w:val="004B2D7F"/>
    <w:rsid w:val="004B34A5"/>
    <w:rsid w:val="004B43D4"/>
    <w:rsid w:val="004B4455"/>
    <w:rsid w:val="004B54A4"/>
    <w:rsid w:val="004B5520"/>
    <w:rsid w:val="004B59FF"/>
    <w:rsid w:val="004B6AD0"/>
    <w:rsid w:val="004B6C27"/>
    <w:rsid w:val="004B6CE7"/>
    <w:rsid w:val="004B7FCB"/>
    <w:rsid w:val="004C0435"/>
    <w:rsid w:val="004C0A80"/>
    <w:rsid w:val="004C0C23"/>
    <w:rsid w:val="004C1CF8"/>
    <w:rsid w:val="004C2A26"/>
    <w:rsid w:val="004C54B6"/>
    <w:rsid w:val="004C5BCE"/>
    <w:rsid w:val="004C645D"/>
    <w:rsid w:val="004C76AA"/>
    <w:rsid w:val="004D02B2"/>
    <w:rsid w:val="004D0695"/>
    <w:rsid w:val="004D0CCE"/>
    <w:rsid w:val="004D147B"/>
    <w:rsid w:val="004D1854"/>
    <w:rsid w:val="004D310D"/>
    <w:rsid w:val="004D3D5A"/>
    <w:rsid w:val="004D4B70"/>
    <w:rsid w:val="004D5683"/>
    <w:rsid w:val="004E1120"/>
    <w:rsid w:val="004E1A6E"/>
    <w:rsid w:val="004E1D1E"/>
    <w:rsid w:val="004E213E"/>
    <w:rsid w:val="004E24DA"/>
    <w:rsid w:val="004E2D50"/>
    <w:rsid w:val="004E2D9D"/>
    <w:rsid w:val="004E305B"/>
    <w:rsid w:val="004E3494"/>
    <w:rsid w:val="004E394B"/>
    <w:rsid w:val="004E4211"/>
    <w:rsid w:val="004E452A"/>
    <w:rsid w:val="004E4856"/>
    <w:rsid w:val="004E48CF"/>
    <w:rsid w:val="004E4916"/>
    <w:rsid w:val="004E49F9"/>
    <w:rsid w:val="004E4B4F"/>
    <w:rsid w:val="004E4B85"/>
    <w:rsid w:val="004E4FA6"/>
    <w:rsid w:val="004E5240"/>
    <w:rsid w:val="004E533A"/>
    <w:rsid w:val="004E55C7"/>
    <w:rsid w:val="004E5C05"/>
    <w:rsid w:val="004E6764"/>
    <w:rsid w:val="004E7298"/>
    <w:rsid w:val="004E79CA"/>
    <w:rsid w:val="004E7E96"/>
    <w:rsid w:val="004F0696"/>
    <w:rsid w:val="004F06EF"/>
    <w:rsid w:val="004F1150"/>
    <w:rsid w:val="004F1656"/>
    <w:rsid w:val="004F1841"/>
    <w:rsid w:val="004F1F67"/>
    <w:rsid w:val="004F3530"/>
    <w:rsid w:val="004F37D5"/>
    <w:rsid w:val="004F42CC"/>
    <w:rsid w:val="004F458F"/>
    <w:rsid w:val="004F465B"/>
    <w:rsid w:val="004F516D"/>
    <w:rsid w:val="004F5633"/>
    <w:rsid w:val="004F59B7"/>
    <w:rsid w:val="004F5E63"/>
    <w:rsid w:val="004F780D"/>
    <w:rsid w:val="004F79FB"/>
    <w:rsid w:val="0050062D"/>
    <w:rsid w:val="0050117E"/>
    <w:rsid w:val="00502121"/>
    <w:rsid w:val="005031FD"/>
    <w:rsid w:val="00503931"/>
    <w:rsid w:val="00503E6B"/>
    <w:rsid w:val="0050409B"/>
    <w:rsid w:val="005053E4"/>
    <w:rsid w:val="005055B7"/>
    <w:rsid w:val="00505B33"/>
    <w:rsid w:val="00506295"/>
    <w:rsid w:val="005065F5"/>
    <w:rsid w:val="005070DE"/>
    <w:rsid w:val="0050796F"/>
    <w:rsid w:val="00512532"/>
    <w:rsid w:val="00514282"/>
    <w:rsid w:val="005165E6"/>
    <w:rsid w:val="00516B6E"/>
    <w:rsid w:val="00516B8D"/>
    <w:rsid w:val="005171FA"/>
    <w:rsid w:val="00517208"/>
    <w:rsid w:val="00517626"/>
    <w:rsid w:val="00520F73"/>
    <w:rsid w:val="005211A7"/>
    <w:rsid w:val="00523D05"/>
    <w:rsid w:val="00524CDE"/>
    <w:rsid w:val="00524F16"/>
    <w:rsid w:val="00525408"/>
    <w:rsid w:val="00526445"/>
    <w:rsid w:val="00530935"/>
    <w:rsid w:val="00531CC4"/>
    <w:rsid w:val="00532C3E"/>
    <w:rsid w:val="00535768"/>
    <w:rsid w:val="005405A8"/>
    <w:rsid w:val="0054238A"/>
    <w:rsid w:val="00542929"/>
    <w:rsid w:val="00543B61"/>
    <w:rsid w:val="00545620"/>
    <w:rsid w:val="005460B0"/>
    <w:rsid w:val="00546BBE"/>
    <w:rsid w:val="00546F81"/>
    <w:rsid w:val="005478FF"/>
    <w:rsid w:val="00550F83"/>
    <w:rsid w:val="00551346"/>
    <w:rsid w:val="00551B8E"/>
    <w:rsid w:val="00552027"/>
    <w:rsid w:val="005546BB"/>
    <w:rsid w:val="00555466"/>
    <w:rsid w:val="00555798"/>
    <w:rsid w:val="00555B07"/>
    <w:rsid w:val="005561CB"/>
    <w:rsid w:val="00556E31"/>
    <w:rsid w:val="005579F6"/>
    <w:rsid w:val="00560E47"/>
    <w:rsid w:val="00561A54"/>
    <w:rsid w:val="00561C95"/>
    <w:rsid w:val="005620E7"/>
    <w:rsid w:val="00562BC5"/>
    <w:rsid w:val="00563712"/>
    <w:rsid w:val="0056393A"/>
    <w:rsid w:val="00563C5E"/>
    <w:rsid w:val="0056452B"/>
    <w:rsid w:val="00564847"/>
    <w:rsid w:val="0056646A"/>
    <w:rsid w:val="005669E1"/>
    <w:rsid w:val="00567E61"/>
    <w:rsid w:val="00571497"/>
    <w:rsid w:val="00571912"/>
    <w:rsid w:val="00571A1E"/>
    <w:rsid w:val="00572D05"/>
    <w:rsid w:val="0057365A"/>
    <w:rsid w:val="00573D46"/>
    <w:rsid w:val="00574A15"/>
    <w:rsid w:val="005751EF"/>
    <w:rsid w:val="00575624"/>
    <w:rsid w:val="005761F5"/>
    <w:rsid w:val="00576EC4"/>
    <w:rsid w:val="00576F8A"/>
    <w:rsid w:val="00577621"/>
    <w:rsid w:val="00577B26"/>
    <w:rsid w:val="005800ED"/>
    <w:rsid w:val="005800F1"/>
    <w:rsid w:val="0058034D"/>
    <w:rsid w:val="00582298"/>
    <w:rsid w:val="00583728"/>
    <w:rsid w:val="005839E1"/>
    <w:rsid w:val="00584C99"/>
    <w:rsid w:val="00584F45"/>
    <w:rsid w:val="00585A30"/>
    <w:rsid w:val="00587962"/>
    <w:rsid w:val="00587DA9"/>
    <w:rsid w:val="0059001A"/>
    <w:rsid w:val="0059008F"/>
    <w:rsid w:val="00590E33"/>
    <w:rsid w:val="00591FDE"/>
    <w:rsid w:val="005927F7"/>
    <w:rsid w:val="00594A70"/>
    <w:rsid w:val="005956F1"/>
    <w:rsid w:val="005957D2"/>
    <w:rsid w:val="00595DA1"/>
    <w:rsid w:val="0059677E"/>
    <w:rsid w:val="00596D2C"/>
    <w:rsid w:val="00596EB2"/>
    <w:rsid w:val="005A008F"/>
    <w:rsid w:val="005A0D09"/>
    <w:rsid w:val="005A0EE6"/>
    <w:rsid w:val="005A103F"/>
    <w:rsid w:val="005A1181"/>
    <w:rsid w:val="005A137B"/>
    <w:rsid w:val="005A1402"/>
    <w:rsid w:val="005A1F9E"/>
    <w:rsid w:val="005A239B"/>
    <w:rsid w:val="005A46D0"/>
    <w:rsid w:val="005A5390"/>
    <w:rsid w:val="005A54DD"/>
    <w:rsid w:val="005A55A7"/>
    <w:rsid w:val="005A5B44"/>
    <w:rsid w:val="005A6FBA"/>
    <w:rsid w:val="005A7431"/>
    <w:rsid w:val="005A7876"/>
    <w:rsid w:val="005A7ACA"/>
    <w:rsid w:val="005B21C6"/>
    <w:rsid w:val="005B3B22"/>
    <w:rsid w:val="005B45D8"/>
    <w:rsid w:val="005B4AA3"/>
    <w:rsid w:val="005B5596"/>
    <w:rsid w:val="005B6FA3"/>
    <w:rsid w:val="005B7896"/>
    <w:rsid w:val="005C18E5"/>
    <w:rsid w:val="005C2407"/>
    <w:rsid w:val="005C2AB9"/>
    <w:rsid w:val="005C4164"/>
    <w:rsid w:val="005C53E9"/>
    <w:rsid w:val="005C64E5"/>
    <w:rsid w:val="005C7CFA"/>
    <w:rsid w:val="005D0B36"/>
    <w:rsid w:val="005D0CA5"/>
    <w:rsid w:val="005D1904"/>
    <w:rsid w:val="005D259C"/>
    <w:rsid w:val="005D3477"/>
    <w:rsid w:val="005D4E57"/>
    <w:rsid w:val="005D5F40"/>
    <w:rsid w:val="005D620E"/>
    <w:rsid w:val="005D68EC"/>
    <w:rsid w:val="005E020C"/>
    <w:rsid w:val="005E0218"/>
    <w:rsid w:val="005E07D4"/>
    <w:rsid w:val="005E07E0"/>
    <w:rsid w:val="005E0EFB"/>
    <w:rsid w:val="005E148F"/>
    <w:rsid w:val="005E14B8"/>
    <w:rsid w:val="005E2468"/>
    <w:rsid w:val="005E3B27"/>
    <w:rsid w:val="005E3FD3"/>
    <w:rsid w:val="005E5180"/>
    <w:rsid w:val="005E6018"/>
    <w:rsid w:val="005E6735"/>
    <w:rsid w:val="005E6881"/>
    <w:rsid w:val="005E79CC"/>
    <w:rsid w:val="005F001C"/>
    <w:rsid w:val="005F006C"/>
    <w:rsid w:val="005F090E"/>
    <w:rsid w:val="005F0E13"/>
    <w:rsid w:val="005F30F8"/>
    <w:rsid w:val="005F3C3A"/>
    <w:rsid w:val="005F5BF0"/>
    <w:rsid w:val="005F6D1E"/>
    <w:rsid w:val="005F768E"/>
    <w:rsid w:val="005F7FD1"/>
    <w:rsid w:val="006008F3"/>
    <w:rsid w:val="00600B51"/>
    <w:rsid w:val="00601074"/>
    <w:rsid w:val="00601E07"/>
    <w:rsid w:val="006020AA"/>
    <w:rsid w:val="00602E2E"/>
    <w:rsid w:val="0060380A"/>
    <w:rsid w:val="00603C3E"/>
    <w:rsid w:val="006043D5"/>
    <w:rsid w:val="0060456B"/>
    <w:rsid w:val="00604588"/>
    <w:rsid w:val="00604DBE"/>
    <w:rsid w:val="00607211"/>
    <w:rsid w:val="006073FD"/>
    <w:rsid w:val="0060765E"/>
    <w:rsid w:val="00607C55"/>
    <w:rsid w:val="00607CA0"/>
    <w:rsid w:val="006106FF"/>
    <w:rsid w:val="0061131B"/>
    <w:rsid w:val="0061156F"/>
    <w:rsid w:val="00611CBC"/>
    <w:rsid w:val="00611F18"/>
    <w:rsid w:val="00612BF2"/>
    <w:rsid w:val="00613711"/>
    <w:rsid w:val="006149D6"/>
    <w:rsid w:val="00614F82"/>
    <w:rsid w:val="0061583B"/>
    <w:rsid w:val="006170D5"/>
    <w:rsid w:val="0061715C"/>
    <w:rsid w:val="006171E2"/>
    <w:rsid w:val="0061739E"/>
    <w:rsid w:val="006179D2"/>
    <w:rsid w:val="00617A0A"/>
    <w:rsid w:val="00617CCA"/>
    <w:rsid w:val="0062124E"/>
    <w:rsid w:val="0062126A"/>
    <w:rsid w:val="006217CD"/>
    <w:rsid w:val="00621E75"/>
    <w:rsid w:val="0062222A"/>
    <w:rsid w:val="00626E89"/>
    <w:rsid w:val="006305A0"/>
    <w:rsid w:val="006305A1"/>
    <w:rsid w:val="006314B2"/>
    <w:rsid w:val="0063272B"/>
    <w:rsid w:val="00633A6D"/>
    <w:rsid w:val="00635B59"/>
    <w:rsid w:val="006366D1"/>
    <w:rsid w:val="006369F0"/>
    <w:rsid w:val="00636C12"/>
    <w:rsid w:val="00636EBC"/>
    <w:rsid w:val="00636FCF"/>
    <w:rsid w:val="00637B45"/>
    <w:rsid w:val="00640650"/>
    <w:rsid w:val="006429D3"/>
    <w:rsid w:val="00642E14"/>
    <w:rsid w:val="00643059"/>
    <w:rsid w:val="00643EA5"/>
    <w:rsid w:val="006449FE"/>
    <w:rsid w:val="00644A76"/>
    <w:rsid w:val="00645A5D"/>
    <w:rsid w:val="0065001B"/>
    <w:rsid w:val="00651370"/>
    <w:rsid w:val="00652012"/>
    <w:rsid w:val="00652548"/>
    <w:rsid w:val="00653308"/>
    <w:rsid w:val="00653514"/>
    <w:rsid w:val="006538E0"/>
    <w:rsid w:val="00653ACF"/>
    <w:rsid w:val="00653F0A"/>
    <w:rsid w:val="0065482A"/>
    <w:rsid w:val="006555D1"/>
    <w:rsid w:val="00655FC7"/>
    <w:rsid w:val="00656805"/>
    <w:rsid w:val="00656A5C"/>
    <w:rsid w:val="00656B3F"/>
    <w:rsid w:val="00660D26"/>
    <w:rsid w:val="006612C8"/>
    <w:rsid w:val="00661DC7"/>
    <w:rsid w:val="00662FB4"/>
    <w:rsid w:val="00663394"/>
    <w:rsid w:val="006639CA"/>
    <w:rsid w:val="00664712"/>
    <w:rsid w:val="00665B2F"/>
    <w:rsid w:val="00665BAD"/>
    <w:rsid w:val="0066737B"/>
    <w:rsid w:val="0067018E"/>
    <w:rsid w:val="00670679"/>
    <w:rsid w:val="0067082D"/>
    <w:rsid w:val="00670ACA"/>
    <w:rsid w:val="00671D2D"/>
    <w:rsid w:val="00672005"/>
    <w:rsid w:val="00672B56"/>
    <w:rsid w:val="00673237"/>
    <w:rsid w:val="0067389B"/>
    <w:rsid w:val="00673CBB"/>
    <w:rsid w:val="00674016"/>
    <w:rsid w:val="00674D52"/>
    <w:rsid w:val="00675BF5"/>
    <w:rsid w:val="00675F0C"/>
    <w:rsid w:val="0067614D"/>
    <w:rsid w:val="00677027"/>
    <w:rsid w:val="00680020"/>
    <w:rsid w:val="00680810"/>
    <w:rsid w:val="00680AE1"/>
    <w:rsid w:val="00680E11"/>
    <w:rsid w:val="00681C3A"/>
    <w:rsid w:val="00681FFC"/>
    <w:rsid w:val="00682C3F"/>
    <w:rsid w:val="00683183"/>
    <w:rsid w:val="006832B6"/>
    <w:rsid w:val="00684228"/>
    <w:rsid w:val="006847BD"/>
    <w:rsid w:val="00685608"/>
    <w:rsid w:val="006860D8"/>
    <w:rsid w:val="00686135"/>
    <w:rsid w:val="006864A3"/>
    <w:rsid w:val="00686575"/>
    <w:rsid w:val="00686B37"/>
    <w:rsid w:val="00690753"/>
    <w:rsid w:val="00691E4A"/>
    <w:rsid w:val="00693477"/>
    <w:rsid w:val="00693516"/>
    <w:rsid w:val="0069432C"/>
    <w:rsid w:val="006969A8"/>
    <w:rsid w:val="00696C0B"/>
    <w:rsid w:val="00697B4B"/>
    <w:rsid w:val="00697BFF"/>
    <w:rsid w:val="00697E18"/>
    <w:rsid w:val="006A1DB0"/>
    <w:rsid w:val="006A2A3F"/>
    <w:rsid w:val="006A2F50"/>
    <w:rsid w:val="006A34F9"/>
    <w:rsid w:val="006A3B8C"/>
    <w:rsid w:val="006A4C67"/>
    <w:rsid w:val="006A4E4C"/>
    <w:rsid w:val="006A57E8"/>
    <w:rsid w:val="006A59D2"/>
    <w:rsid w:val="006A5C5C"/>
    <w:rsid w:val="006A5F39"/>
    <w:rsid w:val="006A5F98"/>
    <w:rsid w:val="006A623E"/>
    <w:rsid w:val="006A660F"/>
    <w:rsid w:val="006A6F11"/>
    <w:rsid w:val="006A7089"/>
    <w:rsid w:val="006A733D"/>
    <w:rsid w:val="006B01DB"/>
    <w:rsid w:val="006B0273"/>
    <w:rsid w:val="006B3C9D"/>
    <w:rsid w:val="006B4C1F"/>
    <w:rsid w:val="006B628C"/>
    <w:rsid w:val="006B62E6"/>
    <w:rsid w:val="006B7096"/>
    <w:rsid w:val="006C0310"/>
    <w:rsid w:val="006C0D0E"/>
    <w:rsid w:val="006C2E1F"/>
    <w:rsid w:val="006C312B"/>
    <w:rsid w:val="006C3327"/>
    <w:rsid w:val="006C3CEC"/>
    <w:rsid w:val="006C55CE"/>
    <w:rsid w:val="006C5A49"/>
    <w:rsid w:val="006C684A"/>
    <w:rsid w:val="006C7079"/>
    <w:rsid w:val="006C74F9"/>
    <w:rsid w:val="006C772E"/>
    <w:rsid w:val="006C7A91"/>
    <w:rsid w:val="006D07A8"/>
    <w:rsid w:val="006D0A60"/>
    <w:rsid w:val="006D0B72"/>
    <w:rsid w:val="006D1044"/>
    <w:rsid w:val="006D1A17"/>
    <w:rsid w:val="006D2D8E"/>
    <w:rsid w:val="006D33D6"/>
    <w:rsid w:val="006D3D02"/>
    <w:rsid w:val="006D425A"/>
    <w:rsid w:val="006D4A6A"/>
    <w:rsid w:val="006D4D76"/>
    <w:rsid w:val="006D5751"/>
    <w:rsid w:val="006D610D"/>
    <w:rsid w:val="006D7231"/>
    <w:rsid w:val="006D76CA"/>
    <w:rsid w:val="006D783E"/>
    <w:rsid w:val="006E0DC0"/>
    <w:rsid w:val="006E167C"/>
    <w:rsid w:val="006E21EB"/>
    <w:rsid w:val="006E2401"/>
    <w:rsid w:val="006E328F"/>
    <w:rsid w:val="006E4028"/>
    <w:rsid w:val="006E5592"/>
    <w:rsid w:val="006E5992"/>
    <w:rsid w:val="006E59F8"/>
    <w:rsid w:val="006E6843"/>
    <w:rsid w:val="006E69C9"/>
    <w:rsid w:val="006E6B72"/>
    <w:rsid w:val="006E6CFE"/>
    <w:rsid w:val="006E7238"/>
    <w:rsid w:val="006E7D66"/>
    <w:rsid w:val="006F09DB"/>
    <w:rsid w:val="006F0E69"/>
    <w:rsid w:val="006F10FC"/>
    <w:rsid w:val="006F14BC"/>
    <w:rsid w:val="006F203E"/>
    <w:rsid w:val="006F2F42"/>
    <w:rsid w:val="006F3139"/>
    <w:rsid w:val="006F4A68"/>
    <w:rsid w:val="006F4D56"/>
    <w:rsid w:val="006F4E78"/>
    <w:rsid w:val="006F5396"/>
    <w:rsid w:val="006F63E4"/>
    <w:rsid w:val="006F6CF9"/>
    <w:rsid w:val="00701004"/>
    <w:rsid w:val="00703247"/>
    <w:rsid w:val="007039EE"/>
    <w:rsid w:val="00704B62"/>
    <w:rsid w:val="00705E3C"/>
    <w:rsid w:val="0070693B"/>
    <w:rsid w:val="007074B6"/>
    <w:rsid w:val="007100ED"/>
    <w:rsid w:val="00712499"/>
    <w:rsid w:val="00712A3F"/>
    <w:rsid w:val="00712CAB"/>
    <w:rsid w:val="0071353C"/>
    <w:rsid w:val="00716DF3"/>
    <w:rsid w:val="007175FB"/>
    <w:rsid w:val="007208E9"/>
    <w:rsid w:val="007210F8"/>
    <w:rsid w:val="0072178E"/>
    <w:rsid w:val="00721A4E"/>
    <w:rsid w:val="00722016"/>
    <w:rsid w:val="00722197"/>
    <w:rsid w:val="0072234B"/>
    <w:rsid w:val="007224B8"/>
    <w:rsid w:val="00722738"/>
    <w:rsid w:val="00722A7E"/>
    <w:rsid w:val="00722E1A"/>
    <w:rsid w:val="007239D1"/>
    <w:rsid w:val="0072438B"/>
    <w:rsid w:val="00725D6E"/>
    <w:rsid w:val="00726011"/>
    <w:rsid w:val="00730214"/>
    <w:rsid w:val="00730CF0"/>
    <w:rsid w:val="007312DA"/>
    <w:rsid w:val="007313F5"/>
    <w:rsid w:val="00732E50"/>
    <w:rsid w:val="0073594A"/>
    <w:rsid w:val="00735D98"/>
    <w:rsid w:val="00736210"/>
    <w:rsid w:val="007365B4"/>
    <w:rsid w:val="007367DD"/>
    <w:rsid w:val="00737D41"/>
    <w:rsid w:val="007400B7"/>
    <w:rsid w:val="007403B4"/>
    <w:rsid w:val="00740C35"/>
    <w:rsid w:val="007412D4"/>
    <w:rsid w:val="00742455"/>
    <w:rsid w:val="00742A31"/>
    <w:rsid w:val="00742DA3"/>
    <w:rsid w:val="00743F8B"/>
    <w:rsid w:val="00743F8F"/>
    <w:rsid w:val="00744953"/>
    <w:rsid w:val="00744A69"/>
    <w:rsid w:val="00744BF7"/>
    <w:rsid w:val="0074554C"/>
    <w:rsid w:val="00752C85"/>
    <w:rsid w:val="00754269"/>
    <w:rsid w:val="007549C7"/>
    <w:rsid w:val="00754A63"/>
    <w:rsid w:val="007555A0"/>
    <w:rsid w:val="00756133"/>
    <w:rsid w:val="007601FB"/>
    <w:rsid w:val="0076027B"/>
    <w:rsid w:val="007636A6"/>
    <w:rsid w:val="00764E38"/>
    <w:rsid w:val="007665BB"/>
    <w:rsid w:val="0076688B"/>
    <w:rsid w:val="00766C77"/>
    <w:rsid w:val="007718E8"/>
    <w:rsid w:val="00772B38"/>
    <w:rsid w:val="007737AC"/>
    <w:rsid w:val="00773885"/>
    <w:rsid w:val="00773976"/>
    <w:rsid w:val="00773C8C"/>
    <w:rsid w:val="00774546"/>
    <w:rsid w:val="007746CC"/>
    <w:rsid w:val="00776E26"/>
    <w:rsid w:val="00776EC4"/>
    <w:rsid w:val="00777215"/>
    <w:rsid w:val="007772A3"/>
    <w:rsid w:val="0077786E"/>
    <w:rsid w:val="00777AC8"/>
    <w:rsid w:val="00777D3B"/>
    <w:rsid w:val="00781B8E"/>
    <w:rsid w:val="00781E28"/>
    <w:rsid w:val="00782077"/>
    <w:rsid w:val="007828FC"/>
    <w:rsid w:val="007829E0"/>
    <w:rsid w:val="0078460F"/>
    <w:rsid w:val="00785EF8"/>
    <w:rsid w:val="00786669"/>
    <w:rsid w:val="00792361"/>
    <w:rsid w:val="00792763"/>
    <w:rsid w:val="00792C39"/>
    <w:rsid w:val="0079322B"/>
    <w:rsid w:val="00793973"/>
    <w:rsid w:val="00793A74"/>
    <w:rsid w:val="00793E95"/>
    <w:rsid w:val="00794132"/>
    <w:rsid w:val="007953E1"/>
    <w:rsid w:val="00795D48"/>
    <w:rsid w:val="00797B3C"/>
    <w:rsid w:val="007A0779"/>
    <w:rsid w:val="007A19B7"/>
    <w:rsid w:val="007A375F"/>
    <w:rsid w:val="007A4968"/>
    <w:rsid w:val="007A5786"/>
    <w:rsid w:val="007A6B73"/>
    <w:rsid w:val="007B054B"/>
    <w:rsid w:val="007B07F7"/>
    <w:rsid w:val="007B0C3F"/>
    <w:rsid w:val="007B1402"/>
    <w:rsid w:val="007B140D"/>
    <w:rsid w:val="007B19CA"/>
    <w:rsid w:val="007B1B4A"/>
    <w:rsid w:val="007B3F5A"/>
    <w:rsid w:val="007B44DB"/>
    <w:rsid w:val="007B4758"/>
    <w:rsid w:val="007B547A"/>
    <w:rsid w:val="007B5534"/>
    <w:rsid w:val="007B6386"/>
    <w:rsid w:val="007B64BB"/>
    <w:rsid w:val="007C0BAB"/>
    <w:rsid w:val="007C1704"/>
    <w:rsid w:val="007C18CD"/>
    <w:rsid w:val="007C241C"/>
    <w:rsid w:val="007C2C30"/>
    <w:rsid w:val="007C2D3E"/>
    <w:rsid w:val="007C2FB8"/>
    <w:rsid w:val="007C3568"/>
    <w:rsid w:val="007C37A2"/>
    <w:rsid w:val="007C38F6"/>
    <w:rsid w:val="007C3EBC"/>
    <w:rsid w:val="007C53A8"/>
    <w:rsid w:val="007C5A1D"/>
    <w:rsid w:val="007D1AB6"/>
    <w:rsid w:val="007D2726"/>
    <w:rsid w:val="007D2B52"/>
    <w:rsid w:val="007D2F29"/>
    <w:rsid w:val="007D33D3"/>
    <w:rsid w:val="007D43B8"/>
    <w:rsid w:val="007D4754"/>
    <w:rsid w:val="007D4825"/>
    <w:rsid w:val="007D4B14"/>
    <w:rsid w:val="007D52C9"/>
    <w:rsid w:val="007D66BA"/>
    <w:rsid w:val="007D7781"/>
    <w:rsid w:val="007E0407"/>
    <w:rsid w:val="007E0B3E"/>
    <w:rsid w:val="007E1A36"/>
    <w:rsid w:val="007E2B98"/>
    <w:rsid w:val="007E2BA8"/>
    <w:rsid w:val="007E3DB5"/>
    <w:rsid w:val="007E421B"/>
    <w:rsid w:val="007E6616"/>
    <w:rsid w:val="007E672C"/>
    <w:rsid w:val="007E7052"/>
    <w:rsid w:val="007F20E8"/>
    <w:rsid w:val="007F2956"/>
    <w:rsid w:val="007F2AFA"/>
    <w:rsid w:val="007F2BE3"/>
    <w:rsid w:val="007F3319"/>
    <w:rsid w:val="007F379C"/>
    <w:rsid w:val="007F3AD3"/>
    <w:rsid w:val="007F7006"/>
    <w:rsid w:val="007F75AF"/>
    <w:rsid w:val="007F79A2"/>
    <w:rsid w:val="007F7DCD"/>
    <w:rsid w:val="0080042D"/>
    <w:rsid w:val="008006DD"/>
    <w:rsid w:val="00801F07"/>
    <w:rsid w:val="0080248F"/>
    <w:rsid w:val="008028FE"/>
    <w:rsid w:val="008048CC"/>
    <w:rsid w:val="00804A54"/>
    <w:rsid w:val="00806D77"/>
    <w:rsid w:val="00807E3C"/>
    <w:rsid w:val="008115E7"/>
    <w:rsid w:val="00812500"/>
    <w:rsid w:val="00812BF7"/>
    <w:rsid w:val="00813129"/>
    <w:rsid w:val="00813A9B"/>
    <w:rsid w:val="00814130"/>
    <w:rsid w:val="008143B1"/>
    <w:rsid w:val="00814722"/>
    <w:rsid w:val="008149EB"/>
    <w:rsid w:val="00814B47"/>
    <w:rsid w:val="00816804"/>
    <w:rsid w:val="00816AF6"/>
    <w:rsid w:val="00816E9F"/>
    <w:rsid w:val="0082016F"/>
    <w:rsid w:val="00820AA7"/>
    <w:rsid w:val="0082154A"/>
    <w:rsid w:val="00821BEB"/>
    <w:rsid w:val="00824FF7"/>
    <w:rsid w:val="008250C1"/>
    <w:rsid w:val="00825204"/>
    <w:rsid w:val="008274F5"/>
    <w:rsid w:val="008275C0"/>
    <w:rsid w:val="00827EB0"/>
    <w:rsid w:val="008303BB"/>
    <w:rsid w:val="00832D1D"/>
    <w:rsid w:val="00834321"/>
    <w:rsid w:val="00834723"/>
    <w:rsid w:val="008347F8"/>
    <w:rsid w:val="00835E0F"/>
    <w:rsid w:val="00836A8E"/>
    <w:rsid w:val="00837966"/>
    <w:rsid w:val="00841180"/>
    <w:rsid w:val="008425B8"/>
    <w:rsid w:val="00842AC3"/>
    <w:rsid w:val="00842CA8"/>
    <w:rsid w:val="008435D5"/>
    <w:rsid w:val="008436F8"/>
    <w:rsid w:val="008437CD"/>
    <w:rsid w:val="008445FB"/>
    <w:rsid w:val="00844DA3"/>
    <w:rsid w:val="008454AF"/>
    <w:rsid w:val="008454FB"/>
    <w:rsid w:val="00845781"/>
    <w:rsid w:val="00845C3A"/>
    <w:rsid w:val="00845C69"/>
    <w:rsid w:val="0084620D"/>
    <w:rsid w:val="008472E7"/>
    <w:rsid w:val="00847387"/>
    <w:rsid w:val="00847753"/>
    <w:rsid w:val="00847A69"/>
    <w:rsid w:val="008502E5"/>
    <w:rsid w:val="00850A50"/>
    <w:rsid w:val="00851469"/>
    <w:rsid w:val="00851C68"/>
    <w:rsid w:val="0085207A"/>
    <w:rsid w:val="00852946"/>
    <w:rsid w:val="00855859"/>
    <w:rsid w:val="00855948"/>
    <w:rsid w:val="00856116"/>
    <w:rsid w:val="0085647B"/>
    <w:rsid w:val="008566A5"/>
    <w:rsid w:val="00856713"/>
    <w:rsid w:val="008569B9"/>
    <w:rsid w:val="00857F1D"/>
    <w:rsid w:val="00857F42"/>
    <w:rsid w:val="0086110B"/>
    <w:rsid w:val="00861240"/>
    <w:rsid w:val="0086128F"/>
    <w:rsid w:val="00861F29"/>
    <w:rsid w:val="0086324A"/>
    <w:rsid w:val="00863678"/>
    <w:rsid w:val="00863922"/>
    <w:rsid w:val="00864904"/>
    <w:rsid w:val="00864C2E"/>
    <w:rsid w:val="0086581B"/>
    <w:rsid w:val="00865D76"/>
    <w:rsid w:val="0086617F"/>
    <w:rsid w:val="0086687B"/>
    <w:rsid w:val="008673EE"/>
    <w:rsid w:val="0087003B"/>
    <w:rsid w:val="0087163E"/>
    <w:rsid w:val="008726CA"/>
    <w:rsid w:val="0087271A"/>
    <w:rsid w:val="00873112"/>
    <w:rsid w:val="00873C02"/>
    <w:rsid w:val="00874063"/>
    <w:rsid w:val="0087410F"/>
    <w:rsid w:val="00874B9F"/>
    <w:rsid w:val="00874D90"/>
    <w:rsid w:val="00874F6E"/>
    <w:rsid w:val="00875B13"/>
    <w:rsid w:val="008762D9"/>
    <w:rsid w:val="00880518"/>
    <w:rsid w:val="00880C1A"/>
    <w:rsid w:val="0088163F"/>
    <w:rsid w:val="00883197"/>
    <w:rsid w:val="008845E0"/>
    <w:rsid w:val="00885D06"/>
    <w:rsid w:val="00887370"/>
    <w:rsid w:val="00887C1F"/>
    <w:rsid w:val="008904A7"/>
    <w:rsid w:val="008916E6"/>
    <w:rsid w:val="0089205B"/>
    <w:rsid w:val="00892097"/>
    <w:rsid w:val="00894E63"/>
    <w:rsid w:val="00894F0F"/>
    <w:rsid w:val="00897576"/>
    <w:rsid w:val="00897905"/>
    <w:rsid w:val="008A2010"/>
    <w:rsid w:val="008A23C3"/>
    <w:rsid w:val="008A4A51"/>
    <w:rsid w:val="008A4F68"/>
    <w:rsid w:val="008A539A"/>
    <w:rsid w:val="008A59EA"/>
    <w:rsid w:val="008A5AF4"/>
    <w:rsid w:val="008A5CA2"/>
    <w:rsid w:val="008A6492"/>
    <w:rsid w:val="008A6671"/>
    <w:rsid w:val="008A6F11"/>
    <w:rsid w:val="008B06B2"/>
    <w:rsid w:val="008B0A30"/>
    <w:rsid w:val="008B2526"/>
    <w:rsid w:val="008B2BAE"/>
    <w:rsid w:val="008B581B"/>
    <w:rsid w:val="008B6140"/>
    <w:rsid w:val="008B6447"/>
    <w:rsid w:val="008B6F16"/>
    <w:rsid w:val="008C01FE"/>
    <w:rsid w:val="008C0282"/>
    <w:rsid w:val="008C17BA"/>
    <w:rsid w:val="008C1880"/>
    <w:rsid w:val="008C208B"/>
    <w:rsid w:val="008C2211"/>
    <w:rsid w:val="008C327A"/>
    <w:rsid w:val="008C5263"/>
    <w:rsid w:val="008C5EB1"/>
    <w:rsid w:val="008C5EBB"/>
    <w:rsid w:val="008C5FBE"/>
    <w:rsid w:val="008D1A17"/>
    <w:rsid w:val="008D461E"/>
    <w:rsid w:val="008D4D7C"/>
    <w:rsid w:val="008D551A"/>
    <w:rsid w:val="008D66F4"/>
    <w:rsid w:val="008D7ABD"/>
    <w:rsid w:val="008E1065"/>
    <w:rsid w:val="008E168F"/>
    <w:rsid w:val="008E18A2"/>
    <w:rsid w:val="008E1B5A"/>
    <w:rsid w:val="008E201E"/>
    <w:rsid w:val="008E2251"/>
    <w:rsid w:val="008E2AA7"/>
    <w:rsid w:val="008E2B3F"/>
    <w:rsid w:val="008E2E40"/>
    <w:rsid w:val="008E317F"/>
    <w:rsid w:val="008E3A72"/>
    <w:rsid w:val="008E4B47"/>
    <w:rsid w:val="008E4F91"/>
    <w:rsid w:val="008E75DB"/>
    <w:rsid w:val="008F02B3"/>
    <w:rsid w:val="008F05D6"/>
    <w:rsid w:val="008F08DD"/>
    <w:rsid w:val="008F175B"/>
    <w:rsid w:val="008F1FE7"/>
    <w:rsid w:val="008F293D"/>
    <w:rsid w:val="008F471D"/>
    <w:rsid w:val="008F4951"/>
    <w:rsid w:val="008F58F1"/>
    <w:rsid w:val="008F590C"/>
    <w:rsid w:val="008F68D0"/>
    <w:rsid w:val="008F79AB"/>
    <w:rsid w:val="00900822"/>
    <w:rsid w:val="00901960"/>
    <w:rsid w:val="0090294F"/>
    <w:rsid w:val="009029C3"/>
    <w:rsid w:val="00902BB7"/>
    <w:rsid w:val="00902F22"/>
    <w:rsid w:val="00905AC4"/>
    <w:rsid w:val="00905E78"/>
    <w:rsid w:val="009061FE"/>
    <w:rsid w:val="00906EB0"/>
    <w:rsid w:val="00907454"/>
    <w:rsid w:val="00910D38"/>
    <w:rsid w:val="00912D35"/>
    <w:rsid w:val="00912D98"/>
    <w:rsid w:val="0091433A"/>
    <w:rsid w:val="009153AC"/>
    <w:rsid w:val="009174BD"/>
    <w:rsid w:val="009206DC"/>
    <w:rsid w:val="00920CC9"/>
    <w:rsid w:val="00921D5B"/>
    <w:rsid w:val="009238E3"/>
    <w:rsid w:val="00925420"/>
    <w:rsid w:val="0092555D"/>
    <w:rsid w:val="00926FB3"/>
    <w:rsid w:val="00927690"/>
    <w:rsid w:val="0093016C"/>
    <w:rsid w:val="00930E6C"/>
    <w:rsid w:val="009319C1"/>
    <w:rsid w:val="009320E1"/>
    <w:rsid w:val="009328B0"/>
    <w:rsid w:val="00932947"/>
    <w:rsid w:val="00932E76"/>
    <w:rsid w:val="00934746"/>
    <w:rsid w:val="00936370"/>
    <w:rsid w:val="00936A3E"/>
    <w:rsid w:val="0093792C"/>
    <w:rsid w:val="009379BB"/>
    <w:rsid w:val="00937BB3"/>
    <w:rsid w:val="009405E8"/>
    <w:rsid w:val="00940877"/>
    <w:rsid w:val="00941942"/>
    <w:rsid w:val="00944008"/>
    <w:rsid w:val="009441D0"/>
    <w:rsid w:val="009467AC"/>
    <w:rsid w:val="00946CF4"/>
    <w:rsid w:val="009508C4"/>
    <w:rsid w:val="0095098B"/>
    <w:rsid w:val="009511A3"/>
    <w:rsid w:val="00951753"/>
    <w:rsid w:val="00951DEB"/>
    <w:rsid w:val="009533A7"/>
    <w:rsid w:val="00953894"/>
    <w:rsid w:val="00954A30"/>
    <w:rsid w:val="009563C9"/>
    <w:rsid w:val="00956E22"/>
    <w:rsid w:val="009572E5"/>
    <w:rsid w:val="00957A55"/>
    <w:rsid w:val="00961713"/>
    <w:rsid w:val="00961C4B"/>
    <w:rsid w:val="00961E53"/>
    <w:rsid w:val="00962421"/>
    <w:rsid w:val="00962DD4"/>
    <w:rsid w:val="009633E8"/>
    <w:rsid w:val="00963A06"/>
    <w:rsid w:val="00964A38"/>
    <w:rsid w:val="00965457"/>
    <w:rsid w:val="009662AD"/>
    <w:rsid w:val="009662D3"/>
    <w:rsid w:val="0096650F"/>
    <w:rsid w:val="00966B45"/>
    <w:rsid w:val="00967030"/>
    <w:rsid w:val="009671AF"/>
    <w:rsid w:val="00971D67"/>
    <w:rsid w:val="0097272A"/>
    <w:rsid w:val="00972B69"/>
    <w:rsid w:val="00973932"/>
    <w:rsid w:val="00975F3E"/>
    <w:rsid w:val="009761AA"/>
    <w:rsid w:val="009779C2"/>
    <w:rsid w:val="00977A1B"/>
    <w:rsid w:val="00980277"/>
    <w:rsid w:val="00981B48"/>
    <w:rsid w:val="009828AE"/>
    <w:rsid w:val="00982C6F"/>
    <w:rsid w:val="00984197"/>
    <w:rsid w:val="00984362"/>
    <w:rsid w:val="00984A8D"/>
    <w:rsid w:val="00985603"/>
    <w:rsid w:val="00985C5B"/>
    <w:rsid w:val="009861EF"/>
    <w:rsid w:val="00986E6F"/>
    <w:rsid w:val="00987614"/>
    <w:rsid w:val="00990695"/>
    <w:rsid w:val="00991870"/>
    <w:rsid w:val="00991C3F"/>
    <w:rsid w:val="0099206B"/>
    <w:rsid w:val="00992084"/>
    <w:rsid w:val="009929F9"/>
    <w:rsid w:val="00994086"/>
    <w:rsid w:val="00994A93"/>
    <w:rsid w:val="00995063"/>
    <w:rsid w:val="009951A1"/>
    <w:rsid w:val="0099572A"/>
    <w:rsid w:val="00996B44"/>
    <w:rsid w:val="00997074"/>
    <w:rsid w:val="00997331"/>
    <w:rsid w:val="009976C5"/>
    <w:rsid w:val="009A041A"/>
    <w:rsid w:val="009A0A1D"/>
    <w:rsid w:val="009A2F28"/>
    <w:rsid w:val="009A341E"/>
    <w:rsid w:val="009A3986"/>
    <w:rsid w:val="009A3A62"/>
    <w:rsid w:val="009A3DC5"/>
    <w:rsid w:val="009A4336"/>
    <w:rsid w:val="009A4C27"/>
    <w:rsid w:val="009A595A"/>
    <w:rsid w:val="009A6BBF"/>
    <w:rsid w:val="009A6CB3"/>
    <w:rsid w:val="009A6E10"/>
    <w:rsid w:val="009A77A5"/>
    <w:rsid w:val="009B1025"/>
    <w:rsid w:val="009B13D1"/>
    <w:rsid w:val="009B2E06"/>
    <w:rsid w:val="009B57C7"/>
    <w:rsid w:val="009B6573"/>
    <w:rsid w:val="009B747C"/>
    <w:rsid w:val="009C00E4"/>
    <w:rsid w:val="009C1891"/>
    <w:rsid w:val="009C18BD"/>
    <w:rsid w:val="009C2273"/>
    <w:rsid w:val="009C2ACF"/>
    <w:rsid w:val="009C3523"/>
    <w:rsid w:val="009C39E7"/>
    <w:rsid w:val="009C43F8"/>
    <w:rsid w:val="009C44E7"/>
    <w:rsid w:val="009C4A24"/>
    <w:rsid w:val="009C5396"/>
    <w:rsid w:val="009C55FF"/>
    <w:rsid w:val="009C5709"/>
    <w:rsid w:val="009C6B99"/>
    <w:rsid w:val="009C7AFA"/>
    <w:rsid w:val="009D0286"/>
    <w:rsid w:val="009D420B"/>
    <w:rsid w:val="009E08DA"/>
    <w:rsid w:val="009E1157"/>
    <w:rsid w:val="009E1160"/>
    <w:rsid w:val="009E214D"/>
    <w:rsid w:val="009E32F9"/>
    <w:rsid w:val="009E36C6"/>
    <w:rsid w:val="009E38FF"/>
    <w:rsid w:val="009E4696"/>
    <w:rsid w:val="009E5994"/>
    <w:rsid w:val="009E609E"/>
    <w:rsid w:val="009E6A36"/>
    <w:rsid w:val="009F1302"/>
    <w:rsid w:val="009F1442"/>
    <w:rsid w:val="009F1616"/>
    <w:rsid w:val="009F1B59"/>
    <w:rsid w:val="009F24A7"/>
    <w:rsid w:val="009F32F1"/>
    <w:rsid w:val="009F3384"/>
    <w:rsid w:val="009F4AE8"/>
    <w:rsid w:val="009F5A8D"/>
    <w:rsid w:val="009F61FB"/>
    <w:rsid w:val="009F7613"/>
    <w:rsid w:val="00A00124"/>
    <w:rsid w:val="00A0032E"/>
    <w:rsid w:val="00A014DE"/>
    <w:rsid w:val="00A01541"/>
    <w:rsid w:val="00A0184A"/>
    <w:rsid w:val="00A01D9A"/>
    <w:rsid w:val="00A039A4"/>
    <w:rsid w:val="00A04CF4"/>
    <w:rsid w:val="00A05727"/>
    <w:rsid w:val="00A05DBD"/>
    <w:rsid w:val="00A063D0"/>
    <w:rsid w:val="00A06438"/>
    <w:rsid w:val="00A06606"/>
    <w:rsid w:val="00A10392"/>
    <w:rsid w:val="00A1059C"/>
    <w:rsid w:val="00A11441"/>
    <w:rsid w:val="00A12269"/>
    <w:rsid w:val="00A127A7"/>
    <w:rsid w:val="00A12944"/>
    <w:rsid w:val="00A12D42"/>
    <w:rsid w:val="00A1300F"/>
    <w:rsid w:val="00A13CE4"/>
    <w:rsid w:val="00A144F2"/>
    <w:rsid w:val="00A15CDE"/>
    <w:rsid w:val="00A16127"/>
    <w:rsid w:val="00A20D99"/>
    <w:rsid w:val="00A21CF3"/>
    <w:rsid w:val="00A2212D"/>
    <w:rsid w:val="00A22C4D"/>
    <w:rsid w:val="00A23203"/>
    <w:rsid w:val="00A23DC2"/>
    <w:rsid w:val="00A253D7"/>
    <w:rsid w:val="00A2606B"/>
    <w:rsid w:val="00A26A4D"/>
    <w:rsid w:val="00A27028"/>
    <w:rsid w:val="00A270F7"/>
    <w:rsid w:val="00A27143"/>
    <w:rsid w:val="00A2761E"/>
    <w:rsid w:val="00A27F96"/>
    <w:rsid w:val="00A31D1B"/>
    <w:rsid w:val="00A32A5C"/>
    <w:rsid w:val="00A332D1"/>
    <w:rsid w:val="00A33B64"/>
    <w:rsid w:val="00A34225"/>
    <w:rsid w:val="00A34D31"/>
    <w:rsid w:val="00A35C44"/>
    <w:rsid w:val="00A37988"/>
    <w:rsid w:val="00A37F00"/>
    <w:rsid w:val="00A416BA"/>
    <w:rsid w:val="00A4183D"/>
    <w:rsid w:val="00A422ED"/>
    <w:rsid w:val="00A4250D"/>
    <w:rsid w:val="00A429B4"/>
    <w:rsid w:val="00A42EA7"/>
    <w:rsid w:val="00A46CD4"/>
    <w:rsid w:val="00A50697"/>
    <w:rsid w:val="00A50A6F"/>
    <w:rsid w:val="00A50CCE"/>
    <w:rsid w:val="00A53282"/>
    <w:rsid w:val="00A5402D"/>
    <w:rsid w:val="00A543E4"/>
    <w:rsid w:val="00A54751"/>
    <w:rsid w:val="00A5491D"/>
    <w:rsid w:val="00A568BD"/>
    <w:rsid w:val="00A57334"/>
    <w:rsid w:val="00A579A4"/>
    <w:rsid w:val="00A579F5"/>
    <w:rsid w:val="00A603E7"/>
    <w:rsid w:val="00A6050C"/>
    <w:rsid w:val="00A606D0"/>
    <w:rsid w:val="00A608E6"/>
    <w:rsid w:val="00A6110F"/>
    <w:rsid w:val="00A61336"/>
    <w:rsid w:val="00A613F2"/>
    <w:rsid w:val="00A61D75"/>
    <w:rsid w:val="00A635D7"/>
    <w:rsid w:val="00A64143"/>
    <w:rsid w:val="00A64AEA"/>
    <w:rsid w:val="00A64C3C"/>
    <w:rsid w:val="00A64D3B"/>
    <w:rsid w:val="00A657D8"/>
    <w:rsid w:val="00A66479"/>
    <w:rsid w:val="00A66B13"/>
    <w:rsid w:val="00A67944"/>
    <w:rsid w:val="00A71E16"/>
    <w:rsid w:val="00A728BC"/>
    <w:rsid w:val="00A73883"/>
    <w:rsid w:val="00A74082"/>
    <w:rsid w:val="00A74F0C"/>
    <w:rsid w:val="00A754C9"/>
    <w:rsid w:val="00A75674"/>
    <w:rsid w:val="00A757BB"/>
    <w:rsid w:val="00A762D7"/>
    <w:rsid w:val="00A772C7"/>
    <w:rsid w:val="00A77695"/>
    <w:rsid w:val="00A8155B"/>
    <w:rsid w:val="00A8260F"/>
    <w:rsid w:val="00A82704"/>
    <w:rsid w:val="00A8393D"/>
    <w:rsid w:val="00A83E92"/>
    <w:rsid w:val="00A84208"/>
    <w:rsid w:val="00A853B9"/>
    <w:rsid w:val="00A859D4"/>
    <w:rsid w:val="00A8611B"/>
    <w:rsid w:val="00A8744F"/>
    <w:rsid w:val="00A902B3"/>
    <w:rsid w:val="00A9068D"/>
    <w:rsid w:val="00A9130B"/>
    <w:rsid w:val="00A920D0"/>
    <w:rsid w:val="00A921F0"/>
    <w:rsid w:val="00A92454"/>
    <w:rsid w:val="00A942B6"/>
    <w:rsid w:val="00A94781"/>
    <w:rsid w:val="00A94B2F"/>
    <w:rsid w:val="00A9587F"/>
    <w:rsid w:val="00A958C0"/>
    <w:rsid w:val="00A95AB1"/>
    <w:rsid w:val="00A96DBA"/>
    <w:rsid w:val="00A971D8"/>
    <w:rsid w:val="00AA0B5C"/>
    <w:rsid w:val="00AA243B"/>
    <w:rsid w:val="00AA3802"/>
    <w:rsid w:val="00AA3E07"/>
    <w:rsid w:val="00AA46C0"/>
    <w:rsid w:val="00AA6BC8"/>
    <w:rsid w:val="00AA717C"/>
    <w:rsid w:val="00AA717D"/>
    <w:rsid w:val="00AA758A"/>
    <w:rsid w:val="00AA759D"/>
    <w:rsid w:val="00AA771C"/>
    <w:rsid w:val="00AA7817"/>
    <w:rsid w:val="00AA7E25"/>
    <w:rsid w:val="00AB1DAB"/>
    <w:rsid w:val="00AB26AE"/>
    <w:rsid w:val="00AB2ABC"/>
    <w:rsid w:val="00AB377C"/>
    <w:rsid w:val="00AB6795"/>
    <w:rsid w:val="00AB7687"/>
    <w:rsid w:val="00AB7B31"/>
    <w:rsid w:val="00AB7B4D"/>
    <w:rsid w:val="00AC02CF"/>
    <w:rsid w:val="00AC03B1"/>
    <w:rsid w:val="00AC1A22"/>
    <w:rsid w:val="00AC230B"/>
    <w:rsid w:val="00AC285C"/>
    <w:rsid w:val="00AC2A7E"/>
    <w:rsid w:val="00AC33D3"/>
    <w:rsid w:val="00AC3F5A"/>
    <w:rsid w:val="00AC44C7"/>
    <w:rsid w:val="00AC5239"/>
    <w:rsid w:val="00AC5366"/>
    <w:rsid w:val="00AC56BA"/>
    <w:rsid w:val="00AC6735"/>
    <w:rsid w:val="00AC6BF2"/>
    <w:rsid w:val="00AC7042"/>
    <w:rsid w:val="00AD05F8"/>
    <w:rsid w:val="00AD0B30"/>
    <w:rsid w:val="00AD1214"/>
    <w:rsid w:val="00AD1370"/>
    <w:rsid w:val="00AD2FD8"/>
    <w:rsid w:val="00AD301F"/>
    <w:rsid w:val="00AD348B"/>
    <w:rsid w:val="00AD37C5"/>
    <w:rsid w:val="00AD3985"/>
    <w:rsid w:val="00AD3AA2"/>
    <w:rsid w:val="00AD4002"/>
    <w:rsid w:val="00AD4703"/>
    <w:rsid w:val="00AD4BDC"/>
    <w:rsid w:val="00AD52BC"/>
    <w:rsid w:val="00AD6E8A"/>
    <w:rsid w:val="00AD777C"/>
    <w:rsid w:val="00AD784D"/>
    <w:rsid w:val="00AE0D14"/>
    <w:rsid w:val="00AE1BC7"/>
    <w:rsid w:val="00AE24FA"/>
    <w:rsid w:val="00AE28B4"/>
    <w:rsid w:val="00AE2CDA"/>
    <w:rsid w:val="00AE3D14"/>
    <w:rsid w:val="00AE4169"/>
    <w:rsid w:val="00AE5DF2"/>
    <w:rsid w:val="00AE693D"/>
    <w:rsid w:val="00AE6A9D"/>
    <w:rsid w:val="00AE6B61"/>
    <w:rsid w:val="00AE7D78"/>
    <w:rsid w:val="00AF0A56"/>
    <w:rsid w:val="00AF0D34"/>
    <w:rsid w:val="00AF13C6"/>
    <w:rsid w:val="00AF1E1D"/>
    <w:rsid w:val="00AF2AE6"/>
    <w:rsid w:val="00AF3260"/>
    <w:rsid w:val="00AF3503"/>
    <w:rsid w:val="00AF3BEE"/>
    <w:rsid w:val="00AF4006"/>
    <w:rsid w:val="00AF500A"/>
    <w:rsid w:val="00AF5A43"/>
    <w:rsid w:val="00AF608A"/>
    <w:rsid w:val="00AF6325"/>
    <w:rsid w:val="00AF69CD"/>
    <w:rsid w:val="00AF7258"/>
    <w:rsid w:val="00B0069A"/>
    <w:rsid w:val="00B0198B"/>
    <w:rsid w:val="00B02854"/>
    <w:rsid w:val="00B05FD1"/>
    <w:rsid w:val="00B07952"/>
    <w:rsid w:val="00B07DAA"/>
    <w:rsid w:val="00B10666"/>
    <w:rsid w:val="00B11588"/>
    <w:rsid w:val="00B1331C"/>
    <w:rsid w:val="00B15B28"/>
    <w:rsid w:val="00B1666F"/>
    <w:rsid w:val="00B1735C"/>
    <w:rsid w:val="00B20DA3"/>
    <w:rsid w:val="00B20F07"/>
    <w:rsid w:val="00B21ADF"/>
    <w:rsid w:val="00B22707"/>
    <w:rsid w:val="00B22925"/>
    <w:rsid w:val="00B22A3B"/>
    <w:rsid w:val="00B234EC"/>
    <w:rsid w:val="00B245C3"/>
    <w:rsid w:val="00B2551D"/>
    <w:rsid w:val="00B25576"/>
    <w:rsid w:val="00B2603F"/>
    <w:rsid w:val="00B2618B"/>
    <w:rsid w:val="00B26517"/>
    <w:rsid w:val="00B26A18"/>
    <w:rsid w:val="00B26D7C"/>
    <w:rsid w:val="00B30211"/>
    <w:rsid w:val="00B31295"/>
    <w:rsid w:val="00B31BED"/>
    <w:rsid w:val="00B348C0"/>
    <w:rsid w:val="00B34B55"/>
    <w:rsid w:val="00B354E6"/>
    <w:rsid w:val="00B35CE0"/>
    <w:rsid w:val="00B36F66"/>
    <w:rsid w:val="00B36FCB"/>
    <w:rsid w:val="00B37D31"/>
    <w:rsid w:val="00B4032F"/>
    <w:rsid w:val="00B414A3"/>
    <w:rsid w:val="00B41B64"/>
    <w:rsid w:val="00B42032"/>
    <w:rsid w:val="00B42501"/>
    <w:rsid w:val="00B4282B"/>
    <w:rsid w:val="00B43840"/>
    <w:rsid w:val="00B448F6"/>
    <w:rsid w:val="00B46F46"/>
    <w:rsid w:val="00B47108"/>
    <w:rsid w:val="00B50694"/>
    <w:rsid w:val="00B51DA3"/>
    <w:rsid w:val="00B5226C"/>
    <w:rsid w:val="00B52FB6"/>
    <w:rsid w:val="00B533F0"/>
    <w:rsid w:val="00B54700"/>
    <w:rsid w:val="00B54791"/>
    <w:rsid w:val="00B5505E"/>
    <w:rsid w:val="00B5565B"/>
    <w:rsid w:val="00B55A94"/>
    <w:rsid w:val="00B55CAE"/>
    <w:rsid w:val="00B569D6"/>
    <w:rsid w:val="00B56C95"/>
    <w:rsid w:val="00B56CE7"/>
    <w:rsid w:val="00B574FE"/>
    <w:rsid w:val="00B57DEF"/>
    <w:rsid w:val="00B6087E"/>
    <w:rsid w:val="00B620E1"/>
    <w:rsid w:val="00B63432"/>
    <w:rsid w:val="00B634FF"/>
    <w:rsid w:val="00B63527"/>
    <w:rsid w:val="00B6381C"/>
    <w:rsid w:val="00B63E39"/>
    <w:rsid w:val="00B6431E"/>
    <w:rsid w:val="00B657D8"/>
    <w:rsid w:val="00B65AEC"/>
    <w:rsid w:val="00B65F83"/>
    <w:rsid w:val="00B66725"/>
    <w:rsid w:val="00B677E6"/>
    <w:rsid w:val="00B6784A"/>
    <w:rsid w:val="00B67D6E"/>
    <w:rsid w:val="00B71E27"/>
    <w:rsid w:val="00B7252E"/>
    <w:rsid w:val="00B72948"/>
    <w:rsid w:val="00B72FFE"/>
    <w:rsid w:val="00B73F3C"/>
    <w:rsid w:val="00B73F99"/>
    <w:rsid w:val="00B740CF"/>
    <w:rsid w:val="00B74A1E"/>
    <w:rsid w:val="00B75D44"/>
    <w:rsid w:val="00B77147"/>
    <w:rsid w:val="00B7730C"/>
    <w:rsid w:val="00B801E8"/>
    <w:rsid w:val="00B80582"/>
    <w:rsid w:val="00B80894"/>
    <w:rsid w:val="00B82902"/>
    <w:rsid w:val="00B82B0E"/>
    <w:rsid w:val="00B82C98"/>
    <w:rsid w:val="00B8378A"/>
    <w:rsid w:val="00B83F36"/>
    <w:rsid w:val="00B8452C"/>
    <w:rsid w:val="00B84DBE"/>
    <w:rsid w:val="00B84F34"/>
    <w:rsid w:val="00B85C9F"/>
    <w:rsid w:val="00B878D9"/>
    <w:rsid w:val="00B9041E"/>
    <w:rsid w:val="00B90720"/>
    <w:rsid w:val="00B90876"/>
    <w:rsid w:val="00B90DCD"/>
    <w:rsid w:val="00B91137"/>
    <w:rsid w:val="00B91A49"/>
    <w:rsid w:val="00B923C3"/>
    <w:rsid w:val="00B948B0"/>
    <w:rsid w:val="00B955A7"/>
    <w:rsid w:val="00B971A8"/>
    <w:rsid w:val="00B9755F"/>
    <w:rsid w:val="00B97650"/>
    <w:rsid w:val="00BA0FE7"/>
    <w:rsid w:val="00BA12E9"/>
    <w:rsid w:val="00BA4D84"/>
    <w:rsid w:val="00BA5127"/>
    <w:rsid w:val="00BA54D0"/>
    <w:rsid w:val="00BA6DAF"/>
    <w:rsid w:val="00BA6F2E"/>
    <w:rsid w:val="00BA7291"/>
    <w:rsid w:val="00BA7690"/>
    <w:rsid w:val="00BB0080"/>
    <w:rsid w:val="00BB0271"/>
    <w:rsid w:val="00BB0861"/>
    <w:rsid w:val="00BB31BB"/>
    <w:rsid w:val="00BB3516"/>
    <w:rsid w:val="00BB35CF"/>
    <w:rsid w:val="00BB3C69"/>
    <w:rsid w:val="00BB3E6A"/>
    <w:rsid w:val="00BB42E1"/>
    <w:rsid w:val="00BB49FE"/>
    <w:rsid w:val="00BB4CE4"/>
    <w:rsid w:val="00BB742F"/>
    <w:rsid w:val="00BC1A9F"/>
    <w:rsid w:val="00BC29A1"/>
    <w:rsid w:val="00BC2A51"/>
    <w:rsid w:val="00BC2A7C"/>
    <w:rsid w:val="00BC3363"/>
    <w:rsid w:val="00BC3D10"/>
    <w:rsid w:val="00BC400F"/>
    <w:rsid w:val="00BC4017"/>
    <w:rsid w:val="00BC4526"/>
    <w:rsid w:val="00BC4589"/>
    <w:rsid w:val="00BC4BA8"/>
    <w:rsid w:val="00BC4C5F"/>
    <w:rsid w:val="00BC4CA3"/>
    <w:rsid w:val="00BC5722"/>
    <w:rsid w:val="00BC64C3"/>
    <w:rsid w:val="00BC6890"/>
    <w:rsid w:val="00BC6AD0"/>
    <w:rsid w:val="00BC6DD1"/>
    <w:rsid w:val="00BC768E"/>
    <w:rsid w:val="00BC7C6D"/>
    <w:rsid w:val="00BC7D63"/>
    <w:rsid w:val="00BD108B"/>
    <w:rsid w:val="00BD1393"/>
    <w:rsid w:val="00BD21DC"/>
    <w:rsid w:val="00BD4073"/>
    <w:rsid w:val="00BD4121"/>
    <w:rsid w:val="00BD4A66"/>
    <w:rsid w:val="00BD5173"/>
    <w:rsid w:val="00BD5C70"/>
    <w:rsid w:val="00BD61B0"/>
    <w:rsid w:val="00BD727B"/>
    <w:rsid w:val="00BD743A"/>
    <w:rsid w:val="00BE005D"/>
    <w:rsid w:val="00BE063B"/>
    <w:rsid w:val="00BE0A0C"/>
    <w:rsid w:val="00BE112D"/>
    <w:rsid w:val="00BE12B2"/>
    <w:rsid w:val="00BE29BC"/>
    <w:rsid w:val="00BE3D35"/>
    <w:rsid w:val="00BE48EA"/>
    <w:rsid w:val="00BE55FE"/>
    <w:rsid w:val="00BE6958"/>
    <w:rsid w:val="00BE6B7B"/>
    <w:rsid w:val="00BE756F"/>
    <w:rsid w:val="00BE7A5A"/>
    <w:rsid w:val="00BE7AA4"/>
    <w:rsid w:val="00BF01DA"/>
    <w:rsid w:val="00BF031C"/>
    <w:rsid w:val="00BF0740"/>
    <w:rsid w:val="00BF1E4E"/>
    <w:rsid w:val="00BF291B"/>
    <w:rsid w:val="00BF29AD"/>
    <w:rsid w:val="00BF4512"/>
    <w:rsid w:val="00BF6549"/>
    <w:rsid w:val="00BF688C"/>
    <w:rsid w:val="00C00283"/>
    <w:rsid w:val="00C00F71"/>
    <w:rsid w:val="00C01408"/>
    <w:rsid w:val="00C01926"/>
    <w:rsid w:val="00C01BA8"/>
    <w:rsid w:val="00C01D41"/>
    <w:rsid w:val="00C0235E"/>
    <w:rsid w:val="00C025FC"/>
    <w:rsid w:val="00C02AF7"/>
    <w:rsid w:val="00C03168"/>
    <w:rsid w:val="00C03F1F"/>
    <w:rsid w:val="00C040E9"/>
    <w:rsid w:val="00C0446F"/>
    <w:rsid w:val="00C04EF5"/>
    <w:rsid w:val="00C05407"/>
    <w:rsid w:val="00C054C2"/>
    <w:rsid w:val="00C05F77"/>
    <w:rsid w:val="00C05FCA"/>
    <w:rsid w:val="00C079D3"/>
    <w:rsid w:val="00C07AAF"/>
    <w:rsid w:val="00C1017F"/>
    <w:rsid w:val="00C1078D"/>
    <w:rsid w:val="00C116FA"/>
    <w:rsid w:val="00C11AA3"/>
    <w:rsid w:val="00C11AE7"/>
    <w:rsid w:val="00C12C88"/>
    <w:rsid w:val="00C12CA9"/>
    <w:rsid w:val="00C132C7"/>
    <w:rsid w:val="00C13757"/>
    <w:rsid w:val="00C13996"/>
    <w:rsid w:val="00C13B24"/>
    <w:rsid w:val="00C16114"/>
    <w:rsid w:val="00C175E4"/>
    <w:rsid w:val="00C20F2B"/>
    <w:rsid w:val="00C21C35"/>
    <w:rsid w:val="00C21D49"/>
    <w:rsid w:val="00C220DD"/>
    <w:rsid w:val="00C22BAA"/>
    <w:rsid w:val="00C22CBA"/>
    <w:rsid w:val="00C23403"/>
    <w:rsid w:val="00C23846"/>
    <w:rsid w:val="00C24E60"/>
    <w:rsid w:val="00C25554"/>
    <w:rsid w:val="00C25D80"/>
    <w:rsid w:val="00C2659D"/>
    <w:rsid w:val="00C27165"/>
    <w:rsid w:val="00C272AB"/>
    <w:rsid w:val="00C2759E"/>
    <w:rsid w:val="00C307E4"/>
    <w:rsid w:val="00C3123C"/>
    <w:rsid w:val="00C31D82"/>
    <w:rsid w:val="00C33B22"/>
    <w:rsid w:val="00C34AC6"/>
    <w:rsid w:val="00C36C0D"/>
    <w:rsid w:val="00C36FDA"/>
    <w:rsid w:val="00C37447"/>
    <w:rsid w:val="00C37AE1"/>
    <w:rsid w:val="00C41060"/>
    <w:rsid w:val="00C411A0"/>
    <w:rsid w:val="00C41399"/>
    <w:rsid w:val="00C415F4"/>
    <w:rsid w:val="00C422C4"/>
    <w:rsid w:val="00C4334A"/>
    <w:rsid w:val="00C43D55"/>
    <w:rsid w:val="00C440DE"/>
    <w:rsid w:val="00C4571F"/>
    <w:rsid w:val="00C4577A"/>
    <w:rsid w:val="00C46060"/>
    <w:rsid w:val="00C501F7"/>
    <w:rsid w:val="00C506CC"/>
    <w:rsid w:val="00C5106B"/>
    <w:rsid w:val="00C52505"/>
    <w:rsid w:val="00C52668"/>
    <w:rsid w:val="00C52C9C"/>
    <w:rsid w:val="00C53A2F"/>
    <w:rsid w:val="00C5518D"/>
    <w:rsid w:val="00C5537C"/>
    <w:rsid w:val="00C553F9"/>
    <w:rsid w:val="00C554D2"/>
    <w:rsid w:val="00C56B75"/>
    <w:rsid w:val="00C56F5A"/>
    <w:rsid w:val="00C56FD7"/>
    <w:rsid w:val="00C57885"/>
    <w:rsid w:val="00C60FC5"/>
    <w:rsid w:val="00C61E37"/>
    <w:rsid w:val="00C62577"/>
    <w:rsid w:val="00C7134D"/>
    <w:rsid w:val="00C71AB9"/>
    <w:rsid w:val="00C724D5"/>
    <w:rsid w:val="00C737F6"/>
    <w:rsid w:val="00C73F39"/>
    <w:rsid w:val="00C74C4D"/>
    <w:rsid w:val="00C75641"/>
    <w:rsid w:val="00C8070B"/>
    <w:rsid w:val="00C8182D"/>
    <w:rsid w:val="00C83026"/>
    <w:rsid w:val="00C839B2"/>
    <w:rsid w:val="00C84085"/>
    <w:rsid w:val="00C850D6"/>
    <w:rsid w:val="00C850EE"/>
    <w:rsid w:val="00C863A2"/>
    <w:rsid w:val="00C86652"/>
    <w:rsid w:val="00C87112"/>
    <w:rsid w:val="00C87E4F"/>
    <w:rsid w:val="00C9053E"/>
    <w:rsid w:val="00C9107F"/>
    <w:rsid w:val="00C91C20"/>
    <w:rsid w:val="00C91CD6"/>
    <w:rsid w:val="00C9227C"/>
    <w:rsid w:val="00C93324"/>
    <w:rsid w:val="00C93F74"/>
    <w:rsid w:val="00C95AA6"/>
    <w:rsid w:val="00C95CD5"/>
    <w:rsid w:val="00C95E78"/>
    <w:rsid w:val="00C96D5C"/>
    <w:rsid w:val="00C97B07"/>
    <w:rsid w:val="00CA00AA"/>
    <w:rsid w:val="00CA01BD"/>
    <w:rsid w:val="00CA0B5F"/>
    <w:rsid w:val="00CA0E33"/>
    <w:rsid w:val="00CA13DC"/>
    <w:rsid w:val="00CA1AD7"/>
    <w:rsid w:val="00CA1FC0"/>
    <w:rsid w:val="00CA27F3"/>
    <w:rsid w:val="00CA349E"/>
    <w:rsid w:val="00CA359B"/>
    <w:rsid w:val="00CA3941"/>
    <w:rsid w:val="00CA3F5B"/>
    <w:rsid w:val="00CA4A4A"/>
    <w:rsid w:val="00CA55C8"/>
    <w:rsid w:val="00CA5886"/>
    <w:rsid w:val="00CA6B0D"/>
    <w:rsid w:val="00CB0BFC"/>
    <w:rsid w:val="00CB1544"/>
    <w:rsid w:val="00CB277E"/>
    <w:rsid w:val="00CB3678"/>
    <w:rsid w:val="00CB39C5"/>
    <w:rsid w:val="00CB40A7"/>
    <w:rsid w:val="00CB41A8"/>
    <w:rsid w:val="00CB492A"/>
    <w:rsid w:val="00CB4933"/>
    <w:rsid w:val="00CB7CEA"/>
    <w:rsid w:val="00CB7DD0"/>
    <w:rsid w:val="00CC1168"/>
    <w:rsid w:val="00CC190B"/>
    <w:rsid w:val="00CC1F8A"/>
    <w:rsid w:val="00CC20D3"/>
    <w:rsid w:val="00CC3505"/>
    <w:rsid w:val="00CC4502"/>
    <w:rsid w:val="00CC4C32"/>
    <w:rsid w:val="00CD0333"/>
    <w:rsid w:val="00CD1B6E"/>
    <w:rsid w:val="00CD3211"/>
    <w:rsid w:val="00CD4C0B"/>
    <w:rsid w:val="00CD4CC7"/>
    <w:rsid w:val="00CD5DC4"/>
    <w:rsid w:val="00CD5EF6"/>
    <w:rsid w:val="00CE086C"/>
    <w:rsid w:val="00CE150A"/>
    <w:rsid w:val="00CE18D0"/>
    <w:rsid w:val="00CE1DE0"/>
    <w:rsid w:val="00CE1DE7"/>
    <w:rsid w:val="00CE1E32"/>
    <w:rsid w:val="00CE2780"/>
    <w:rsid w:val="00CE2B26"/>
    <w:rsid w:val="00CE5116"/>
    <w:rsid w:val="00CE55F3"/>
    <w:rsid w:val="00CE61BB"/>
    <w:rsid w:val="00CE7290"/>
    <w:rsid w:val="00CE738D"/>
    <w:rsid w:val="00CF106A"/>
    <w:rsid w:val="00CF11C7"/>
    <w:rsid w:val="00CF1E29"/>
    <w:rsid w:val="00CF2D33"/>
    <w:rsid w:val="00CF38C6"/>
    <w:rsid w:val="00CF3BB3"/>
    <w:rsid w:val="00CF588B"/>
    <w:rsid w:val="00CF5CC6"/>
    <w:rsid w:val="00CF6CE7"/>
    <w:rsid w:val="00CF6F64"/>
    <w:rsid w:val="00CF6F96"/>
    <w:rsid w:val="00CF708D"/>
    <w:rsid w:val="00CF763E"/>
    <w:rsid w:val="00CF79DB"/>
    <w:rsid w:val="00CF7E50"/>
    <w:rsid w:val="00CF7E87"/>
    <w:rsid w:val="00D00FF5"/>
    <w:rsid w:val="00D02B42"/>
    <w:rsid w:val="00D02B83"/>
    <w:rsid w:val="00D02E34"/>
    <w:rsid w:val="00D0322F"/>
    <w:rsid w:val="00D0339E"/>
    <w:rsid w:val="00D040B5"/>
    <w:rsid w:val="00D04F47"/>
    <w:rsid w:val="00D06EE1"/>
    <w:rsid w:val="00D0728F"/>
    <w:rsid w:val="00D12F72"/>
    <w:rsid w:val="00D13935"/>
    <w:rsid w:val="00D1596F"/>
    <w:rsid w:val="00D1606D"/>
    <w:rsid w:val="00D16775"/>
    <w:rsid w:val="00D16B2B"/>
    <w:rsid w:val="00D16B9F"/>
    <w:rsid w:val="00D16CB5"/>
    <w:rsid w:val="00D201C3"/>
    <w:rsid w:val="00D2020E"/>
    <w:rsid w:val="00D204C5"/>
    <w:rsid w:val="00D21249"/>
    <w:rsid w:val="00D23695"/>
    <w:rsid w:val="00D23F9C"/>
    <w:rsid w:val="00D25D2C"/>
    <w:rsid w:val="00D2601F"/>
    <w:rsid w:val="00D26141"/>
    <w:rsid w:val="00D269A1"/>
    <w:rsid w:val="00D2750B"/>
    <w:rsid w:val="00D3004D"/>
    <w:rsid w:val="00D30099"/>
    <w:rsid w:val="00D30387"/>
    <w:rsid w:val="00D30652"/>
    <w:rsid w:val="00D30FAC"/>
    <w:rsid w:val="00D313CE"/>
    <w:rsid w:val="00D315B6"/>
    <w:rsid w:val="00D31A7B"/>
    <w:rsid w:val="00D3218A"/>
    <w:rsid w:val="00D32567"/>
    <w:rsid w:val="00D32F63"/>
    <w:rsid w:val="00D334C5"/>
    <w:rsid w:val="00D33501"/>
    <w:rsid w:val="00D34B6E"/>
    <w:rsid w:val="00D34E9F"/>
    <w:rsid w:val="00D35B0A"/>
    <w:rsid w:val="00D37DFA"/>
    <w:rsid w:val="00D40069"/>
    <w:rsid w:val="00D42D71"/>
    <w:rsid w:val="00D4309D"/>
    <w:rsid w:val="00D43F98"/>
    <w:rsid w:val="00D452CA"/>
    <w:rsid w:val="00D455E7"/>
    <w:rsid w:val="00D464CB"/>
    <w:rsid w:val="00D46A15"/>
    <w:rsid w:val="00D50D4E"/>
    <w:rsid w:val="00D50E2B"/>
    <w:rsid w:val="00D52557"/>
    <w:rsid w:val="00D534D3"/>
    <w:rsid w:val="00D549E8"/>
    <w:rsid w:val="00D54B02"/>
    <w:rsid w:val="00D553D4"/>
    <w:rsid w:val="00D555CA"/>
    <w:rsid w:val="00D57C93"/>
    <w:rsid w:val="00D60602"/>
    <w:rsid w:val="00D60FFF"/>
    <w:rsid w:val="00D622E9"/>
    <w:rsid w:val="00D62609"/>
    <w:rsid w:val="00D639E8"/>
    <w:rsid w:val="00D64930"/>
    <w:rsid w:val="00D6502E"/>
    <w:rsid w:val="00D652EE"/>
    <w:rsid w:val="00D65DC2"/>
    <w:rsid w:val="00D70444"/>
    <w:rsid w:val="00D71BCD"/>
    <w:rsid w:val="00D72177"/>
    <w:rsid w:val="00D7260B"/>
    <w:rsid w:val="00D728E0"/>
    <w:rsid w:val="00D72EBA"/>
    <w:rsid w:val="00D7367A"/>
    <w:rsid w:val="00D739B5"/>
    <w:rsid w:val="00D73CEC"/>
    <w:rsid w:val="00D75695"/>
    <w:rsid w:val="00D75CC2"/>
    <w:rsid w:val="00D76681"/>
    <w:rsid w:val="00D76BF9"/>
    <w:rsid w:val="00D80668"/>
    <w:rsid w:val="00D81602"/>
    <w:rsid w:val="00D83F47"/>
    <w:rsid w:val="00D8463B"/>
    <w:rsid w:val="00D84E82"/>
    <w:rsid w:val="00D85595"/>
    <w:rsid w:val="00D90B84"/>
    <w:rsid w:val="00D9125E"/>
    <w:rsid w:val="00D92225"/>
    <w:rsid w:val="00D9268C"/>
    <w:rsid w:val="00D9278B"/>
    <w:rsid w:val="00D9346A"/>
    <w:rsid w:val="00D9390C"/>
    <w:rsid w:val="00D94C37"/>
    <w:rsid w:val="00D94DF0"/>
    <w:rsid w:val="00D94F18"/>
    <w:rsid w:val="00D9583A"/>
    <w:rsid w:val="00D95D1D"/>
    <w:rsid w:val="00D97431"/>
    <w:rsid w:val="00D979B8"/>
    <w:rsid w:val="00D97AED"/>
    <w:rsid w:val="00DA106D"/>
    <w:rsid w:val="00DA2079"/>
    <w:rsid w:val="00DA2496"/>
    <w:rsid w:val="00DA2E20"/>
    <w:rsid w:val="00DA37F4"/>
    <w:rsid w:val="00DA5240"/>
    <w:rsid w:val="00DB0075"/>
    <w:rsid w:val="00DB0162"/>
    <w:rsid w:val="00DB042E"/>
    <w:rsid w:val="00DB0C29"/>
    <w:rsid w:val="00DB128F"/>
    <w:rsid w:val="00DB14E7"/>
    <w:rsid w:val="00DB183D"/>
    <w:rsid w:val="00DB1938"/>
    <w:rsid w:val="00DB1C2F"/>
    <w:rsid w:val="00DB1F75"/>
    <w:rsid w:val="00DB369F"/>
    <w:rsid w:val="00DB4AFF"/>
    <w:rsid w:val="00DB5420"/>
    <w:rsid w:val="00DB599C"/>
    <w:rsid w:val="00DB5B1E"/>
    <w:rsid w:val="00DB5C11"/>
    <w:rsid w:val="00DB5CE7"/>
    <w:rsid w:val="00DB65E2"/>
    <w:rsid w:val="00DB69B1"/>
    <w:rsid w:val="00DB7240"/>
    <w:rsid w:val="00DB72F4"/>
    <w:rsid w:val="00DB7C39"/>
    <w:rsid w:val="00DB7E91"/>
    <w:rsid w:val="00DC01CC"/>
    <w:rsid w:val="00DC0843"/>
    <w:rsid w:val="00DC1140"/>
    <w:rsid w:val="00DC12C6"/>
    <w:rsid w:val="00DC1712"/>
    <w:rsid w:val="00DC19D3"/>
    <w:rsid w:val="00DC228B"/>
    <w:rsid w:val="00DC41AA"/>
    <w:rsid w:val="00DC4511"/>
    <w:rsid w:val="00DC4592"/>
    <w:rsid w:val="00DC5BB8"/>
    <w:rsid w:val="00DC6636"/>
    <w:rsid w:val="00DC70FB"/>
    <w:rsid w:val="00DC7533"/>
    <w:rsid w:val="00DD0E0B"/>
    <w:rsid w:val="00DD1C60"/>
    <w:rsid w:val="00DD22A2"/>
    <w:rsid w:val="00DD3550"/>
    <w:rsid w:val="00DD3F67"/>
    <w:rsid w:val="00DD46AA"/>
    <w:rsid w:val="00DD4EC3"/>
    <w:rsid w:val="00DD5582"/>
    <w:rsid w:val="00DD5840"/>
    <w:rsid w:val="00DD6540"/>
    <w:rsid w:val="00DE1B2F"/>
    <w:rsid w:val="00DE3461"/>
    <w:rsid w:val="00DE40AD"/>
    <w:rsid w:val="00DE440D"/>
    <w:rsid w:val="00DE5B23"/>
    <w:rsid w:val="00DE6E0A"/>
    <w:rsid w:val="00DE71E3"/>
    <w:rsid w:val="00DE7A53"/>
    <w:rsid w:val="00DF139B"/>
    <w:rsid w:val="00DF16FE"/>
    <w:rsid w:val="00DF307E"/>
    <w:rsid w:val="00DF3AAB"/>
    <w:rsid w:val="00DF5CC1"/>
    <w:rsid w:val="00E00432"/>
    <w:rsid w:val="00E00452"/>
    <w:rsid w:val="00E01037"/>
    <w:rsid w:val="00E03115"/>
    <w:rsid w:val="00E03BC2"/>
    <w:rsid w:val="00E04D6A"/>
    <w:rsid w:val="00E050C8"/>
    <w:rsid w:val="00E06E22"/>
    <w:rsid w:val="00E07458"/>
    <w:rsid w:val="00E10AFE"/>
    <w:rsid w:val="00E122D3"/>
    <w:rsid w:val="00E128B5"/>
    <w:rsid w:val="00E12984"/>
    <w:rsid w:val="00E13B9A"/>
    <w:rsid w:val="00E1443C"/>
    <w:rsid w:val="00E15952"/>
    <w:rsid w:val="00E162F3"/>
    <w:rsid w:val="00E1795A"/>
    <w:rsid w:val="00E202C2"/>
    <w:rsid w:val="00E2142C"/>
    <w:rsid w:val="00E21727"/>
    <w:rsid w:val="00E217EA"/>
    <w:rsid w:val="00E21D2F"/>
    <w:rsid w:val="00E22EC3"/>
    <w:rsid w:val="00E238C8"/>
    <w:rsid w:val="00E25026"/>
    <w:rsid w:val="00E269D0"/>
    <w:rsid w:val="00E272FE"/>
    <w:rsid w:val="00E27BE3"/>
    <w:rsid w:val="00E31785"/>
    <w:rsid w:val="00E327EC"/>
    <w:rsid w:val="00E329D0"/>
    <w:rsid w:val="00E32ACA"/>
    <w:rsid w:val="00E32D12"/>
    <w:rsid w:val="00E33BAD"/>
    <w:rsid w:val="00E3431E"/>
    <w:rsid w:val="00E34884"/>
    <w:rsid w:val="00E35116"/>
    <w:rsid w:val="00E35FC2"/>
    <w:rsid w:val="00E362AA"/>
    <w:rsid w:val="00E36E96"/>
    <w:rsid w:val="00E3785E"/>
    <w:rsid w:val="00E37DDC"/>
    <w:rsid w:val="00E411BF"/>
    <w:rsid w:val="00E414C9"/>
    <w:rsid w:val="00E416B7"/>
    <w:rsid w:val="00E4243C"/>
    <w:rsid w:val="00E43E8C"/>
    <w:rsid w:val="00E44FA3"/>
    <w:rsid w:val="00E47365"/>
    <w:rsid w:val="00E47CDD"/>
    <w:rsid w:val="00E47D8E"/>
    <w:rsid w:val="00E512F5"/>
    <w:rsid w:val="00E517F2"/>
    <w:rsid w:val="00E51E18"/>
    <w:rsid w:val="00E522F2"/>
    <w:rsid w:val="00E53674"/>
    <w:rsid w:val="00E55558"/>
    <w:rsid w:val="00E55BE9"/>
    <w:rsid w:val="00E56B3C"/>
    <w:rsid w:val="00E56B6B"/>
    <w:rsid w:val="00E60462"/>
    <w:rsid w:val="00E606C6"/>
    <w:rsid w:val="00E608D2"/>
    <w:rsid w:val="00E61716"/>
    <w:rsid w:val="00E62BAA"/>
    <w:rsid w:val="00E635EF"/>
    <w:rsid w:val="00E650B1"/>
    <w:rsid w:val="00E65FF0"/>
    <w:rsid w:val="00E66ECC"/>
    <w:rsid w:val="00E6778F"/>
    <w:rsid w:val="00E7226C"/>
    <w:rsid w:val="00E725D7"/>
    <w:rsid w:val="00E72D6A"/>
    <w:rsid w:val="00E72DC9"/>
    <w:rsid w:val="00E73911"/>
    <w:rsid w:val="00E75F8E"/>
    <w:rsid w:val="00E75FB3"/>
    <w:rsid w:val="00E76B01"/>
    <w:rsid w:val="00E773E1"/>
    <w:rsid w:val="00E77C18"/>
    <w:rsid w:val="00E77F11"/>
    <w:rsid w:val="00E80B32"/>
    <w:rsid w:val="00E80E0F"/>
    <w:rsid w:val="00E81DAF"/>
    <w:rsid w:val="00E81DBB"/>
    <w:rsid w:val="00E82021"/>
    <w:rsid w:val="00E828F6"/>
    <w:rsid w:val="00E82B5D"/>
    <w:rsid w:val="00E831A1"/>
    <w:rsid w:val="00E85133"/>
    <w:rsid w:val="00E85283"/>
    <w:rsid w:val="00E85484"/>
    <w:rsid w:val="00E856B9"/>
    <w:rsid w:val="00E859BC"/>
    <w:rsid w:val="00E85A59"/>
    <w:rsid w:val="00E85D28"/>
    <w:rsid w:val="00E86321"/>
    <w:rsid w:val="00E86527"/>
    <w:rsid w:val="00E874F8"/>
    <w:rsid w:val="00E878D7"/>
    <w:rsid w:val="00E87A66"/>
    <w:rsid w:val="00E903E9"/>
    <w:rsid w:val="00E9059F"/>
    <w:rsid w:val="00E91107"/>
    <w:rsid w:val="00E91E21"/>
    <w:rsid w:val="00E92382"/>
    <w:rsid w:val="00E93848"/>
    <w:rsid w:val="00E952A6"/>
    <w:rsid w:val="00E95A44"/>
    <w:rsid w:val="00E95B4B"/>
    <w:rsid w:val="00E962C4"/>
    <w:rsid w:val="00E963CD"/>
    <w:rsid w:val="00E968EA"/>
    <w:rsid w:val="00E97195"/>
    <w:rsid w:val="00E977B5"/>
    <w:rsid w:val="00E97CAD"/>
    <w:rsid w:val="00E97E6F"/>
    <w:rsid w:val="00E97EB2"/>
    <w:rsid w:val="00EA11F4"/>
    <w:rsid w:val="00EA19DB"/>
    <w:rsid w:val="00EA2558"/>
    <w:rsid w:val="00EA350C"/>
    <w:rsid w:val="00EA3B33"/>
    <w:rsid w:val="00EA4086"/>
    <w:rsid w:val="00EA54F1"/>
    <w:rsid w:val="00EA671A"/>
    <w:rsid w:val="00EA6887"/>
    <w:rsid w:val="00EA68EA"/>
    <w:rsid w:val="00EA7176"/>
    <w:rsid w:val="00EA7469"/>
    <w:rsid w:val="00EA75E6"/>
    <w:rsid w:val="00EA76BC"/>
    <w:rsid w:val="00EA7C89"/>
    <w:rsid w:val="00EB02E5"/>
    <w:rsid w:val="00EB0915"/>
    <w:rsid w:val="00EB098D"/>
    <w:rsid w:val="00EB0CAA"/>
    <w:rsid w:val="00EB0D23"/>
    <w:rsid w:val="00EB12F6"/>
    <w:rsid w:val="00EB1DC1"/>
    <w:rsid w:val="00EB3CB1"/>
    <w:rsid w:val="00EB5559"/>
    <w:rsid w:val="00EB7908"/>
    <w:rsid w:val="00EC0B43"/>
    <w:rsid w:val="00EC30D0"/>
    <w:rsid w:val="00EC338A"/>
    <w:rsid w:val="00EC545C"/>
    <w:rsid w:val="00EC577F"/>
    <w:rsid w:val="00EC59DA"/>
    <w:rsid w:val="00EC5FAA"/>
    <w:rsid w:val="00EC63CA"/>
    <w:rsid w:val="00EC661A"/>
    <w:rsid w:val="00EC674E"/>
    <w:rsid w:val="00EC6C62"/>
    <w:rsid w:val="00EC7871"/>
    <w:rsid w:val="00ED1454"/>
    <w:rsid w:val="00ED1A3F"/>
    <w:rsid w:val="00ED289B"/>
    <w:rsid w:val="00ED3786"/>
    <w:rsid w:val="00ED4A2C"/>
    <w:rsid w:val="00ED4BF5"/>
    <w:rsid w:val="00ED4DCC"/>
    <w:rsid w:val="00ED528E"/>
    <w:rsid w:val="00ED56D4"/>
    <w:rsid w:val="00ED62B0"/>
    <w:rsid w:val="00ED6431"/>
    <w:rsid w:val="00ED7BE9"/>
    <w:rsid w:val="00EE108E"/>
    <w:rsid w:val="00EE13E7"/>
    <w:rsid w:val="00EE296C"/>
    <w:rsid w:val="00EE31EF"/>
    <w:rsid w:val="00EE3242"/>
    <w:rsid w:val="00EE365E"/>
    <w:rsid w:val="00EE4E44"/>
    <w:rsid w:val="00EE4FDC"/>
    <w:rsid w:val="00EE537E"/>
    <w:rsid w:val="00EE6391"/>
    <w:rsid w:val="00EF0ACF"/>
    <w:rsid w:val="00EF0EB5"/>
    <w:rsid w:val="00EF2D8E"/>
    <w:rsid w:val="00EF3F75"/>
    <w:rsid w:val="00EF475E"/>
    <w:rsid w:val="00EF47BE"/>
    <w:rsid w:val="00EF6467"/>
    <w:rsid w:val="00EF6846"/>
    <w:rsid w:val="00EF6B05"/>
    <w:rsid w:val="00EF7E01"/>
    <w:rsid w:val="00F00D5A"/>
    <w:rsid w:val="00F01189"/>
    <w:rsid w:val="00F0132E"/>
    <w:rsid w:val="00F01331"/>
    <w:rsid w:val="00F01A0C"/>
    <w:rsid w:val="00F022D8"/>
    <w:rsid w:val="00F02732"/>
    <w:rsid w:val="00F036C9"/>
    <w:rsid w:val="00F038B0"/>
    <w:rsid w:val="00F04FE4"/>
    <w:rsid w:val="00F059CB"/>
    <w:rsid w:val="00F06B6F"/>
    <w:rsid w:val="00F06D30"/>
    <w:rsid w:val="00F07A35"/>
    <w:rsid w:val="00F07DD3"/>
    <w:rsid w:val="00F11346"/>
    <w:rsid w:val="00F1282A"/>
    <w:rsid w:val="00F12AF9"/>
    <w:rsid w:val="00F138D6"/>
    <w:rsid w:val="00F15601"/>
    <w:rsid w:val="00F166CA"/>
    <w:rsid w:val="00F16B6C"/>
    <w:rsid w:val="00F16C00"/>
    <w:rsid w:val="00F20833"/>
    <w:rsid w:val="00F211AF"/>
    <w:rsid w:val="00F22DBD"/>
    <w:rsid w:val="00F23736"/>
    <w:rsid w:val="00F23CA1"/>
    <w:rsid w:val="00F250A2"/>
    <w:rsid w:val="00F254AC"/>
    <w:rsid w:val="00F256B7"/>
    <w:rsid w:val="00F25FF8"/>
    <w:rsid w:val="00F272C8"/>
    <w:rsid w:val="00F277CC"/>
    <w:rsid w:val="00F27A26"/>
    <w:rsid w:val="00F30725"/>
    <w:rsid w:val="00F31256"/>
    <w:rsid w:val="00F320A7"/>
    <w:rsid w:val="00F32198"/>
    <w:rsid w:val="00F32B22"/>
    <w:rsid w:val="00F3386B"/>
    <w:rsid w:val="00F341A5"/>
    <w:rsid w:val="00F34A5E"/>
    <w:rsid w:val="00F34E90"/>
    <w:rsid w:val="00F34F1E"/>
    <w:rsid w:val="00F34FF0"/>
    <w:rsid w:val="00F36008"/>
    <w:rsid w:val="00F372CF"/>
    <w:rsid w:val="00F3765E"/>
    <w:rsid w:val="00F41B19"/>
    <w:rsid w:val="00F4205E"/>
    <w:rsid w:val="00F4268E"/>
    <w:rsid w:val="00F426CA"/>
    <w:rsid w:val="00F436E3"/>
    <w:rsid w:val="00F43850"/>
    <w:rsid w:val="00F45F05"/>
    <w:rsid w:val="00F4694F"/>
    <w:rsid w:val="00F47128"/>
    <w:rsid w:val="00F474F2"/>
    <w:rsid w:val="00F475E8"/>
    <w:rsid w:val="00F476BF"/>
    <w:rsid w:val="00F47732"/>
    <w:rsid w:val="00F50A5D"/>
    <w:rsid w:val="00F50AA9"/>
    <w:rsid w:val="00F50B57"/>
    <w:rsid w:val="00F5240F"/>
    <w:rsid w:val="00F548AE"/>
    <w:rsid w:val="00F54A55"/>
    <w:rsid w:val="00F54E04"/>
    <w:rsid w:val="00F55BF3"/>
    <w:rsid w:val="00F55F4B"/>
    <w:rsid w:val="00F564FC"/>
    <w:rsid w:val="00F569F4"/>
    <w:rsid w:val="00F56DAA"/>
    <w:rsid w:val="00F56F2A"/>
    <w:rsid w:val="00F576D7"/>
    <w:rsid w:val="00F61F98"/>
    <w:rsid w:val="00F6217D"/>
    <w:rsid w:val="00F63800"/>
    <w:rsid w:val="00F6495E"/>
    <w:rsid w:val="00F65903"/>
    <w:rsid w:val="00F66AA7"/>
    <w:rsid w:val="00F67103"/>
    <w:rsid w:val="00F67367"/>
    <w:rsid w:val="00F701F9"/>
    <w:rsid w:val="00F70789"/>
    <w:rsid w:val="00F7078D"/>
    <w:rsid w:val="00F707B0"/>
    <w:rsid w:val="00F70895"/>
    <w:rsid w:val="00F70AA3"/>
    <w:rsid w:val="00F729F4"/>
    <w:rsid w:val="00F72F1D"/>
    <w:rsid w:val="00F73D7B"/>
    <w:rsid w:val="00F73F32"/>
    <w:rsid w:val="00F74B10"/>
    <w:rsid w:val="00F756AD"/>
    <w:rsid w:val="00F7686B"/>
    <w:rsid w:val="00F76DBB"/>
    <w:rsid w:val="00F771BD"/>
    <w:rsid w:val="00F772BA"/>
    <w:rsid w:val="00F77FBE"/>
    <w:rsid w:val="00F80A7D"/>
    <w:rsid w:val="00F80BA3"/>
    <w:rsid w:val="00F810D7"/>
    <w:rsid w:val="00F81139"/>
    <w:rsid w:val="00F82344"/>
    <w:rsid w:val="00F83E0C"/>
    <w:rsid w:val="00F8424D"/>
    <w:rsid w:val="00F84ACF"/>
    <w:rsid w:val="00F8504F"/>
    <w:rsid w:val="00F8577D"/>
    <w:rsid w:val="00F85DDF"/>
    <w:rsid w:val="00F860E3"/>
    <w:rsid w:val="00F86916"/>
    <w:rsid w:val="00F870AB"/>
    <w:rsid w:val="00F90020"/>
    <w:rsid w:val="00F91C9B"/>
    <w:rsid w:val="00F91CF4"/>
    <w:rsid w:val="00F93987"/>
    <w:rsid w:val="00F948B7"/>
    <w:rsid w:val="00F9549E"/>
    <w:rsid w:val="00F963D7"/>
    <w:rsid w:val="00FA0527"/>
    <w:rsid w:val="00FA0C1B"/>
    <w:rsid w:val="00FA18F4"/>
    <w:rsid w:val="00FA3D58"/>
    <w:rsid w:val="00FA4A3D"/>
    <w:rsid w:val="00FA6C89"/>
    <w:rsid w:val="00FA6E6A"/>
    <w:rsid w:val="00FA792F"/>
    <w:rsid w:val="00FB0031"/>
    <w:rsid w:val="00FB00A6"/>
    <w:rsid w:val="00FB07CC"/>
    <w:rsid w:val="00FB2BA3"/>
    <w:rsid w:val="00FB31DB"/>
    <w:rsid w:val="00FB411B"/>
    <w:rsid w:val="00FB506D"/>
    <w:rsid w:val="00FB5282"/>
    <w:rsid w:val="00FB53DC"/>
    <w:rsid w:val="00FB5782"/>
    <w:rsid w:val="00FB5B41"/>
    <w:rsid w:val="00FB662F"/>
    <w:rsid w:val="00FB6645"/>
    <w:rsid w:val="00FB67E1"/>
    <w:rsid w:val="00FB6BEF"/>
    <w:rsid w:val="00FB7FA2"/>
    <w:rsid w:val="00FC0569"/>
    <w:rsid w:val="00FC130F"/>
    <w:rsid w:val="00FC136A"/>
    <w:rsid w:val="00FC30DC"/>
    <w:rsid w:val="00FC3197"/>
    <w:rsid w:val="00FC3B0D"/>
    <w:rsid w:val="00FC44E9"/>
    <w:rsid w:val="00FC5EC9"/>
    <w:rsid w:val="00FC60A4"/>
    <w:rsid w:val="00FC65E4"/>
    <w:rsid w:val="00FC7935"/>
    <w:rsid w:val="00FD007C"/>
    <w:rsid w:val="00FD0B21"/>
    <w:rsid w:val="00FD0C19"/>
    <w:rsid w:val="00FD22DC"/>
    <w:rsid w:val="00FD2E7A"/>
    <w:rsid w:val="00FD3DB7"/>
    <w:rsid w:val="00FD4225"/>
    <w:rsid w:val="00FD481B"/>
    <w:rsid w:val="00FD520A"/>
    <w:rsid w:val="00FD5FBA"/>
    <w:rsid w:val="00FD68EE"/>
    <w:rsid w:val="00FD6BFA"/>
    <w:rsid w:val="00FD7243"/>
    <w:rsid w:val="00FE1153"/>
    <w:rsid w:val="00FE13A0"/>
    <w:rsid w:val="00FE1951"/>
    <w:rsid w:val="00FE21BE"/>
    <w:rsid w:val="00FE29F0"/>
    <w:rsid w:val="00FE33B4"/>
    <w:rsid w:val="00FE3F88"/>
    <w:rsid w:val="00FE53DF"/>
    <w:rsid w:val="00FE5CB4"/>
    <w:rsid w:val="00FE6D45"/>
    <w:rsid w:val="00FF0C01"/>
    <w:rsid w:val="00FF0C6E"/>
    <w:rsid w:val="00FF1589"/>
    <w:rsid w:val="00FF1826"/>
    <w:rsid w:val="00FF26BE"/>
    <w:rsid w:val="00FF3551"/>
    <w:rsid w:val="00FF41F8"/>
    <w:rsid w:val="00FF54EB"/>
    <w:rsid w:val="00FF6205"/>
    <w:rsid w:val="00FF7173"/>
    <w:rsid w:val="00FF7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F34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5800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5800ED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Normal"/>
    <w:uiPriority w:val="99"/>
    <w:rsid w:val="005800ED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539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713</Words>
  <Characters>4066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subject/>
  <dc:creator>МБОУ СОШ №15</dc:creator>
  <cp:keywords/>
  <dc:description/>
  <cp:lastModifiedBy>Пользователь</cp:lastModifiedBy>
  <cp:revision>2</cp:revision>
  <dcterms:created xsi:type="dcterms:W3CDTF">2013-07-25T04:44:00Z</dcterms:created>
  <dcterms:modified xsi:type="dcterms:W3CDTF">2013-07-25T04:44:00Z</dcterms:modified>
</cp:coreProperties>
</file>