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56B" w:rsidRPr="0001771C" w:rsidRDefault="001B456B" w:rsidP="0001771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01771C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B456B" w:rsidRPr="0001771C" w:rsidRDefault="001B456B" w:rsidP="0001771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01771C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B456B" w:rsidRPr="0001771C" w:rsidRDefault="001B456B" w:rsidP="0001771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766"/>
        <w:gridCol w:w="8299"/>
      </w:tblGrid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0362300191013000005 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работ по замене покрытия кровли из наплавляемых материалов над спортзалом в Муниципальном бюджетном общеобразовательном учреждении средней общеобразовательной школе №15 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B456B" w:rsidRPr="0001771C" w:rsidRDefault="001B456B" w:rsidP="0001771C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01771C">
        <w:rPr>
          <w:rFonts w:ascii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766"/>
        <w:gridCol w:w="8299"/>
      </w:tblGrid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№ 15 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624983, Свердловская обл, Серов г, Крупской, 36, - 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624983, Свердловская обл, Серов г, Крупской, 36, - </w:t>
            </w:r>
          </w:p>
        </w:tc>
      </w:tr>
    </w:tbl>
    <w:p w:rsidR="001B456B" w:rsidRPr="0001771C" w:rsidRDefault="001B456B" w:rsidP="0001771C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01771C">
        <w:rPr>
          <w:rFonts w:ascii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1B456B" w:rsidRPr="0001771C" w:rsidRDefault="001B456B" w:rsidP="0001771C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01771C">
        <w:rPr>
          <w:rFonts w:ascii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766"/>
        <w:gridCol w:w="8299"/>
      </w:tblGrid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624983, Свердловская обл, Серов г, Крупской, 36, - 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school_15_serov@mail.ru 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 (34385) 76868 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 (34382) 92473 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Черепанова Ирина Борисовна </w:t>
            </w:r>
          </w:p>
        </w:tc>
      </w:tr>
    </w:tbl>
    <w:p w:rsidR="001B456B" w:rsidRPr="0001771C" w:rsidRDefault="001B456B" w:rsidP="0001771C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01771C">
        <w:rPr>
          <w:rFonts w:ascii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766"/>
        <w:gridCol w:w="8299"/>
      </w:tblGrid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работ по замене покрытия кровли из наплавляемых материалов над спортзалом в Муниципальном бюджетном общеобразовательном учреждении средней общеобразовательной школе №15 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>304 602,00</w:t>
            </w: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обоснованием максимальной цены договора является локально – сметный расчет (приложение №1 к техническому заданию). Стоимость работ определена Заказчиком базисно – индексным методом в ценах по состоянию на 01.07.2013 года, в соответствии с «Методикой определения стоимости строительной продукции на территории Российской Федерации (МДС 81-35, 2004)» Госстрой России, протоколом Филиала ФАУ «Федеральный центр по ценообразованию в строительстве и промышленности строительных материалов по Свердловской области». 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цена включает расходы Подрядчика на материалы, проведение работ, уплату подрядчиком всех необходимых налогов и обязательных платежей, НДС, иные расходы, связанные с выполнение работ, указанных в настоящем извещении 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>9314105 Ремонт крыш и кровель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Расчеты должны быть выполнены в соответствии с техническим заданием (Приложение №2 к настоящему Извещению). Гарантия качества выполненных работ должна составлять не менее 2 (двух) лет с момента подписания Муниципальным заказчиком акта выполненных работ </w:t>
            </w:r>
          </w:p>
        </w:tc>
      </w:tr>
    </w:tbl>
    <w:p w:rsidR="001B456B" w:rsidRPr="0001771C" w:rsidRDefault="001B456B" w:rsidP="0001771C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01771C">
        <w:rPr>
          <w:rFonts w:ascii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766"/>
        <w:gridCol w:w="8299"/>
      </w:tblGrid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624983, Свердловская обл, Серов г, Крупской, 36, - 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момента заключения муниципального договора в течение 20 дней, со дня подписания договора 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после выполнения Подрядчиком всех работ, предусмотренных в договоре, на основании счета-фактуры Подрядчика, после подписания акта выполненных работ (форма КС - 2), справки о стоимости работ и затрат (форма КС - 3). Заказчик в течение пяти рабочих дней с момента поступления от Подрядчика счетов за выполненные работы рассматривает их и в принятой сумме выставляет на оплату в отдел казначейского исполнения городского бюджета </w:t>
            </w:r>
          </w:p>
        </w:tc>
      </w:tr>
    </w:tbl>
    <w:p w:rsidR="001B456B" w:rsidRPr="0001771C" w:rsidRDefault="001B456B" w:rsidP="0001771C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01771C">
        <w:rPr>
          <w:rFonts w:ascii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766"/>
        <w:gridCol w:w="8299"/>
      </w:tblGrid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Серовского городского округа, областной бюджета, выделенные бюджету Серовкого городского округа </w:t>
            </w:r>
          </w:p>
        </w:tc>
      </w:tr>
    </w:tbl>
    <w:p w:rsidR="001B456B" w:rsidRPr="0001771C" w:rsidRDefault="001B456B" w:rsidP="0001771C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01771C">
        <w:rPr>
          <w:rFonts w:ascii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766"/>
        <w:gridCol w:w="8299"/>
      </w:tblGrid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624983, Свердловская обл, Серов г, Крупской, 36, - 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23.07.2013 09:00 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01.08.2013 09:00 </w:t>
            </w:r>
          </w:p>
        </w:tc>
      </w:tr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1B456B" w:rsidRPr="0001771C" w:rsidRDefault="001B456B" w:rsidP="0001771C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747"/>
        <w:gridCol w:w="8243"/>
      </w:tblGrid>
      <w:tr w:rsidR="001B456B" w:rsidRPr="005D03DA" w:rsidTr="000177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</w:tcPr>
          <w:p w:rsidR="001B456B" w:rsidRPr="0001771C" w:rsidRDefault="001B456B" w:rsidP="00017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77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23.07.2013 </w:t>
            </w:r>
          </w:p>
        </w:tc>
      </w:tr>
    </w:tbl>
    <w:p w:rsidR="001B456B" w:rsidRDefault="001B456B"/>
    <w:sectPr w:rsidR="001B456B" w:rsidSect="0001771C">
      <w:pgSz w:w="11906" w:h="16838"/>
      <w:pgMar w:top="567" w:right="424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771C"/>
    <w:rsid w:val="000017A3"/>
    <w:rsid w:val="00001A33"/>
    <w:rsid w:val="00001E49"/>
    <w:rsid w:val="00002202"/>
    <w:rsid w:val="00002624"/>
    <w:rsid w:val="00002715"/>
    <w:rsid w:val="000030A9"/>
    <w:rsid w:val="000035E2"/>
    <w:rsid w:val="0000364F"/>
    <w:rsid w:val="00007E58"/>
    <w:rsid w:val="00010AE2"/>
    <w:rsid w:val="000137D4"/>
    <w:rsid w:val="000141A1"/>
    <w:rsid w:val="00015E98"/>
    <w:rsid w:val="00016292"/>
    <w:rsid w:val="00016947"/>
    <w:rsid w:val="00016A64"/>
    <w:rsid w:val="00016B6F"/>
    <w:rsid w:val="0001771C"/>
    <w:rsid w:val="000177A8"/>
    <w:rsid w:val="000200A8"/>
    <w:rsid w:val="00021141"/>
    <w:rsid w:val="00021340"/>
    <w:rsid w:val="000227E0"/>
    <w:rsid w:val="00022DBE"/>
    <w:rsid w:val="00023974"/>
    <w:rsid w:val="00023BCB"/>
    <w:rsid w:val="000245E5"/>
    <w:rsid w:val="00024B86"/>
    <w:rsid w:val="000260B4"/>
    <w:rsid w:val="00026995"/>
    <w:rsid w:val="00026A67"/>
    <w:rsid w:val="000273B0"/>
    <w:rsid w:val="00030A8B"/>
    <w:rsid w:val="00030D41"/>
    <w:rsid w:val="0003173C"/>
    <w:rsid w:val="00031D72"/>
    <w:rsid w:val="00031EEB"/>
    <w:rsid w:val="0003563E"/>
    <w:rsid w:val="00035FE2"/>
    <w:rsid w:val="00037067"/>
    <w:rsid w:val="00037737"/>
    <w:rsid w:val="00037E58"/>
    <w:rsid w:val="000400BD"/>
    <w:rsid w:val="00040456"/>
    <w:rsid w:val="000404BA"/>
    <w:rsid w:val="000405D8"/>
    <w:rsid w:val="0004186B"/>
    <w:rsid w:val="000437BE"/>
    <w:rsid w:val="000456C4"/>
    <w:rsid w:val="000459DF"/>
    <w:rsid w:val="00046753"/>
    <w:rsid w:val="00046C12"/>
    <w:rsid w:val="000472DA"/>
    <w:rsid w:val="000474EF"/>
    <w:rsid w:val="000475EA"/>
    <w:rsid w:val="000475FF"/>
    <w:rsid w:val="00050855"/>
    <w:rsid w:val="00050A9C"/>
    <w:rsid w:val="00051D6B"/>
    <w:rsid w:val="000533A5"/>
    <w:rsid w:val="000536F6"/>
    <w:rsid w:val="00053B46"/>
    <w:rsid w:val="000557E2"/>
    <w:rsid w:val="000558C4"/>
    <w:rsid w:val="00055A64"/>
    <w:rsid w:val="00055E9E"/>
    <w:rsid w:val="00060D97"/>
    <w:rsid w:val="00060DAE"/>
    <w:rsid w:val="000616F9"/>
    <w:rsid w:val="0006363B"/>
    <w:rsid w:val="00066233"/>
    <w:rsid w:val="000664EC"/>
    <w:rsid w:val="0006661F"/>
    <w:rsid w:val="00067A94"/>
    <w:rsid w:val="00070248"/>
    <w:rsid w:val="00070861"/>
    <w:rsid w:val="0007171B"/>
    <w:rsid w:val="0007275C"/>
    <w:rsid w:val="000735E3"/>
    <w:rsid w:val="00073D85"/>
    <w:rsid w:val="00074A7F"/>
    <w:rsid w:val="0007515D"/>
    <w:rsid w:val="000755A6"/>
    <w:rsid w:val="00075ACF"/>
    <w:rsid w:val="00077E9D"/>
    <w:rsid w:val="00080A2A"/>
    <w:rsid w:val="000815A7"/>
    <w:rsid w:val="00081631"/>
    <w:rsid w:val="00082176"/>
    <w:rsid w:val="000833F4"/>
    <w:rsid w:val="00083D91"/>
    <w:rsid w:val="000842C0"/>
    <w:rsid w:val="000844E7"/>
    <w:rsid w:val="00085AE9"/>
    <w:rsid w:val="00085F26"/>
    <w:rsid w:val="000860AE"/>
    <w:rsid w:val="00086D3A"/>
    <w:rsid w:val="00087BFB"/>
    <w:rsid w:val="00087FF0"/>
    <w:rsid w:val="0009068E"/>
    <w:rsid w:val="00090FF6"/>
    <w:rsid w:val="00092CBF"/>
    <w:rsid w:val="00092D32"/>
    <w:rsid w:val="00093448"/>
    <w:rsid w:val="00093716"/>
    <w:rsid w:val="0009405A"/>
    <w:rsid w:val="00094CD1"/>
    <w:rsid w:val="00094EE9"/>
    <w:rsid w:val="00095DF3"/>
    <w:rsid w:val="0009656B"/>
    <w:rsid w:val="0009724C"/>
    <w:rsid w:val="00097731"/>
    <w:rsid w:val="000A02C7"/>
    <w:rsid w:val="000A13D1"/>
    <w:rsid w:val="000A2DE9"/>
    <w:rsid w:val="000A3908"/>
    <w:rsid w:val="000A3AD9"/>
    <w:rsid w:val="000A41B4"/>
    <w:rsid w:val="000A7724"/>
    <w:rsid w:val="000B023F"/>
    <w:rsid w:val="000B05F3"/>
    <w:rsid w:val="000B1010"/>
    <w:rsid w:val="000B1A80"/>
    <w:rsid w:val="000B210D"/>
    <w:rsid w:val="000B2497"/>
    <w:rsid w:val="000B25A5"/>
    <w:rsid w:val="000B3342"/>
    <w:rsid w:val="000B37E9"/>
    <w:rsid w:val="000C099D"/>
    <w:rsid w:val="000C09BD"/>
    <w:rsid w:val="000C2CFB"/>
    <w:rsid w:val="000C3044"/>
    <w:rsid w:val="000C3B00"/>
    <w:rsid w:val="000C5AC4"/>
    <w:rsid w:val="000C6330"/>
    <w:rsid w:val="000C76F4"/>
    <w:rsid w:val="000D08D4"/>
    <w:rsid w:val="000D0CAD"/>
    <w:rsid w:val="000D0F6B"/>
    <w:rsid w:val="000D13FA"/>
    <w:rsid w:val="000D155B"/>
    <w:rsid w:val="000D20FF"/>
    <w:rsid w:val="000D25EF"/>
    <w:rsid w:val="000D3512"/>
    <w:rsid w:val="000D3B2F"/>
    <w:rsid w:val="000D5089"/>
    <w:rsid w:val="000D5D14"/>
    <w:rsid w:val="000D6006"/>
    <w:rsid w:val="000D6166"/>
    <w:rsid w:val="000D65FB"/>
    <w:rsid w:val="000D68C7"/>
    <w:rsid w:val="000D7149"/>
    <w:rsid w:val="000D746C"/>
    <w:rsid w:val="000D7500"/>
    <w:rsid w:val="000D78F2"/>
    <w:rsid w:val="000E0499"/>
    <w:rsid w:val="000E09F8"/>
    <w:rsid w:val="000E0C8B"/>
    <w:rsid w:val="000E21F7"/>
    <w:rsid w:val="000E239A"/>
    <w:rsid w:val="000E29F2"/>
    <w:rsid w:val="000E3692"/>
    <w:rsid w:val="000E4C1B"/>
    <w:rsid w:val="000E4D5B"/>
    <w:rsid w:val="000E54BC"/>
    <w:rsid w:val="000E55E0"/>
    <w:rsid w:val="000E5FD6"/>
    <w:rsid w:val="000E6667"/>
    <w:rsid w:val="000E66F9"/>
    <w:rsid w:val="000F1516"/>
    <w:rsid w:val="000F1A23"/>
    <w:rsid w:val="000F1F0C"/>
    <w:rsid w:val="000F2722"/>
    <w:rsid w:val="000F31CC"/>
    <w:rsid w:val="000F3C7B"/>
    <w:rsid w:val="000F42C7"/>
    <w:rsid w:val="000F4B8B"/>
    <w:rsid w:val="000F4DC0"/>
    <w:rsid w:val="000F53EC"/>
    <w:rsid w:val="000F6849"/>
    <w:rsid w:val="000F7AA3"/>
    <w:rsid w:val="000F7B42"/>
    <w:rsid w:val="000F7C20"/>
    <w:rsid w:val="00100867"/>
    <w:rsid w:val="0010225E"/>
    <w:rsid w:val="0010298B"/>
    <w:rsid w:val="00102BD4"/>
    <w:rsid w:val="00102CDF"/>
    <w:rsid w:val="00102D28"/>
    <w:rsid w:val="00104416"/>
    <w:rsid w:val="001053CC"/>
    <w:rsid w:val="00105764"/>
    <w:rsid w:val="00105A88"/>
    <w:rsid w:val="001062D5"/>
    <w:rsid w:val="0010658B"/>
    <w:rsid w:val="00107193"/>
    <w:rsid w:val="001104FB"/>
    <w:rsid w:val="00111544"/>
    <w:rsid w:val="0011210B"/>
    <w:rsid w:val="00112886"/>
    <w:rsid w:val="0011352F"/>
    <w:rsid w:val="00114D48"/>
    <w:rsid w:val="0011555D"/>
    <w:rsid w:val="00116003"/>
    <w:rsid w:val="001164E5"/>
    <w:rsid w:val="0012113C"/>
    <w:rsid w:val="00121A17"/>
    <w:rsid w:val="00121A38"/>
    <w:rsid w:val="001228E7"/>
    <w:rsid w:val="00123F4C"/>
    <w:rsid w:val="00123F8A"/>
    <w:rsid w:val="00125610"/>
    <w:rsid w:val="001257FD"/>
    <w:rsid w:val="00127A98"/>
    <w:rsid w:val="0013024E"/>
    <w:rsid w:val="001320F9"/>
    <w:rsid w:val="001328E3"/>
    <w:rsid w:val="001340B3"/>
    <w:rsid w:val="00134E8D"/>
    <w:rsid w:val="00135F89"/>
    <w:rsid w:val="00136F87"/>
    <w:rsid w:val="00137AC6"/>
    <w:rsid w:val="0014154C"/>
    <w:rsid w:val="0014305E"/>
    <w:rsid w:val="0014346A"/>
    <w:rsid w:val="00145087"/>
    <w:rsid w:val="0014578B"/>
    <w:rsid w:val="00147E3D"/>
    <w:rsid w:val="00150856"/>
    <w:rsid w:val="00150F4F"/>
    <w:rsid w:val="00151CC6"/>
    <w:rsid w:val="00153034"/>
    <w:rsid w:val="001530F3"/>
    <w:rsid w:val="0015371D"/>
    <w:rsid w:val="001541C7"/>
    <w:rsid w:val="001543CC"/>
    <w:rsid w:val="0015469B"/>
    <w:rsid w:val="00154D55"/>
    <w:rsid w:val="00156BDB"/>
    <w:rsid w:val="0015785E"/>
    <w:rsid w:val="00157BAB"/>
    <w:rsid w:val="0016035F"/>
    <w:rsid w:val="00160DCA"/>
    <w:rsid w:val="00161BBC"/>
    <w:rsid w:val="00161C30"/>
    <w:rsid w:val="001626BF"/>
    <w:rsid w:val="001643B9"/>
    <w:rsid w:val="00164CB0"/>
    <w:rsid w:val="00165953"/>
    <w:rsid w:val="0016701E"/>
    <w:rsid w:val="00170A83"/>
    <w:rsid w:val="00172339"/>
    <w:rsid w:val="00172AE0"/>
    <w:rsid w:val="001732B9"/>
    <w:rsid w:val="00174066"/>
    <w:rsid w:val="00174E80"/>
    <w:rsid w:val="0017577C"/>
    <w:rsid w:val="00176827"/>
    <w:rsid w:val="00177434"/>
    <w:rsid w:val="00180D8B"/>
    <w:rsid w:val="001815EC"/>
    <w:rsid w:val="00182887"/>
    <w:rsid w:val="00184AA8"/>
    <w:rsid w:val="001855D7"/>
    <w:rsid w:val="00190591"/>
    <w:rsid w:val="00190B60"/>
    <w:rsid w:val="001911C7"/>
    <w:rsid w:val="00191586"/>
    <w:rsid w:val="00191843"/>
    <w:rsid w:val="001924F2"/>
    <w:rsid w:val="001926D8"/>
    <w:rsid w:val="00192EFA"/>
    <w:rsid w:val="00193171"/>
    <w:rsid w:val="001936A0"/>
    <w:rsid w:val="00193820"/>
    <w:rsid w:val="00193A5E"/>
    <w:rsid w:val="00194263"/>
    <w:rsid w:val="00194473"/>
    <w:rsid w:val="001962A2"/>
    <w:rsid w:val="00196DD3"/>
    <w:rsid w:val="001972E2"/>
    <w:rsid w:val="001A0077"/>
    <w:rsid w:val="001A1A8D"/>
    <w:rsid w:val="001A2A87"/>
    <w:rsid w:val="001A2D16"/>
    <w:rsid w:val="001A35FA"/>
    <w:rsid w:val="001A4429"/>
    <w:rsid w:val="001A4C81"/>
    <w:rsid w:val="001A6C23"/>
    <w:rsid w:val="001B15E5"/>
    <w:rsid w:val="001B16CB"/>
    <w:rsid w:val="001B1AC4"/>
    <w:rsid w:val="001B25A2"/>
    <w:rsid w:val="001B2A96"/>
    <w:rsid w:val="001B2DEA"/>
    <w:rsid w:val="001B341D"/>
    <w:rsid w:val="001B4227"/>
    <w:rsid w:val="001B456B"/>
    <w:rsid w:val="001B4801"/>
    <w:rsid w:val="001B4A16"/>
    <w:rsid w:val="001B62D5"/>
    <w:rsid w:val="001B6979"/>
    <w:rsid w:val="001B6D50"/>
    <w:rsid w:val="001B7C3E"/>
    <w:rsid w:val="001C0A66"/>
    <w:rsid w:val="001C0E72"/>
    <w:rsid w:val="001C21E1"/>
    <w:rsid w:val="001C25E9"/>
    <w:rsid w:val="001C5457"/>
    <w:rsid w:val="001C6211"/>
    <w:rsid w:val="001C7BE1"/>
    <w:rsid w:val="001D00AC"/>
    <w:rsid w:val="001D00FB"/>
    <w:rsid w:val="001D10DB"/>
    <w:rsid w:val="001D151A"/>
    <w:rsid w:val="001D2B16"/>
    <w:rsid w:val="001D31A9"/>
    <w:rsid w:val="001D38DA"/>
    <w:rsid w:val="001D4706"/>
    <w:rsid w:val="001D4EFF"/>
    <w:rsid w:val="001D57D7"/>
    <w:rsid w:val="001D5A95"/>
    <w:rsid w:val="001E03D0"/>
    <w:rsid w:val="001E0A09"/>
    <w:rsid w:val="001E1510"/>
    <w:rsid w:val="001E1E0D"/>
    <w:rsid w:val="001E33A4"/>
    <w:rsid w:val="001E3EBD"/>
    <w:rsid w:val="001E3ECF"/>
    <w:rsid w:val="001E4E55"/>
    <w:rsid w:val="001E5BBE"/>
    <w:rsid w:val="001E7861"/>
    <w:rsid w:val="001F0503"/>
    <w:rsid w:val="001F29F4"/>
    <w:rsid w:val="001F51AF"/>
    <w:rsid w:val="001F52BB"/>
    <w:rsid w:val="001F70FF"/>
    <w:rsid w:val="002000CC"/>
    <w:rsid w:val="00200A4B"/>
    <w:rsid w:val="002026E0"/>
    <w:rsid w:val="00203C53"/>
    <w:rsid w:val="00204D64"/>
    <w:rsid w:val="00205B40"/>
    <w:rsid w:val="00205B5D"/>
    <w:rsid w:val="00206451"/>
    <w:rsid w:val="0020668B"/>
    <w:rsid w:val="00206E32"/>
    <w:rsid w:val="0021014E"/>
    <w:rsid w:val="00211BC1"/>
    <w:rsid w:val="002125A1"/>
    <w:rsid w:val="002128D6"/>
    <w:rsid w:val="00213849"/>
    <w:rsid w:val="0021439D"/>
    <w:rsid w:val="00215242"/>
    <w:rsid w:val="00215749"/>
    <w:rsid w:val="00215BA1"/>
    <w:rsid w:val="00215D10"/>
    <w:rsid w:val="00215E18"/>
    <w:rsid w:val="002171C5"/>
    <w:rsid w:val="00217DDC"/>
    <w:rsid w:val="00220799"/>
    <w:rsid w:val="002207AC"/>
    <w:rsid w:val="00220C15"/>
    <w:rsid w:val="00221715"/>
    <w:rsid w:val="00221837"/>
    <w:rsid w:val="00222589"/>
    <w:rsid w:val="0022291A"/>
    <w:rsid w:val="00222E24"/>
    <w:rsid w:val="00223BA2"/>
    <w:rsid w:val="00223C59"/>
    <w:rsid w:val="00224081"/>
    <w:rsid w:val="00224F39"/>
    <w:rsid w:val="00225347"/>
    <w:rsid w:val="00225E5F"/>
    <w:rsid w:val="00230464"/>
    <w:rsid w:val="00230A9C"/>
    <w:rsid w:val="00230E40"/>
    <w:rsid w:val="00231225"/>
    <w:rsid w:val="00231A6E"/>
    <w:rsid w:val="00231EEA"/>
    <w:rsid w:val="00232A87"/>
    <w:rsid w:val="00232DA3"/>
    <w:rsid w:val="00234073"/>
    <w:rsid w:val="00235057"/>
    <w:rsid w:val="0023519B"/>
    <w:rsid w:val="002363ED"/>
    <w:rsid w:val="00236AEC"/>
    <w:rsid w:val="00236CCC"/>
    <w:rsid w:val="002376DC"/>
    <w:rsid w:val="00237C10"/>
    <w:rsid w:val="00241442"/>
    <w:rsid w:val="00242966"/>
    <w:rsid w:val="00242C4B"/>
    <w:rsid w:val="00242F8F"/>
    <w:rsid w:val="0024388E"/>
    <w:rsid w:val="00244072"/>
    <w:rsid w:val="00247E26"/>
    <w:rsid w:val="00251031"/>
    <w:rsid w:val="00251292"/>
    <w:rsid w:val="0025159B"/>
    <w:rsid w:val="0025173A"/>
    <w:rsid w:val="00254013"/>
    <w:rsid w:val="002541E1"/>
    <w:rsid w:val="002545FC"/>
    <w:rsid w:val="002546C6"/>
    <w:rsid w:val="00254732"/>
    <w:rsid w:val="00254E2B"/>
    <w:rsid w:val="00255DFF"/>
    <w:rsid w:val="002569CE"/>
    <w:rsid w:val="00256A7B"/>
    <w:rsid w:val="00257881"/>
    <w:rsid w:val="0026040D"/>
    <w:rsid w:val="002607DE"/>
    <w:rsid w:val="00261850"/>
    <w:rsid w:val="002629FD"/>
    <w:rsid w:val="00262E62"/>
    <w:rsid w:val="00263947"/>
    <w:rsid w:val="002645AA"/>
    <w:rsid w:val="002649FB"/>
    <w:rsid w:val="00264A30"/>
    <w:rsid w:val="00265F71"/>
    <w:rsid w:val="0026762C"/>
    <w:rsid w:val="00267787"/>
    <w:rsid w:val="0027015F"/>
    <w:rsid w:val="00270925"/>
    <w:rsid w:val="00270E9F"/>
    <w:rsid w:val="00273322"/>
    <w:rsid w:val="00273A7F"/>
    <w:rsid w:val="00273BBB"/>
    <w:rsid w:val="00273DD2"/>
    <w:rsid w:val="002742DE"/>
    <w:rsid w:val="00276784"/>
    <w:rsid w:val="00276CCE"/>
    <w:rsid w:val="00277AC2"/>
    <w:rsid w:val="002806C3"/>
    <w:rsid w:val="00280925"/>
    <w:rsid w:val="002838B5"/>
    <w:rsid w:val="002842BE"/>
    <w:rsid w:val="00284BC1"/>
    <w:rsid w:val="002850BB"/>
    <w:rsid w:val="0028545E"/>
    <w:rsid w:val="00285B99"/>
    <w:rsid w:val="0028742B"/>
    <w:rsid w:val="00290387"/>
    <w:rsid w:val="00291186"/>
    <w:rsid w:val="0029118C"/>
    <w:rsid w:val="00291D4F"/>
    <w:rsid w:val="00292161"/>
    <w:rsid w:val="0029273A"/>
    <w:rsid w:val="00292EF1"/>
    <w:rsid w:val="00292FD6"/>
    <w:rsid w:val="00294B79"/>
    <w:rsid w:val="00294D8E"/>
    <w:rsid w:val="00296A09"/>
    <w:rsid w:val="00297124"/>
    <w:rsid w:val="0029720F"/>
    <w:rsid w:val="00297BCE"/>
    <w:rsid w:val="002A0C25"/>
    <w:rsid w:val="002A1062"/>
    <w:rsid w:val="002A1A16"/>
    <w:rsid w:val="002A1B6D"/>
    <w:rsid w:val="002A1E89"/>
    <w:rsid w:val="002A28BC"/>
    <w:rsid w:val="002A2C5F"/>
    <w:rsid w:val="002A347F"/>
    <w:rsid w:val="002A3B7D"/>
    <w:rsid w:val="002A40F6"/>
    <w:rsid w:val="002A5552"/>
    <w:rsid w:val="002A6253"/>
    <w:rsid w:val="002A710A"/>
    <w:rsid w:val="002A723D"/>
    <w:rsid w:val="002A73F7"/>
    <w:rsid w:val="002A7F43"/>
    <w:rsid w:val="002B0367"/>
    <w:rsid w:val="002B0607"/>
    <w:rsid w:val="002B0676"/>
    <w:rsid w:val="002B0C7D"/>
    <w:rsid w:val="002B1D56"/>
    <w:rsid w:val="002B2A18"/>
    <w:rsid w:val="002B4136"/>
    <w:rsid w:val="002B4943"/>
    <w:rsid w:val="002B49FA"/>
    <w:rsid w:val="002B7254"/>
    <w:rsid w:val="002B7E25"/>
    <w:rsid w:val="002C0568"/>
    <w:rsid w:val="002C08CB"/>
    <w:rsid w:val="002C190B"/>
    <w:rsid w:val="002C1B2B"/>
    <w:rsid w:val="002C2B97"/>
    <w:rsid w:val="002C3003"/>
    <w:rsid w:val="002C41C9"/>
    <w:rsid w:val="002C4BEC"/>
    <w:rsid w:val="002C54FC"/>
    <w:rsid w:val="002C65CA"/>
    <w:rsid w:val="002D102F"/>
    <w:rsid w:val="002D17B0"/>
    <w:rsid w:val="002D29F7"/>
    <w:rsid w:val="002D2EF9"/>
    <w:rsid w:val="002D389F"/>
    <w:rsid w:val="002D4E15"/>
    <w:rsid w:val="002D5D6C"/>
    <w:rsid w:val="002D6352"/>
    <w:rsid w:val="002D688B"/>
    <w:rsid w:val="002D7DEC"/>
    <w:rsid w:val="002E13F6"/>
    <w:rsid w:val="002E1C31"/>
    <w:rsid w:val="002E346E"/>
    <w:rsid w:val="002E3B28"/>
    <w:rsid w:val="002E577C"/>
    <w:rsid w:val="002E5D1B"/>
    <w:rsid w:val="002E600E"/>
    <w:rsid w:val="002E651E"/>
    <w:rsid w:val="002E70DB"/>
    <w:rsid w:val="002E7C74"/>
    <w:rsid w:val="002F0E6C"/>
    <w:rsid w:val="002F1A10"/>
    <w:rsid w:val="002F2674"/>
    <w:rsid w:val="002F355B"/>
    <w:rsid w:val="002F3902"/>
    <w:rsid w:val="002F428F"/>
    <w:rsid w:val="002F466A"/>
    <w:rsid w:val="002F47D4"/>
    <w:rsid w:val="002F4C75"/>
    <w:rsid w:val="002F4EAB"/>
    <w:rsid w:val="002F5409"/>
    <w:rsid w:val="002F55DE"/>
    <w:rsid w:val="002F6ED9"/>
    <w:rsid w:val="002F742D"/>
    <w:rsid w:val="002F799E"/>
    <w:rsid w:val="00302257"/>
    <w:rsid w:val="003035FD"/>
    <w:rsid w:val="00304B80"/>
    <w:rsid w:val="00306DF3"/>
    <w:rsid w:val="00306EEE"/>
    <w:rsid w:val="00306F56"/>
    <w:rsid w:val="00307088"/>
    <w:rsid w:val="003072A3"/>
    <w:rsid w:val="00310F0D"/>
    <w:rsid w:val="00311984"/>
    <w:rsid w:val="00312503"/>
    <w:rsid w:val="003128A6"/>
    <w:rsid w:val="00312E75"/>
    <w:rsid w:val="00313FC8"/>
    <w:rsid w:val="0031496D"/>
    <w:rsid w:val="00315401"/>
    <w:rsid w:val="00315DC6"/>
    <w:rsid w:val="00317C07"/>
    <w:rsid w:val="00320245"/>
    <w:rsid w:val="0032044C"/>
    <w:rsid w:val="00320634"/>
    <w:rsid w:val="00320D45"/>
    <w:rsid w:val="00321F20"/>
    <w:rsid w:val="00322479"/>
    <w:rsid w:val="00323414"/>
    <w:rsid w:val="00324316"/>
    <w:rsid w:val="003249BB"/>
    <w:rsid w:val="003252A8"/>
    <w:rsid w:val="00325699"/>
    <w:rsid w:val="003257B6"/>
    <w:rsid w:val="00326AEC"/>
    <w:rsid w:val="00326E6B"/>
    <w:rsid w:val="0033214D"/>
    <w:rsid w:val="00332DC9"/>
    <w:rsid w:val="00333223"/>
    <w:rsid w:val="00335C57"/>
    <w:rsid w:val="00336069"/>
    <w:rsid w:val="0033649B"/>
    <w:rsid w:val="00336C0D"/>
    <w:rsid w:val="00336D49"/>
    <w:rsid w:val="00337CA9"/>
    <w:rsid w:val="003404E6"/>
    <w:rsid w:val="00340613"/>
    <w:rsid w:val="00340851"/>
    <w:rsid w:val="00340B78"/>
    <w:rsid w:val="00341E3F"/>
    <w:rsid w:val="00344094"/>
    <w:rsid w:val="00345421"/>
    <w:rsid w:val="0034565D"/>
    <w:rsid w:val="0034571C"/>
    <w:rsid w:val="00345F2E"/>
    <w:rsid w:val="00346BAE"/>
    <w:rsid w:val="0035234A"/>
    <w:rsid w:val="00353451"/>
    <w:rsid w:val="00354023"/>
    <w:rsid w:val="00355273"/>
    <w:rsid w:val="0035547A"/>
    <w:rsid w:val="0035568D"/>
    <w:rsid w:val="00357B7F"/>
    <w:rsid w:val="00360645"/>
    <w:rsid w:val="00361198"/>
    <w:rsid w:val="0036126C"/>
    <w:rsid w:val="00365228"/>
    <w:rsid w:val="00366FE1"/>
    <w:rsid w:val="00367152"/>
    <w:rsid w:val="00367E5F"/>
    <w:rsid w:val="00370B80"/>
    <w:rsid w:val="003710FD"/>
    <w:rsid w:val="00371332"/>
    <w:rsid w:val="0037176D"/>
    <w:rsid w:val="00372CC6"/>
    <w:rsid w:val="003755BF"/>
    <w:rsid w:val="0037560F"/>
    <w:rsid w:val="00376C27"/>
    <w:rsid w:val="00376C92"/>
    <w:rsid w:val="00377B9E"/>
    <w:rsid w:val="0038096E"/>
    <w:rsid w:val="003810AA"/>
    <w:rsid w:val="003811A5"/>
    <w:rsid w:val="003817D2"/>
    <w:rsid w:val="00382551"/>
    <w:rsid w:val="00382730"/>
    <w:rsid w:val="00382D8F"/>
    <w:rsid w:val="003830C4"/>
    <w:rsid w:val="003851C7"/>
    <w:rsid w:val="00385A41"/>
    <w:rsid w:val="00385E16"/>
    <w:rsid w:val="00386FA4"/>
    <w:rsid w:val="003874AC"/>
    <w:rsid w:val="003908EF"/>
    <w:rsid w:val="00390BD4"/>
    <w:rsid w:val="0039149C"/>
    <w:rsid w:val="00391FEB"/>
    <w:rsid w:val="00393F5F"/>
    <w:rsid w:val="00394F6B"/>
    <w:rsid w:val="0039502A"/>
    <w:rsid w:val="0039522B"/>
    <w:rsid w:val="00395637"/>
    <w:rsid w:val="00396844"/>
    <w:rsid w:val="003976CB"/>
    <w:rsid w:val="00397BCB"/>
    <w:rsid w:val="00397DAF"/>
    <w:rsid w:val="003A230E"/>
    <w:rsid w:val="003A25CD"/>
    <w:rsid w:val="003A372F"/>
    <w:rsid w:val="003A3FAC"/>
    <w:rsid w:val="003A589C"/>
    <w:rsid w:val="003A61A2"/>
    <w:rsid w:val="003A6488"/>
    <w:rsid w:val="003A65B2"/>
    <w:rsid w:val="003A6854"/>
    <w:rsid w:val="003A6EF2"/>
    <w:rsid w:val="003A6F7C"/>
    <w:rsid w:val="003A7112"/>
    <w:rsid w:val="003A7D56"/>
    <w:rsid w:val="003A7F78"/>
    <w:rsid w:val="003B09AF"/>
    <w:rsid w:val="003B0C71"/>
    <w:rsid w:val="003B1217"/>
    <w:rsid w:val="003B1713"/>
    <w:rsid w:val="003B1DDA"/>
    <w:rsid w:val="003B2046"/>
    <w:rsid w:val="003B51BB"/>
    <w:rsid w:val="003B520E"/>
    <w:rsid w:val="003B62AB"/>
    <w:rsid w:val="003B64E6"/>
    <w:rsid w:val="003B6F05"/>
    <w:rsid w:val="003B722B"/>
    <w:rsid w:val="003C12D2"/>
    <w:rsid w:val="003C350E"/>
    <w:rsid w:val="003C469C"/>
    <w:rsid w:val="003C499E"/>
    <w:rsid w:val="003C5170"/>
    <w:rsid w:val="003C55EE"/>
    <w:rsid w:val="003C6559"/>
    <w:rsid w:val="003C6563"/>
    <w:rsid w:val="003C797F"/>
    <w:rsid w:val="003D05A8"/>
    <w:rsid w:val="003D074B"/>
    <w:rsid w:val="003D07E3"/>
    <w:rsid w:val="003D13CA"/>
    <w:rsid w:val="003D17D5"/>
    <w:rsid w:val="003D3DB7"/>
    <w:rsid w:val="003D53C3"/>
    <w:rsid w:val="003D5412"/>
    <w:rsid w:val="003D5741"/>
    <w:rsid w:val="003D6D1D"/>
    <w:rsid w:val="003D7458"/>
    <w:rsid w:val="003D762A"/>
    <w:rsid w:val="003D7864"/>
    <w:rsid w:val="003D7AC5"/>
    <w:rsid w:val="003E0D6A"/>
    <w:rsid w:val="003E219A"/>
    <w:rsid w:val="003E2CBE"/>
    <w:rsid w:val="003E3673"/>
    <w:rsid w:val="003E3914"/>
    <w:rsid w:val="003E4284"/>
    <w:rsid w:val="003E46A3"/>
    <w:rsid w:val="003E55FB"/>
    <w:rsid w:val="003E64B9"/>
    <w:rsid w:val="003E7A0F"/>
    <w:rsid w:val="003F26B4"/>
    <w:rsid w:val="003F3531"/>
    <w:rsid w:val="003F46AB"/>
    <w:rsid w:val="003F5DCC"/>
    <w:rsid w:val="003F61F1"/>
    <w:rsid w:val="003F6478"/>
    <w:rsid w:val="003F7CE9"/>
    <w:rsid w:val="003F7F3E"/>
    <w:rsid w:val="00400A97"/>
    <w:rsid w:val="004020AD"/>
    <w:rsid w:val="00402509"/>
    <w:rsid w:val="00403ABB"/>
    <w:rsid w:val="00405D62"/>
    <w:rsid w:val="00405E77"/>
    <w:rsid w:val="00406274"/>
    <w:rsid w:val="004063AE"/>
    <w:rsid w:val="00406692"/>
    <w:rsid w:val="00406BAD"/>
    <w:rsid w:val="004077C1"/>
    <w:rsid w:val="00407A98"/>
    <w:rsid w:val="00407AED"/>
    <w:rsid w:val="00410738"/>
    <w:rsid w:val="0041165C"/>
    <w:rsid w:val="00411A50"/>
    <w:rsid w:val="00411D67"/>
    <w:rsid w:val="004120C4"/>
    <w:rsid w:val="0041238A"/>
    <w:rsid w:val="004125C6"/>
    <w:rsid w:val="00414BDD"/>
    <w:rsid w:val="00414DA4"/>
    <w:rsid w:val="00416453"/>
    <w:rsid w:val="00416DD8"/>
    <w:rsid w:val="00421749"/>
    <w:rsid w:val="00421ABC"/>
    <w:rsid w:val="00422D99"/>
    <w:rsid w:val="00422FBC"/>
    <w:rsid w:val="004233EA"/>
    <w:rsid w:val="0042410F"/>
    <w:rsid w:val="0042448C"/>
    <w:rsid w:val="00424818"/>
    <w:rsid w:val="00424BDB"/>
    <w:rsid w:val="00424F0C"/>
    <w:rsid w:val="004254E4"/>
    <w:rsid w:val="00427BEA"/>
    <w:rsid w:val="004302CC"/>
    <w:rsid w:val="00430607"/>
    <w:rsid w:val="00431591"/>
    <w:rsid w:val="00431AB5"/>
    <w:rsid w:val="00431C6F"/>
    <w:rsid w:val="004334B4"/>
    <w:rsid w:val="00433844"/>
    <w:rsid w:val="00433E65"/>
    <w:rsid w:val="00434FD0"/>
    <w:rsid w:val="0043504C"/>
    <w:rsid w:val="00435114"/>
    <w:rsid w:val="00435526"/>
    <w:rsid w:val="00435A14"/>
    <w:rsid w:val="004422CF"/>
    <w:rsid w:val="0044236C"/>
    <w:rsid w:val="004425BF"/>
    <w:rsid w:val="00443182"/>
    <w:rsid w:val="004431B6"/>
    <w:rsid w:val="00443DC5"/>
    <w:rsid w:val="004455FB"/>
    <w:rsid w:val="00446327"/>
    <w:rsid w:val="0044788B"/>
    <w:rsid w:val="00447ED2"/>
    <w:rsid w:val="00450D62"/>
    <w:rsid w:val="00451710"/>
    <w:rsid w:val="004517EE"/>
    <w:rsid w:val="00452762"/>
    <w:rsid w:val="00452CAA"/>
    <w:rsid w:val="004533A9"/>
    <w:rsid w:val="00453DBA"/>
    <w:rsid w:val="00453E90"/>
    <w:rsid w:val="0045421E"/>
    <w:rsid w:val="00454614"/>
    <w:rsid w:val="0045707D"/>
    <w:rsid w:val="00457853"/>
    <w:rsid w:val="00457A82"/>
    <w:rsid w:val="004601EC"/>
    <w:rsid w:val="0046032D"/>
    <w:rsid w:val="004605EE"/>
    <w:rsid w:val="004614DF"/>
    <w:rsid w:val="00461DBB"/>
    <w:rsid w:val="00463DC4"/>
    <w:rsid w:val="0046400F"/>
    <w:rsid w:val="00464EA8"/>
    <w:rsid w:val="004650C0"/>
    <w:rsid w:val="00466A22"/>
    <w:rsid w:val="004675E6"/>
    <w:rsid w:val="00467E82"/>
    <w:rsid w:val="0047173B"/>
    <w:rsid w:val="00471BA4"/>
    <w:rsid w:val="00472275"/>
    <w:rsid w:val="00472A5F"/>
    <w:rsid w:val="00472F64"/>
    <w:rsid w:val="004735F6"/>
    <w:rsid w:val="004748B9"/>
    <w:rsid w:val="0047508E"/>
    <w:rsid w:val="00475121"/>
    <w:rsid w:val="004752DA"/>
    <w:rsid w:val="00475CEF"/>
    <w:rsid w:val="00476B1A"/>
    <w:rsid w:val="00480DF4"/>
    <w:rsid w:val="004818CE"/>
    <w:rsid w:val="00481D90"/>
    <w:rsid w:val="004828AA"/>
    <w:rsid w:val="004833D5"/>
    <w:rsid w:val="00483715"/>
    <w:rsid w:val="00483E53"/>
    <w:rsid w:val="0048529F"/>
    <w:rsid w:val="00485583"/>
    <w:rsid w:val="00485748"/>
    <w:rsid w:val="004859E5"/>
    <w:rsid w:val="00486247"/>
    <w:rsid w:val="00487A9B"/>
    <w:rsid w:val="00490D13"/>
    <w:rsid w:val="00490EC7"/>
    <w:rsid w:val="004911D5"/>
    <w:rsid w:val="004916B9"/>
    <w:rsid w:val="004919EE"/>
    <w:rsid w:val="00491FE7"/>
    <w:rsid w:val="00492523"/>
    <w:rsid w:val="00492B4F"/>
    <w:rsid w:val="00493E8F"/>
    <w:rsid w:val="00493FD2"/>
    <w:rsid w:val="0049422F"/>
    <w:rsid w:val="0049445C"/>
    <w:rsid w:val="00494C23"/>
    <w:rsid w:val="00496201"/>
    <w:rsid w:val="004974A0"/>
    <w:rsid w:val="004A05A6"/>
    <w:rsid w:val="004A0BCF"/>
    <w:rsid w:val="004A2C11"/>
    <w:rsid w:val="004A2F98"/>
    <w:rsid w:val="004A3432"/>
    <w:rsid w:val="004A3D31"/>
    <w:rsid w:val="004A413A"/>
    <w:rsid w:val="004A5281"/>
    <w:rsid w:val="004A62D0"/>
    <w:rsid w:val="004A6509"/>
    <w:rsid w:val="004A7835"/>
    <w:rsid w:val="004B080D"/>
    <w:rsid w:val="004B0C7D"/>
    <w:rsid w:val="004B17AD"/>
    <w:rsid w:val="004B19F9"/>
    <w:rsid w:val="004B217C"/>
    <w:rsid w:val="004B2D7F"/>
    <w:rsid w:val="004B34A5"/>
    <w:rsid w:val="004B43D4"/>
    <w:rsid w:val="004B4455"/>
    <w:rsid w:val="004B54A4"/>
    <w:rsid w:val="004B5520"/>
    <w:rsid w:val="004B59FF"/>
    <w:rsid w:val="004B6AD0"/>
    <w:rsid w:val="004B6C27"/>
    <w:rsid w:val="004B6CE7"/>
    <w:rsid w:val="004B7FCB"/>
    <w:rsid w:val="004C0435"/>
    <w:rsid w:val="004C0A80"/>
    <w:rsid w:val="004C0C23"/>
    <w:rsid w:val="004C1CF8"/>
    <w:rsid w:val="004C2A26"/>
    <w:rsid w:val="004C54B6"/>
    <w:rsid w:val="004C5BCE"/>
    <w:rsid w:val="004C645D"/>
    <w:rsid w:val="004C76AA"/>
    <w:rsid w:val="004D02B2"/>
    <w:rsid w:val="004D0695"/>
    <w:rsid w:val="004D0CCE"/>
    <w:rsid w:val="004D147B"/>
    <w:rsid w:val="004D1854"/>
    <w:rsid w:val="004D310D"/>
    <w:rsid w:val="004D3D5A"/>
    <w:rsid w:val="004D4B70"/>
    <w:rsid w:val="004D5683"/>
    <w:rsid w:val="004E1120"/>
    <w:rsid w:val="004E1A6E"/>
    <w:rsid w:val="004E1D1E"/>
    <w:rsid w:val="004E213E"/>
    <w:rsid w:val="004E24DA"/>
    <w:rsid w:val="004E2D50"/>
    <w:rsid w:val="004E2D9D"/>
    <w:rsid w:val="004E305B"/>
    <w:rsid w:val="004E3494"/>
    <w:rsid w:val="004E394B"/>
    <w:rsid w:val="004E4211"/>
    <w:rsid w:val="004E452A"/>
    <w:rsid w:val="004E4856"/>
    <w:rsid w:val="004E48CF"/>
    <w:rsid w:val="004E4916"/>
    <w:rsid w:val="004E49F9"/>
    <w:rsid w:val="004E4B4F"/>
    <w:rsid w:val="004E4B85"/>
    <w:rsid w:val="004E4FA6"/>
    <w:rsid w:val="004E5240"/>
    <w:rsid w:val="004E533A"/>
    <w:rsid w:val="004E55C7"/>
    <w:rsid w:val="004E5C05"/>
    <w:rsid w:val="004E6764"/>
    <w:rsid w:val="004E7298"/>
    <w:rsid w:val="004E79CA"/>
    <w:rsid w:val="004E7E96"/>
    <w:rsid w:val="004F0696"/>
    <w:rsid w:val="004F06EF"/>
    <w:rsid w:val="004F1150"/>
    <w:rsid w:val="004F1656"/>
    <w:rsid w:val="004F1841"/>
    <w:rsid w:val="004F1F67"/>
    <w:rsid w:val="004F3530"/>
    <w:rsid w:val="004F37D5"/>
    <w:rsid w:val="004F42CC"/>
    <w:rsid w:val="004F458F"/>
    <w:rsid w:val="004F465B"/>
    <w:rsid w:val="004F516D"/>
    <w:rsid w:val="004F5633"/>
    <w:rsid w:val="004F59B7"/>
    <w:rsid w:val="004F5E63"/>
    <w:rsid w:val="004F780D"/>
    <w:rsid w:val="004F79FB"/>
    <w:rsid w:val="0050062D"/>
    <w:rsid w:val="0050117E"/>
    <w:rsid w:val="00502121"/>
    <w:rsid w:val="005031FD"/>
    <w:rsid w:val="00503931"/>
    <w:rsid w:val="00503E6B"/>
    <w:rsid w:val="0050409B"/>
    <w:rsid w:val="005053E4"/>
    <w:rsid w:val="005055B7"/>
    <w:rsid w:val="00505B33"/>
    <w:rsid w:val="00506295"/>
    <w:rsid w:val="005065F5"/>
    <w:rsid w:val="005070DE"/>
    <w:rsid w:val="0050796F"/>
    <w:rsid w:val="00512532"/>
    <w:rsid w:val="00514282"/>
    <w:rsid w:val="005165E6"/>
    <w:rsid w:val="00516B6E"/>
    <w:rsid w:val="00516B8D"/>
    <w:rsid w:val="005171FA"/>
    <w:rsid w:val="00517208"/>
    <w:rsid w:val="00517626"/>
    <w:rsid w:val="00520F73"/>
    <w:rsid w:val="005211A7"/>
    <w:rsid w:val="00523D05"/>
    <w:rsid w:val="00524CDE"/>
    <w:rsid w:val="00524F16"/>
    <w:rsid w:val="00525408"/>
    <w:rsid w:val="00526445"/>
    <w:rsid w:val="00530935"/>
    <w:rsid w:val="00531CC4"/>
    <w:rsid w:val="00532C3E"/>
    <w:rsid w:val="00535768"/>
    <w:rsid w:val="005405A8"/>
    <w:rsid w:val="0054238A"/>
    <w:rsid w:val="00542929"/>
    <w:rsid w:val="00543B61"/>
    <w:rsid w:val="00545620"/>
    <w:rsid w:val="005460B0"/>
    <w:rsid w:val="00546BBE"/>
    <w:rsid w:val="00546F81"/>
    <w:rsid w:val="005478FF"/>
    <w:rsid w:val="00550F83"/>
    <w:rsid w:val="00551346"/>
    <w:rsid w:val="00551B8E"/>
    <w:rsid w:val="00552027"/>
    <w:rsid w:val="005546BB"/>
    <w:rsid w:val="00555466"/>
    <w:rsid w:val="00555798"/>
    <w:rsid w:val="00555B07"/>
    <w:rsid w:val="005561CB"/>
    <w:rsid w:val="00556E31"/>
    <w:rsid w:val="005579F6"/>
    <w:rsid w:val="00560E47"/>
    <w:rsid w:val="00561A54"/>
    <w:rsid w:val="00561C95"/>
    <w:rsid w:val="005620E7"/>
    <w:rsid w:val="00562BC5"/>
    <w:rsid w:val="00563712"/>
    <w:rsid w:val="0056393A"/>
    <w:rsid w:val="00563C5E"/>
    <w:rsid w:val="0056452B"/>
    <w:rsid w:val="00564847"/>
    <w:rsid w:val="0056646A"/>
    <w:rsid w:val="005669E1"/>
    <w:rsid w:val="00567E61"/>
    <w:rsid w:val="00571497"/>
    <w:rsid w:val="00571912"/>
    <w:rsid w:val="00571A1E"/>
    <w:rsid w:val="00572D05"/>
    <w:rsid w:val="0057365A"/>
    <w:rsid w:val="00573D46"/>
    <w:rsid w:val="00574A15"/>
    <w:rsid w:val="005751EF"/>
    <w:rsid w:val="00575624"/>
    <w:rsid w:val="005761F5"/>
    <w:rsid w:val="00576EC4"/>
    <w:rsid w:val="00576F8A"/>
    <w:rsid w:val="00577621"/>
    <w:rsid w:val="00577B26"/>
    <w:rsid w:val="005800F1"/>
    <w:rsid w:val="0058034D"/>
    <w:rsid w:val="00582298"/>
    <w:rsid w:val="00583728"/>
    <w:rsid w:val="005839E1"/>
    <w:rsid w:val="00584C99"/>
    <w:rsid w:val="00584F45"/>
    <w:rsid w:val="00585A30"/>
    <w:rsid w:val="00587962"/>
    <w:rsid w:val="00587DA9"/>
    <w:rsid w:val="0059001A"/>
    <w:rsid w:val="0059008F"/>
    <w:rsid w:val="00590E33"/>
    <w:rsid w:val="00591FDE"/>
    <w:rsid w:val="005927F7"/>
    <w:rsid w:val="00594A70"/>
    <w:rsid w:val="005956F1"/>
    <w:rsid w:val="005957D2"/>
    <w:rsid w:val="00595DA1"/>
    <w:rsid w:val="0059677E"/>
    <w:rsid w:val="00596D2C"/>
    <w:rsid w:val="00596EB2"/>
    <w:rsid w:val="005A008F"/>
    <w:rsid w:val="005A0D09"/>
    <w:rsid w:val="005A0EE6"/>
    <w:rsid w:val="005A103F"/>
    <w:rsid w:val="005A1181"/>
    <w:rsid w:val="005A137B"/>
    <w:rsid w:val="005A1402"/>
    <w:rsid w:val="005A1F9E"/>
    <w:rsid w:val="005A239B"/>
    <w:rsid w:val="005A46D0"/>
    <w:rsid w:val="005A5390"/>
    <w:rsid w:val="005A54DD"/>
    <w:rsid w:val="005A55A7"/>
    <w:rsid w:val="005A5B44"/>
    <w:rsid w:val="005A6FBA"/>
    <w:rsid w:val="005A7431"/>
    <w:rsid w:val="005A7876"/>
    <w:rsid w:val="005A7ACA"/>
    <w:rsid w:val="005B21C6"/>
    <w:rsid w:val="005B3B22"/>
    <w:rsid w:val="005B45D8"/>
    <w:rsid w:val="005B4AA3"/>
    <w:rsid w:val="005B5596"/>
    <w:rsid w:val="005B6FA3"/>
    <w:rsid w:val="005B7896"/>
    <w:rsid w:val="005C18E5"/>
    <w:rsid w:val="005C2407"/>
    <w:rsid w:val="005C2AB9"/>
    <w:rsid w:val="005C4164"/>
    <w:rsid w:val="005C53E9"/>
    <w:rsid w:val="005C64E5"/>
    <w:rsid w:val="005C7CFA"/>
    <w:rsid w:val="005D03DA"/>
    <w:rsid w:val="005D0B36"/>
    <w:rsid w:val="005D0CA5"/>
    <w:rsid w:val="005D1904"/>
    <w:rsid w:val="005D259C"/>
    <w:rsid w:val="005D3477"/>
    <w:rsid w:val="005D4E57"/>
    <w:rsid w:val="005D5F40"/>
    <w:rsid w:val="005D620E"/>
    <w:rsid w:val="005D68EC"/>
    <w:rsid w:val="005E020C"/>
    <w:rsid w:val="005E0218"/>
    <w:rsid w:val="005E07D4"/>
    <w:rsid w:val="005E07E0"/>
    <w:rsid w:val="005E0EFB"/>
    <w:rsid w:val="005E148F"/>
    <w:rsid w:val="005E14B8"/>
    <w:rsid w:val="005E2468"/>
    <w:rsid w:val="005E3B27"/>
    <w:rsid w:val="005E3FD3"/>
    <w:rsid w:val="005E5180"/>
    <w:rsid w:val="005E6018"/>
    <w:rsid w:val="005E6735"/>
    <w:rsid w:val="005E6881"/>
    <w:rsid w:val="005E79CC"/>
    <w:rsid w:val="005F001C"/>
    <w:rsid w:val="005F006C"/>
    <w:rsid w:val="005F090E"/>
    <w:rsid w:val="005F0E13"/>
    <w:rsid w:val="005F30F8"/>
    <w:rsid w:val="005F3C3A"/>
    <w:rsid w:val="005F5BF0"/>
    <w:rsid w:val="005F6D1E"/>
    <w:rsid w:val="005F768E"/>
    <w:rsid w:val="005F7FD1"/>
    <w:rsid w:val="006008F3"/>
    <w:rsid w:val="00600B51"/>
    <w:rsid w:val="00601074"/>
    <w:rsid w:val="00601E07"/>
    <w:rsid w:val="006020AA"/>
    <w:rsid w:val="00602E2E"/>
    <w:rsid w:val="0060380A"/>
    <w:rsid w:val="00603C3E"/>
    <w:rsid w:val="006043D5"/>
    <w:rsid w:val="0060456B"/>
    <w:rsid w:val="00604588"/>
    <w:rsid w:val="00604DBE"/>
    <w:rsid w:val="00607211"/>
    <w:rsid w:val="006073FD"/>
    <w:rsid w:val="0060765E"/>
    <w:rsid w:val="00607C55"/>
    <w:rsid w:val="00607CA0"/>
    <w:rsid w:val="006106FF"/>
    <w:rsid w:val="0061131B"/>
    <w:rsid w:val="0061156F"/>
    <w:rsid w:val="00611CBC"/>
    <w:rsid w:val="00611F18"/>
    <w:rsid w:val="00612BF2"/>
    <w:rsid w:val="00613711"/>
    <w:rsid w:val="006149D6"/>
    <w:rsid w:val="00614F82"/>
    <w:rsid w:val="0061583B"/>
    <w:rsid w:val="006170D5"/>
    <w:rsid w:val="0061715C"/>
    <w:rsid w:val="006171E2"/>
    <w:rsid w:val="0061739E"/>
    <w:rsid w:val="006179D2"/>
    <w:rsid w:val="00617A0A"/>
    <w:rsid w:val="00617CCA"/>
    <w:rsid w:val="0062124E"/>
    <w:rsid w:val="0062126A"/>
    <w:rsid w:val="006217CD"/>
    <w:rsid w:val="00621E75"/>
    <w:rsid w:val="0062222A"/>
    <w:rsid w:val="00626E89"/>
    <w:rsid w:val="006305A0"/>
    <w:rsid w:val="006305A1"/>
    <w:rsid w:val="006314B2"/>
    <w:rsid w:val="0063272B"/>
    <w:rsid w:val="00633A6D"/>
    <w:rsid w:val="00635B59"/>
    <w:rsid w:val="006366D1"/>
    <w:rsid w:val="006369F0"/>
    <w:rsid w:val="00636C12"/>
    <w:rsid w:val="00636EBC"/>
    <w:rsid w:val="00636FCF"/>
    <w:rsid w:val="00637B45"/>
    <w:rsid w:val="00640650"/>
    <w:rsid w:val="006429D3"/>
    <w:rsid w:val="00642E14"/>
    <w:rsid w:val="00643059"/>
    <w:rsid w:val="00643EA5"/>
    <w:rsid w:val="006449FE"/>
    <w:rsid w:val="00644A76"/>
    <w:rsid w:val="00645A5D"/>
    <w:rsid w:val="0065001B"/>
    <w:rsid w:val="00651370"/>
    <w:rsid w:val="00652012"/>
    <w:rsid w:val="00652548"/>
    <w:rsid w:val="00653308"/>
    <w:rsid w:val="00653514"/>
    <w:rsid w:val="006538E0"/>
    <w:rsid w:val="00653ACF"/>
    <w:rsid w:val="00653F0A"/>
    <w:rsid w:val="0065482A"/>
    <w:rsid w:val="006555D1"/>
    <w:rsid w:val="00655FC7"/>
    <w:rsid w:val="00656805"/>
    <w:rsid w:val="00656A5C"/>
    <w:rsid w:val="00656B3F"/>
    <w:rsid w:val="00660D26"/>
    <w:rsid w:val="006612C8"/>
    <w:rsid w:val="00661DC7"/>
    <w:rsid w:val="00662FB4"/>
    <w:rsid w:val="00663394"/>
    <w:rsid w:val="006639CA"/>
    <w:rsid w:val="00664712"/>
    <w:rsid w:val="00665B2F"/>
    <w:rsid w:val="00665BAD"/>
    <w:rsid w:val="0066737B"/>
    <w:rsid w:val="0067018E"/>
    <w:rsid w:val="00670679"/>
    <w:rsid w:val="0067082D"/>
    <w:rsid w:val="00670ACA"/>
    <w:rsid w:val="00671D2D"/>
    <w:rsid w:val="00672005"/>
    <w:rsid w:val="00672B56"/>
    <w:rsid w:val="00673237"/>
    <w:rsid w:val="0067389B"/>
    <w:rsid w:val="00673CBB"/>
    <w:rsid w:val="00674016"/>
    <w:rsid w:val="00674D52"/>
    <w:rsid w:val="00675BF5"/>
    <w:rsid w:val="00675F0C"/>
    <w:rsid w:val="0067614D"/>
    <w:rsid w:val="00677027"/>
    <w:rsid w:val="00680020"/>
    <w:rsid w:val="00680810"/>
    <w:rsid w:val="00680AE1"/>
    <w:rsid w:val="00680E11"/>
    <w:rsid w:val="00681C3A"/>
    <w:rsid w:val="00681FFC"/>
    <w:rsid w:val="00682C3F"/>
    <w:rsid w:val="00683183"/>
    <w:rsid w:val="006832B6"/>
    <w:rsid w:val="00684228"/>
    <w:rsid w:val="006847BD"/>
    <w:rsid w:val="00685608"/>
    <w:rsid w:val="006860D8"/>
    <w:rsid w:val="00686135"/>
    <w:rsid w:val="006864A3"/>
    <w:rsid w:val="00686575"/>
    <w:rsid w:val="00686B37"/>
    <w:rsid w:val="00690753"/>
    <w:rsid w:val="00691E4A"/>
    <w:rsid w:val="00693477"/>
    <w:rsid w:val="00693516"/>
    <w:rsid w:val="0069432C"/>
    <w:rsid w:val="006969A8"/>
    <w:rsid w:val="00696C0B"/>
    <w:rsid w:val="00697B4B"/>
    <w:rsid w:val="00697BFF"/>
    <w:rsid w:val="00697E18"/>
    <w:rsid w:val="006A1DB0"/>
    <w:rsid w:val="006A2A3F"/>
    <w:rsid w:val="006A2F50"/>
    <w:rsid w:val="006A34F9"/>
    <w:rsid w:val="006A3B8C"/>
    <w:rsid w:val="006A4C67"/>
    <w:rsid w:val="006A4E4C"/>
    <w:rsid w:val="006A57E8"/>
    <w:rsid w:val="006A59D2"/>
    <w:rsid w:val="006A5C5C"/>
    <w:rsid w:val="006A5F39"/>
    <w:rsid w:val="006A5F98"/>
    <w:rsid w:val="006A623E"/>
    <w:rsid w:val="006A660F"/>
    <w:rsid w:val="006A6F11"/>
    <w:rsid w:val="006A7089"/>
    <w:rsid w:val="006A733D"/>
    <w:rsid w:val="006B01DB"/>
    <w:rsid w:val="006B0273"/>
    <w:rsid w:val="006B3C9D"/>
    <w:rsid w:val="006B4C1F"/>
    <w:rsid w:val="006B628C"/>
    <w:rsid w:val="006B62E6"/>
    <w:rsid w:val="006B7096"/>
    <w:rsid w:val="006C0310"/>
    <w:rsid w:val="006C0D0E"/>
    <w:rsid w:val="006C2E1F"/>
    <w:rsid w:val="006C312B"/>
    <w:rsid w:val="006C3327"/>
    <w:rsid w:val="006C3CEC"/>
    <w:rsid w:val="006C55CE"/>
    <w:rsid w:val="006C5A49"/>
    <w:rsid w:val="006C684A"/>
    <w:rsid w:val="006C7079"/>
    <w:rsid w:val="006C74F9"/>
    <w:rsid w:val="006C772E"/>
    <w:rsid w:val="006C7A91"/>
    <w:rsid w:val="006D07A8"/>
    <w:rsid w:val="006D0A60"/>
    <w:rsid w:val="006D0B72"/>
    <w:rsid w:val="006D1044"/>
    <w:rsid w:val="006D1A17"/>
    <w:rsid w:val="006D2D8E"/>
    <w:rsid w:val="006D33D6"/>
    <w:rsid w:val="006D3D02"/>
    <w:rsid w:val="006D425A"/>
    <w:rsid w:val="006D4A6A"/>
    <w:rsid w:val="006D4D76"/>
    <w:rsid w:val="006D5751"/>
    <w:rsid w:val="006D610D"/>
    <w:rsid w:val="006D7231"/>
    <w:rsid w:val="006D76CA"/>
    <w:rsid w:val="006D783E"/>
    <w:rsid w:val="006E0DC0"/>
    <w:rsid w:val="006E167C"/>
    <w:rsid w:val="006E21EB"/>
    <w:rsid w:val="006E2401"/>
    <w:rsid w:val="006E328F"/>
    <w:rsid w:val="006E4028"/>
    <w:rsid w:val="006E5592"/>
    <w:rsid w:val="006E5992"/>
    <w:rsid w:val="006E59F8"/>
    <w:rsid w:val="006E6843"/>
    <w:rsid w:val="006E69C9"/>
    <w:rsid w:val="006E6B72"/>
    <w:rsid w:val="006E6CFE"/>
    <w:rsid w:val="006E7238"/>
    <w:rsid w:val="006E7D66"/>
    <w:rsid w:val="006F09DB"/>
    <w:rsid w:val="006F0E69"/>
    <w:rsid w:val="006F10FC"/>
    <w:rsid w:val="006F14BC"/>
    <w:rsid w:val="006F203E"/>
    <w:rsid w:val="006F2F42"/>
    <w:rsid w:val="006F3139"/>
    <w:rsid w:val="006F4A68"/>
    <w:rsid w:val="006F4D56"/>
    <w:rsid w:val="006F4E78"/>
    <w:rsid w:val="006F5396"/>
    <w:rsid w:val="006F63E4"/>
    <w:rsid w:val="006F6CF9"/>
    <w:rsid w:val="00701004"/>
    <w:rsid w:val="00703247"/>
    <w:rsid w:val="007039EE"/>
    <w:rsid w:val="00704B62"/>
    <w:rsid w:val="00705E3C"/>
    <w:rsid w:val="0070693B"/>
    <w:rsid w:val="007074B6"/>
    <w:rsid w:val="007100ED"/>
    <w:rsid w:val="00712499"/>
    <w:rsid w:val="00712A3F"/>
    <w:rsid w:val="00712CAB"/>
    <w:rsid w:val="0071353C"/>
    <w:rsid w:val="00716DF3"/>
    <w:rsid w:val="007175FB"/>
    <w:rsid w:val="007208E9"/>
    <w:rsid w:val="007210F8"/>
    <w:rsid w:val="0072178E"/>
    <w:rsid w:val="00721A4E"/>
    <w:rsid w:val="00722016"/>
    <w:rsid w:val="00722197"/>
    <w:rsid w:val="0072234B"/>
    <w:rsid w:val="007224B8"/>
    <w:rsid w:val="00722738"/>
    <w:rsid w:val="00722A7E"/>
    <w:rsid w:val="00722E1A"/>
    <w:rsid w:val="007239D1"/>
    <w:rsid w:val="0072438B"/>
    <w:rsid w:val="00725D6E"/>
    <w:rsid w:val="00726011"/>
    <w:rsid w:val="00730214"/>
    <w:rsid w:val="00730CF0"/>
    <w:rsid w:val="007312DA"/>
    <w:rsid w:val="007313F5"/>
    <w:rsid w:val="00732E50"/>
    <w:rsid w:val="0073594A"/>
    <w:rsid w:val="00735D98"/>
    <w:rsid w:val="00736210"/>
    <w:rsid w:val="007365B4"/>
    <w:rsid w:val="007367DD"/>
    <w:rsid w:val="00737D41"/>
    <w:rsid w:val="007400B7"/>
    <w:rsid w:val="007403B4"/>
    <w:rsid w:val="00740C35"/>
    <w:rsid w:val="007412D4"/>
    <w:rsid w:val="00742455"/>
    <w:rsid w:val="00742A31"/>
    <w:rsid w:val="00742DA3"/>
    <w:rsid w:val="00743F8B"/>
    <w:rsid w:val="00743F8F"/>
    <w:rsid w:val="00744953"/>
    <w:rsid w:val="00744A69"/>
    <w:rsid w:val="00744BF7"/>
    <w:rsid w:val="0074554C"/>
    <w:rsid w:val="00752C85"/>
    <w:rsid w:val="00754269"/>
    <w:rsid w:val="007549C7"/>
    <w:rsid w:val="00754A63"/>
    <w:rsid w:val="007555A0"/>
    <w:rsid w:val="00756133"/>
    <w:rsid w:val="007601FB"/>
    <w:rsid w:val="0076027B"/>
    <w:rsid w:val="007636A6"/>
    <w:rsid w:val="00764E38"/>
    <w:rsid w:val="007665BB"/>
    <w:rsid w:val="0076688B"/>
    <w:rsid w:val="00766C77"/>
    <w:rsid w:val="007718E8"/>
    <w:rsid w:val="00772B38"/>
    <w:rsid w:val="007737AC"/>
    <w:rsid w:val="00773885"/>
    <w:rsid w:val="00773976"/>
    <w:rsid w:val="00773C8C"/>
    <w:rsid w:val="00774546"/>
    <w:rsid w:val="007746CC"/>
    <w:rsid w:val="00776E26"/>
    <w:rsid w:val="00776EC4"/>
    <w:rsid w:val="00777215"/>
    <w:rsid w:val="007772A3"/>
    <w:rsid w:val="0077786E"/>
    <w:rsid w:val="00777AC8"/>
    <w:rsid w:val="00777D3B"/>
    <w:rsid w:val="00781B8E"/>
    <w:rsid w:val="00781E28"/>
    <w:rsid w:val="00782077"/>
    <w:rsid w:val="007828FC"/>
    <w:rsid w:val="007829E0"/>
    <w:rsid w:val="0078460F"/>
    <w:rsid w:val="00785EF8"/>
    <w:rsid w:val="00786669"/>
    <w:rsid w:val="00792361"/>
    <w:rsid w:val="00792763"/>
    <w:rsid w:val="00792C39"/>
    <w:rsid w:val="0079322B"/>
    <w:rsid w:val="00793973"/>
    <w:rsid w:val="00793A74"/>
    <w:rsid w:val="00793E95"/>
    <w:rsid w:val="00794132"/>
    <w:rsid w:val="007953E1"/>
    <w:rsid w:val="00795D48"/>
    <w:rsid w:val="00797B3C"/>
    <w:rsid w:val="007A0779"/>
    <w:rsid w:val="007A19B7"/>
    <w:rsid w:val="007A375F"/>
    <w:rsid w:val="007A4968"/>
    <w:rsid w:val="007A5786"/>
    <w:rsid w:val="007A6B73"/>
    <w:rsid w:val="007B054B"/>
    <w:rsid w:val="007B07F7"/>
    <w:rsid w:val="007B0C3F"/>
    <w:rsid w:val="007B1402"/>
    <w:rsid w:val="007B140D"/>
    <w:rsid w:val="007B19CA"/>
    <w:rsid w:val="007B1B4A"/>
    <w:rsid w:val="007B3F5A"/>
    <w:rsid w:val="007B44DB"/>
    <w:rsid w:val="007B4758"/>
    <w:rsid w:val="007B547A"/>
    <w:rsid w:val="007B5534"/>
    <w:rsid w:val="007B6386"/>
    <w:rsid w:val="007B64BB"/>
    <w:rsid w:val="007C0BAB"/>
    <w:rsid w:val="007C1704"/>
    <w:rsid w:val="007C18CD"/>
    <w:rsid w:val="007C241C"/>
    <w:rsid w:val="007C2C30"/>
    <w:rsid w:val="007C2D3E"/>
    <w:rsid w:val="007C2FB8"/>
    <w:rsid w:val="007C3568"/>
    <w:rsid w:val="007C37A2"/>
    <w:rsid w:val="007C38F6"/>
    <w:rsid w:val="007C3EBC"/>
    <w:rsid w:val="007C53A8"/>
    <w:rsid w:val="007C5A1D"/>
    <w:rsid w:val="007D1AB6"/>
    <w:rsid w:val="007D2726"/>
    <w:rsid w:val="007D2B52"/>
    <w:rsid w:val="007D2F29"/>
    <w:rsid w:val="007D33D3"/>
    <w:rsid w:val="007D43B8"/>
    <w:rsid w:val="007D4754"/>
    <w:rsid w:val="007D4825"/>
    <w:rsid w:val="007D4B14"/>
    <w:rsid w:val="007D52C9"/>
    <w:rsid w:val="007D66BA"/>
    <w:rsid w:val="007D7781"/>
    <w:rsid w:val="007E0407"/>
    <w:rsid w:val="007E0B3E"/>
    <w:rsid w:val="007E1A36"/>
    <w:rsid w:val="007E2B98"/>
    <w:rsid w:val="007E2BA8"/>
    <w:rsid w:val="007E3DB5"/>
    <w:rsid w:val="007E421B"/>
    <w:rsid w:val="007E6616"/>
    <w:rsid w:val="007E672C"/>
    <w:rsid w:val="007E7052"/>
    <w:rsid w:val="007F20E8"/>
    <w:rsid w:val="007F2956"/>
    <w:rsid w:val="007F2AFA"/>
    <w:rsid w:val="007F2BE3"/>
    <w:rsid w:val="007F3319"/>
    <w:rsid w:val="007F379C"/>
    <w:rsid w:val="007F3AD3"/>
    <w:rsid w:val="007F7006"/>
    <w:rsid w:val="007F75AF"/>
    <w:rsid w:val="007F79A2"/>
    <w:rsid w:val="007F7DCD"/>
    <w:rsid w:val="0080042D"/>
    <w:rsid w:val="008006DD"/>
    <w:rsid w:val="00801F07"/>
    <w:rsid w:val="0080248F"/>
    <w:rsid w:val="008028FE"/>
    <w:rsid w:val="008048CC"/>
    <w:rsid w:val="00804A54"/>
    <w:rsid w:val="00806D77"/>
    <w:rsid w:val="00807E3C"/>
    <w:rsid w:val="008115E7"/>
    <w:rsid w:val="00812500"/>
    <w:rsid w:val="00812BF7"/>
    <w:rsid w:val="00813129"/>
    <w:rsid w:val="00813A9B"/>
    <w:rsid w:val="00814130"/>
    <w:rsid w:val="008143B1"/>
    <w:rsid w:val="00814722"/>
    <w:rsid w:val="008149EB"/>
    <w:rsid w:val="00814B47"/>
    <w:rsid w:val="00816804"/>
    <w:rsid w:val="00816AF6"/>
    <w:rsid w:val="00816E9F"/>
    <w:rsid w:val="0082016F"/>
    <w:rsid w:val="00820AA7"/>
    <w:rsid w:val="0082154A"/>
    <w:rsid w:val="00821BEB"/>
    <w:rsid w:val="00824FF7"/>
    <w:rsid w:val="008250C1"/>
    <w:rsid w:val="00825204"/>
    <w:rsid w:val="008274F5"/>
    <w:rsid w:val="008275C0"/>
    <w:rsid w:val="00827EB0"/>
    <w:rsid w:val="008303BB"/>
    <w:rsid w:val="00832D1D"/>
    <w:rsid w:val="00834321"/>
    <w:rsid w:val="00834723"/>
    <w:rsid w:val="008347F8"/>
    <w:rsid w:val="00835E0F"/>
    <w:rsid w:val="00836A8E"/>
    <w:rsid w:val="00837966"/>
    <w:rsid w:val="00841180"/>
    <w:rsid w:val="008425B8"/>
    <w:rsid w:val="00842AC3"/>
    <w:rsid w:val="00842CA8"/>
    <w:rsid w:val="008435D5"/>
    <w:rsid w:val="008436F8"/>
    <w:rsid w:val="008437CD"/>
    <w:rsid w:val="008445FB"/>
    <w:rsid w:val="00844DA3"/>
    <w:rsid w:val="008454AF"/>
    <w:rsid w:val="008454FB"/>
    <w:rsid w:val="00845781"/>
    <w:rsid w:val="00845C3A"/>
    <w:rsid w:val="00845C69"/>
    <w:rsid w:val="0084620D"/>
    <w:rsid w:val="008472E7"/>
    <w:rsid w:val="00847387"/>
    <w:rsid w:val="00847753"/>
    <w:rsid w:val="00847A69"/>
    <w:rsid w:val="008502E5"/>
    <w:rsid w:val="00850A50"/>
    <w:rsid w:val="00851469"/>
    <w:rsid w:val="00851C68"/>
    <w:rsid w:val="0085207A"/>
    <w:rsid w:val="00852946"/>
    <w:rsid w:val="00855859"/>
    <w:rsid w:val="00855948"/>
    <w:rsid w:val="00856116"/>
    <w:rsid w:val="0085647B"/>
    <w:rsid w:val="008566A5"/>
    <w:rsid w:val="00856713"/>
    <w:rsid w:val="008569B9"/>
    <w:rsid w:val="00857F1D"/>
    <w:rsid w:val="00857F42"/>
    <w:rsid w:val="0086110B"/>
    <w:rsid w:val="00861240"/>
    <w:rsid w:val="0086128F"/>
    <w:rsid w:val="00861F29"/>
    <w:rsid w:val="0086324A"/>
    <w:rsid w:val="00863678"/>
    <w:rsid w:val="00863922"/>
    <w:rsid w:val="00864904"/>
    <w:rsid w:val="00864C2E"/>
    <w:rsid w:val="0086581B"/>
    <w:rsid w:val="00865D76"/>
    <w:rsid w:val="0086617F"/>
    <w:rsid w:val="0086687B"/>
    <w:rsid w:val="008673EE"/>
    <w:rsid w:val="0087003B"/>
    <w:rsid w:val="0087163E"/>
    <w:rsid w:val="008726CA"/>
    <w:rsid w:val="0087271A"/>
    <w:rsid w:val="00873112"/>
    <w:rsid w:val="00873C02"/>
    <w:rsid w:val="00874063"/>
    <w:rsid w:val="0087410F"/>
    <w:rsid w:val="00874B9F"/>
    <w:rsid w:val="00874D90"/>
    <w:rsid w:val="00874F6E"/>
    <w:rsid w:val="00875B13"/>
    <w:rsid w:val="008762D9"/>
    <w:rsid w:val="00880518"/>
    <w:rsid w:val="00880C1A"/>
    <w:rsid w:val="0088163F"/>
    <w:rsid w:val="00883197"/>
    <w:rsid w:val="008845E0"/>
    <w:rsid w:val="00885D06"/>
    <w:rsid w:val="00887370"/>
    <w:rsid w:val="00887C1F"/>
    <w:rsid w:val="008904A7"/>
    <w:rsid w:val="008916E6"/>
    <w:rsid w:val="0089205B"/>
    <w:rsid w:val="00892097"/>
    <w:rsid w:val="00894E63"/>
    <w:rsid w:val="00894F0F"/>
    <w:rsid w:val="00897576"/>
    <w:rsid w:val="00897905"/>
    <w:rsid w:val="008A2010"/>
    <w:rsid w:val="008A23C3"/>
    <w:rsid w:val="008A4A51"/>
    <w:rsid w:val="008A4F68"/>
    <w:rsid w:val="008A539A"/>
    <w:rsid w:val="008A59EA"/>
    <w:rsid w:val="008A5AF4"/>
    <w:rsid w:val="008A5CA2"/>
    <w:rsid w:val="008A6492"/>
    <w:rsid w:val="008A6671"/>
    <w:rsid w:val="008A6F11"/>
    <w:rsid w:val="008B06B2"/>
    <w:rsid w:val="008B0A30"/>
    <w:rsid w:val="008B2526"/>
    <w:rsid w:val="008B2BAE"/>
    <w:rsid w:val="008B581B"/>
    <w:rsid w:val="008B6140"/>
    <w:rsid w:val="008B6447"/>
    <w:rsid w:val="008B6F16"/>
    <w:rsid w:val="008C01FE"/>
    <w:rsid w:val="008C0282"/>
    <w:rsid w:val="008C17BA"/>
    <w:rsid w:val="008C1880"/>
    <w:rsid w:val="008C208B"/>
    <w:rsid w:val="008C2211"/>
    <w:rsid w:val="008C327A"/>
    <w:rsid w:val="008C5263"/>
    <w:rsid w:val="008C5EB1"/>
    <w:rsid w:val="008C5EBB"/>
    <w:rsid w:val="008C5FBE"/>
    <w:rsid w:val="008D1A17"/>
    <w:rsid w:val="008D461E"/>
    <w:rsid w:val="008D4D7C"/>
    <w:rsid w:val="008D551A"/>
    <w:rsid w:val="008D66F4"/>
    <w:rsid w:val="008D7ABD"/>
    <w:rsid w:val="008E1065"/>
    <w:rsid w:val="008E168F"/>
    <w:rsid w:val="008E18A2"/>
    <w:rsid w:val="008E1B5A"/>
    <w:rsid w:val="008E201E"/>
    <w:rsid w:val="008E2251"/>
    <w:rsid w:val="008E2AA7"/>
    <w:rsid w:val="008E2B3F"/>
    <w:rsid w:val="008E2E40"/>
    <w:rsid w:val="008E317F"/>
    <w:rsid w:val="008E3A72"/>
    <w:rsid w:val="008E4B47"/>
    <w:rsid w:val="008E4F91"/>
    <w:rsid w:val="008E75DB"/>
    <w:rsid w:val="008F02B3"/>
    <w:rsid w:val="008F05D6"/>
    <w:rsid w:val="008F08DD"/>
    <w:rsid w:val="008F175B"/>
    <w:rsid w:val="008F1FE7"/>
    <w:rsid w:val="008F293D"/>
    <w:rsid w:val="008F471D"/>
    <w:rsid w:val="008F4951"/>
    <w:rsid w:val="008F58F1"/>
    <w:rsid w:val="008F590C"/>
    <w:rsid w:val="008F68D0"/>
    <w:rsid w:val="008F79AB"/>
    <w:rsid w:val="00900822"/>
    <w:rsid w:val="00901960"/>
    <w:rsid w:val="0090294F"/>
    <w:rsid w:val="009029C3"/>
    <w:rsid w:val="00902BB7"/>
    <w:rsid w:val="00902F22"/>
    <w:rsid w:val="00905AC4"/>
    <w:rsid w:val="00905E78"/>
    <w:rsid w:val="009061FE"/>
    <w:rsid w:val="00906EB0"/>
    <w:rsid w:val="00907454"/>
    <w:rsid w:val="00910D38"/>
    <w:rsid w:val="00912D35"/>
    <w:rsid w:val="00912D98"/>
    <w:rsid w:val="0091433A"/>
    <w:rsid w:val="009153AC"/>
    <w:rsid w:val="009174BD"/>
    <w:rsid w:val="009206DC"/>
    <w:rsid w:val="00920CC9"/>
    <w:rsid w:val="00921D5B"/>
    <w:rsid w:val="009238E3"/>
    <w:rsid w:val="00925420"/>
    <w:rsid w:val="0092555D"/>
    <w:rsid w:val="00926FB3"/>
    <w:rsid w:val="00927690"/>
    <w:rsid w:val="0093016C"/>
    <w:rsid w:val="00930E6C"/>
    <w:rsid w:val="009319C1"/>
    <w:rsid w:val="009320E1"/>
    <w:rsid w:val="009328B0"/>
    <w:rsid w:val="00932947"/>
    <w:rsid w:val="00932E76"/>
    <w:rsid w:val="00934746"/>
    <w:rsid w:val="00936370"/>
    <w:rsid w:val="00936A3E"/>
    <w:rsid w:val="0093792C"/>
    <w:rsid w:val="009379BB"/>
    <w:rsid w:val="00937BB3"/>
    <w:rsid w:val="009405E8"/>
    <w:rsid w:val="00940877"/>
    <w:rsid w:val="00941942"/>
    <w:rsid w:val="00944008"/>
    <w:rsid w:val="009441D0"/>
    <w:rsid w:val="009467AC"/>
    <w:rsid w:val="00946CF4"/>
    <w:rsid w:val="009508C4"/>
    <w:rsid w:val="0095098B"/>
    <w:rsid w:val="009511A3"/>
    <w:rsid w:val="00951753"/>
    <w:rsid w:val="00951DEB"/>
    <w:rsid w:val="009533A7"/>
    <w:rsid w:val="00953894"/>
    <w:rsid w:val="00954A30"/>
    <w:rsid w:val="009563C9"/>
    <w:rsid w:val="00956E22"/>
    <w:rsid w:val="009572E5"/>
    <w:rsid w:val="00957A55"/>
    <w:rsid w:val="00961713"/>
    <w:rsid w:val="00961C4B"/>
    <w:rsid w:val="00961E53"/>
    <w:rsid w:val="00962421"/>
    <w:rsid w:val="00962DD4"/>
    <w:rsid w:val="009633E8"/>
    <w:rsid w:val="00964A38"/>
    <w:rsid w:val="00965457"/>
    <w:rsid w:val="009662AD"/>
    <w:rsid w:val="009662D3"/>
    <w:rsid w:val="0096650F"/>
    <w:rsid w:val="00966B45"/>
    <w:rsid w:val="00967030"/>
    <w:rsid w:val="009671AF"/>
    <w:rsid w:val="00971D67"/>
    <w:rsid w:val="0097272A"/>
    <w:rsid w:val="00972B69"/>
    <w:rsid w:val="00973932"/>
    <w:rsid w:val="00975F3E"/>
    <w:rsid w:val="009761AA"/>
    <w:rsid w:val="009779C2"/>
    <w:rsid w:val="00977A1B"/>
    <w:rsid w:val="00980277"/>
    <w:rsid w:val="00981B48"/>
    <w:rsid w:val="009828AE"/>
    <w:rsid w:val="00982C6F"/>
    <w:rsid w:val="00984197"/>
    <w:rsid w:val="00984362"/>
    <w:rsid w:val="00984A8D"/>
    <w:rsid w:val="00985603"/>
    <w:rsid w:val="00985C5B"/>
    <w:rsid w:val="009861EF"/>
    <w:rsid w:val="00986E6F"/>
    <w:rsid w:val="00987614"/>
    <w:rsid w:val="00990695"/>
    <w:rsid w:val="00991870"/>
    <w:rsid w:val="00991C3F"/>
    <w:rsid w:val="0099206B"/>
    <w:rsid w:val="00992084"/>
    <w:rsid w:val="009929F9"/>
    <w:rsid w:val="00994086"/>
    <w:rsid w:val="00994A93"/>
    <w:rsid w:val="00995063"/>
    <w:rsid w:val="009951A1"/>
    <w:rsid w:val="0099572A"/>
    <w:rsid w:val="00996B44"/>
    <w:rsid w:val="00997074"/>
    <w:rsid w:val="00997331"/>
    <w:rsid w:val="009976C5"/>
    <w:rsid w:val="009A041A"/>
    <w:rsid w:val="009A0A1D"/>
    <w:rsid w:val="009A2F28"/>
    <w:rsid w:val="009A341E"/>
    <w:rsid w:val="009A3986"/>
    <w:rsid w:val="009A3A62"/>
    <w:rsid w:val="009A3DC5"/>
    <w:rsid w:val="009A4336"/>
    <w:rsid w:val="009A4C27"/>
    <w:rsid w:val="009A595A"/>
    <w:rsid w:val="009A6BBF"/>
    <w:rsid w:val="009A6CB3"/>
    <w:rsid w:val="009A6E10"/>
    <w:rsid w:val="009A77A5"/>
    <w:rsid w:val="009B1025"/>
    <w:rsid w:val="009B13D1"/>
    <w:rsid w:val="009B2E06"/>
    <w:rsid w:val="009B57C7"/>
    <w:rsid w:val="009B6573"/>
    <w:rsid w:val="009B747C"/>
    <w:rsid w:val="009C00E4"/>
    <w:rsid w:val="009C1891"/>
    <w:rsid w:val="009C18BD"/>
    <w:rsid w:val="009C2273"/>
    <w:rsid w:val="009C2ACF"/>
    <w:rsid w:val="009C3523"/>
    <w:rsid w:val="009C39E7"/>
    <w:rsid w:val="009C43F8"/>
    <w:rsid w:val="009C44E7"/>
    <w:rsid w:val="009C4A24"/>
    <w:rsid w:val="009C5396"/>
    <w:rsid w:val="009C55FF"/>
    <w:rsid w:val="009C5709"/>
    <w:rsid w:val="009C6B99"/>
    <w:rsid w:val="009C7AFA"/>
    <w:rsid w:val="009D0286"/>
    <w:rsid w:val="009D420B"/>
    <w:rsid w:val="009E08DA"/>
    <w:rsid w:val="009E1157"/>
    <w:rsid w:val="009E1160"/>
    <w:rsid w:val="009E214D"/>
    <w:rsid w:val="009E32F9"/>
    <w:rsid w:val="009E36C6"/>
    <w:rsid w:val="009E38FF"/>
    <w:rsid w:val="009E4696"/>
    <w:rsid w:val="009E5994"/>
    <w:rsid w:val="009E609E"/>
    <w:rsid w:val="009E6A36"/>
    <w:rsid w:val="009F1302"/>
    <w:rsid w:val="009F1442"/>
    <w:rsid w:val="009F1616"/>
    <w:rsid w:val="009F1B59"/>
    <w:rsid w:val="009F24A7"/>
    <w:rsid w:val="009F32F1"/>
    <w:rsid w:val="009F3384"/>
    <w:rsid w:val="009F4AE8"/>
    <w:rsid w:val="009F5A8D"/>
    <w:rsid w:val="009F61FB"/>
    <w:rsid w:val="009F7613"/>
    <w:rsid w:val="00A00124"/>
    <w:rsid w:val="00A0032E"/>
    <w:rsid w:val="00A014DE"/>
    <w:rsid w:val="00A01541"/>
    <w:rsid w:val="00A0184A"/>
    <w:rsid w:val="00A01D9A"/>
    <w:rsid w:val="00A039A4"/>
    <w:rsid w:val="00A04CF4"/>
    <w:rsid w:val="00A05727"/>
    <w:rsid w:val="00A05DBD"/>
    <w:rsid w:val="00A063D0"/>
    <w:rsid w:val="00A06438"/>
    <w:rsid w:val="00A06606"/>
    <w:rsid w:val="00A10392"/>
    <w:rsid w:val="00A1059C"/>
    <w:rsid w:val="00A11441"/>
    <w:rsid w:val="00A12269"/>
    <w:rsid w:val="00A127A7"/>
    <w:rsid w:val="00A12944"/>
    <w:rsid w:val="00A12D42"/>
    <w:rsid w:val="00A1300F"/>
    <w:rsid w:val="00A13CE4"/>
    <w:rsid w:val="00A144F2"/>
    <w:rsid w:val="00A15CDE"/>
    <w:rsid w:val="00A16127"/>
    <w:rsid w:val="00A20D99"/>
    <w:rsid w:val="00A21CF3"/>
    <w:rsid w:val="00A2212D"/>
    <w:rsid w:val="00A22C4D"/>
    <w:rsid w:val="00A23203"/>
    <w:rsid w:val="00A23DC2"/>
    <w:rsid w:val="00A253D7"/>
    <w:rsid w:val="00A2606B"/>
    <w:rsid w:val="00A26A4D"/>
    <w:rsid w:val="00A27028"/>
    <w:rsid w:val="00A270F7"/>
    <w:rsid w:val="00A27143"/>
    <w:rsid w:val="00A2761E"/>
    <w:rsid w:val="00A27F96"/>
    <w:rsid w:val="00A31D1B"/>
    <w:rsid w:val="00A32A5C"/>
    <w:rsid w:val="00A332D1"/>
    <w:rsid w:val="00A33B64"/>
    <w:rsid w:val="00A34225"/>
    <w:rsid w:val="00A34D31"/>
    <w:rsid w:val="00A35C44"/>
    <w:rsid w:val="00A37988"/>
    <w:rsid w:val="00A37F00"/>
    <w:rsid w:val="00A416BA"/>
    <w:rsid w:val="00A4183D"/>
    <w:rsid w:val="00A422ED"/>
    <w:rsid w:val="00A4250D"/>
    <w:rsid w:val="00A429B4"/>
    <w:rsid w:val="00A42EA7"/>
    <w:rsid w:val="00A46CD4"/>
    <w:rsid w:val="00A50697"/>
    <w:rsid w:val="00A50A6F"/>
    <w:rsid w:val="00A50CCE"/>
    <w:rsid w:val="00A53282"/>
    <w:rsid w:val="00A5402D"/>
    <w:rsid w:val="00A543E4"/>
    <w:rsid w:val="00A54751"/>
    <w:rsid w:val="00A5491D"/>
    <w:rsid w:val="00A568BD"/>
    <w:rsid w:val="00A57334"/>
    <w:rsid w:val="00A579A4"/>
    <w:rsid w:val="00A579F5"/>
    <w:rsid w:val="00A603E7"/>
    <w:rsid w:val="00A6050C"/>
    <w:rsid w:val="00A606D0"/>
    <w:rsid w:val="00A608E6"/>
    <w:rsid w:val="00A6110F"/>
    <w:rsid w:val="00A61336"/>
    <w:rsid w:val="00A613F2"/>
    <w:rsid w:val="00A61D75"/>
    <w:rsid w:val="00A635D7"/>
    <w:rsid w:val="00A64143"/>
    <w:rsid w:val="00A64AEA"/>
    <w:rsid w:val="00A64C3C"/>
    <w:rsid w:val="00A64D3B"/>
    <w:rsid w:val="00A657D8"/>
    <w:rsid w:val="00A66479"/>
    <w:rsid w:val="00A66B13"/>
    <w:rsid w:val="00A67944"/>
    <w:rsid w:val="00A71E16"/>
    <w:rsid w:val="00A728BC"/>
    <w:rsid w:val="00A73883"/>
    <w:rsid w:val="00A74082"/>
    <w:rsid w:val="00A74F0C"/>
    <w:rsid w:val="00A754C9"/>
    <w:rsid w:val="00A75674"/>
    <w:rsid w:val="00A757BB"/>
    <w:rsid w:val="00A762D7"/>
    <w:rsid w:val="00A772C7"/>
    <w:rsid w:val="00A77695"/>
    <w:rsid w:val="00A8155B"/>
    <w:rsid w:val="00A8260F"/>
    <w:rsid w:val="00A82704"/>
    <w:rsid w:val="00A8393D"/>
    <w:rsid w:val="00A83E92"/>
    <w:rsid w:val="00A84208"/>
    <w:rsid w:val="00A853B9"/>
    <w:rsid w:val="00A859D4"/>
    <w:rsid w:val="00A8611B"/>
    <w:rsid w:val="00A8744F"/>
    <w:rsid w:val="00A902B3"/>
    <w:rsid w:val="00A9068D"/>
    <w:rsid w:val="00A9130B"/>
    <w:rsid w:val="00A920D0"/>
    <w:rsid w:val="00A921F0"/>
    <w:rsid w:val="00A92454"/>
    <w:rsid w:val="00A942B6"/>
    <w:rsid w:val="00A94781"/>
    <w:rsid w:val="00A94B2F"/>
    <w:rsid w:val="00A9587F"/>
    <w:rsid w:val="00A958C0"/>
    <w:rsid w:val="00A95AB1"/>
    <w:rsid w:val="00A96DBA"/>
    <w:rsid w:val="00A971D8"/>
    <w:rsid w:val="00AA0B5C"/>
    <w:rsid w:val="00AA243B"/>
    <w:rsid w:val="00AA3802"/>
    <w:rsid w:val="00AA3E07"/>
    <w:rsid w:val="00AA46C0"/>
    <w:rsid w:val="00AA6BC8"/>
    <w:rsid w:val="00AA717C"/>
    <w:rsid w:val="00AA717D"/>
    <w:rsid w:val="00AA758A"/>
    <w:rsid w:val="00AA759D"/>
    <w:rsid w:val="00AA771C"/>
    <w:rsid w:val="00AA7817"/>
    <w:rsid w:val="00AA7E25"/>
    <w:rsid w:val="00AB1DAB"/>
    <w:rsid w:val="00AB26AE"/>
    <w:rsid w:val="00AB2ABC"/>
    <w:rsid w:val="00AB377C"/>
    <w:rsid w:val="00AB6795"/>
    <w:rsid w:val="00AB7687"/>
    <w:rsid w:val="00AB7B31"/>
    <w:rsid w:val="00AB7B4D"/>
    <w:rsid w:val="00AC02CF"/>
    <w:rsid w:val="00AC03B1"/>
    <w:rsid w:val="00AC1A22"/>
    <w:rsid w:val="00AC230B"/>
    <w:rsid w:val="00AC285C"/>
    <w:rsid w:val="00AC2A7E"/>
    <w:rsid w:val="00AC33D3"/>
    <w:rsid w:val="00AC3F5A"/>
    <w:rsid w:val="00AC44C7"/>
    <w:rsid w:val="00AC5239"/>
    <w:rsid w:val="00AC5366"/>
    <w:rsid w:val="00AC56BA"/>
    <w:rsid w:val="00AC6735"/>
    <w:rsid w:val="00AC6BF2"/>
    <w:rsid w:val="00AD05F8"/>
    <w:rsid w:val="00AD0B30"/>
    <w:rsid w:val="00AD1214"/>
    <w:rsid w:val="00AD1370"/>
    <w:rsid w:val="00AD2FD8"/>
    <w:rsid w:val="00AD301F"/>
    <w:rsid w:val="00AD348B"/>
    <w:rsid w:val="00AD37C5"/>
    <w:rsid w:val="00AD3985"/>
    <w:rsid w:val="00AD3AA2"/>
    <w:rsid w:val="00AD4002"/>
    <w:rsid w:val="00AD4703"/>
    <w:rsid w:val="00AD4BDC"/>
    <w:rsid w:val="00AD52BC"/>
    <w:rsid w:val="00AD6E8A"/>
    <w:rsid w:val="00AD777C"/>
    <w:rsid w:val="00AD784D"/>
    <w:rsid w:val="00AE0D14"/>
    <w:rsid w:val="00AE1BC7"/>
    <w:rsid w:val="00AE24FA"/>
    <w:rsid w:val="00AE28B4"/>
    <w:rsid w:val="00AE2CDA"/>
    <w:rsid w:val="00AE3D14"/>
    <w:rsid w:val="00AE4169"/>
    <w:rsid w:val="00AE5DF2"/>
    <w:rsid w:val="00AE693D"/>
    <w:rsid w:val="00AE6A9D"/>
    <w:rsid w:val="00AE6B61"/>
    <w:rsid w:val="00AE7D78"/>
    <w:rsid w:val="00AF0A56"/>
    <w:rsid w:val="00AF0D34"/>
    <w:rsid w:val="00AF13C6"/>
    <w:rsid w:val="00AF1E1D"/>
    <w:rsid w:val="00AF2AE6"/>
    <w:rsid w:val="00AF3260"/>
    <w:rsid w:val="00AF3503"/>
    <w:rsid w:val="00AF3BEE"/>
    <w:rsid w:val="00AF4006"/>
    <w:rsid w:val="00AF500A"/>
    <w:rsid w:val="00AF5A43"/>
    <w:rsid w:val="00AF608A"/>
    <w:rsid w:val="00AF6325"/>
    <w:rsid w:val="00AF69CD"/>
    <w:rsid w:val="00AF7258"/>
    <w:rsid w:val="00B0069A"/>
    <w:rsid w:val="00B0198B"/>
    <w:rsid w:val="00B02854"/>
    <w:rsid w:val="00B05FD1"/>
    <w:rsid w:val="00B07952"/>
    <w:rsid w:val="00B07DAA"/>
    <w:rsid w:val="00B10666"/>
    <w:rsid w:val="00B11588"/>
    <w:rsid w:val="00B1331C"/>
    <w:rsid w:val="00B15B28"/>
    <w:rsid w:val="00B1666F"/>
    <w:rsid w:val="00B1735C"/>
    <w:rsid w:val="00B20DA3"/>
    <w:rsid w:val="00B20F07"/>
    <w:rsid w:val="00B21ADF"/>
    <w:rsid w:val="00B22707"/>
    <w:rsid w:val="00B22925"/>
    <w:rsid w:val="00B22A3B"/>
    <w:rsid w:val="00B234EC"/>
    <w:rsid w:val="00B245C3"/>
    <w:rsid w:val="00B2551D"/>
    <w:rsid w:val="00B25576"/>
    <w:rsid w:val="00B2603F"/>
    <w:rsid w:val="00B2618B"/>
    <w:rsid w:val="00B26517"/>
    <w:rsid w:val="00B26A18"/>
    <w:rsid w:val="00B26D7C"/>
    <w:rsid w:val="00B30211"/>
    <w:rsid w:val="00B31295"/>
    <w:rsid w:val="00B31BED"/>
    <w:rsid w:val="00B348C0"/>
    <w:rsid w:val="00B34B55"/>
    <w:rsid w:val="00B354E6"/>
    <w:rsid w:val="00B35CE0"/>
    <w:rsid w:val="00B36F66"/>
    <w:rsid w:val="00B36FCB"/>
    <w:rsid w:val="00B37D31"/>
    <w:rsid w:val="00B4032F"/>
    <w:rsid w:val="00B414A3"/>
    <w:rsid w:val="00B41B64"/>
    <w:rsid w:val="00B42032"/>
    <w:rsid w:val="00B42501"/>
    <w:rsid w:val="00B4282B"/>
    <w:rsid w:val="00B43840"/>
    <w:rsid w:val="00B448F6"/>
    <w:rsid w:val="00B46F46"/>
    <w:rsid w:val="00B47108"/>
    <w:rsid w:val="00B50694"/>
    <w:rsid w:val="00B51DA3"/>
    <w:rsid w:val="00B5226C"/>
    <w:rsid w:val="00B52FB6"/>
    <w:rsid w:val="00B533F0"/>
    <w:rsid w:val="00B54700"/>
    <w:rsid w:val="00B54791"/>
    <w:rsid w:val="00B5505E"/>
    <w:rsid w:val="00B5565B"/>
    <w:rsid w:val="00B55A94"/>
    <w:rsid w:val="00B55CAE"/>
    <w:rsid w:val="00B569D6"/>
    <w:rsid w:val="00B56C95"/>
    <w:rsid w:val="00B56CE7"/>
    <w:rsid w:val="00B574FE"/>
    <w:rsid w:val="00B57DEF"/>
    <w:rsid w:val="00B6087E"/>
    <w:rsid w:val="00B620E1"/>
    <w:rsid w:val="00B63432"/>
    <w:rsid w:val="00B634FF"/>
    <w:rsid w:val="00B63527"/>
    <w:rsid w:val="00B6381C"/>
    <w:rsid w:val="00B63E39"/>
    <w:rsid w:val="00B6431E"/>
    <w:rsid w:val="00B657D8"/>
    <w:rsid w:val="00B65AEC"/>
    <w:rsid w:val="00B65F83"/>
    <w:rsid w:val="00B66725"/>
    <w:rsid w:val="00B677E6"/>
    <w:rsid w:val="00B6784A"/>
    <w:rsid w:val="00B67D6E"/>
    <w:rsid w:val="00B71E27"/>
    <w:rsid w:val="00B7252E"/>
    <w:rsid w:val="00B72948"/>
    <w:rsid w:val="00B72FFE"/>
    <w:rsid w:val="00B73F3C"/>
    <w:rsid w:val="00B73F99"/>
    <w:rsid w:val="00B740CF"/>
    <w:rsid w:val="00B74A1E"/>
    <w:rsid w:val="00B75D44"/>
    <w:rsid w:val="00B77147"/>
    <w:rsid w:val="00B7730C"/>
    <w:rsid w:val="00B801E8"/>
    <w:rsid w:val="00B80582"/>
    <w:rsid w:val="00B80894"/>
    <w:rsid w:val="00B82902"/>
    <w:rsid w:val="00B82B0E"/>
    <w:rsid w:val="00B82C98"/>
    <w:rsid w:val="00B8378A"/>
    <w:rsid w:val="00B83F36"/>
    <w:rsid w:val="00B8452C"/>
    <w:rsid w:val="00B84DBE"/>
    <w:rsid w:val="00B84F34"/>
    <w:rsid w:val="00B85C9F"/>
    <w:rsid w:val="00B878D9"/>
    <w:rsid w:val="00B9041E"/>
    <w:rsid w:val="00B90720"/>
    <w:rsid w:val="00B90876"/>
    <w:rsid w:val="00B90DCD"/>
    <w:rsid w:val="00B91137"/>
    <w:rsid w:val="00B91A49"/>
    <w:rsid w:val="00B923C3"/>
    <w:rsid w:val="00B948B0"/>
    <w:rsid w:val="00B955A7"/>
    <w:rsid w:val="00B971A8"/>
    <w:rsid w:val="00B9755F"/>
    <w:rsid w:val="00B97650"/>
    <w:rsid w:val="00BA0FE7"/>
    <w:rsid w:val="00BA12E9"/>
    <w:rsid w:val="00BA4D84"/>
    <w:rsid w:val="00BA5127"/>
    <w:rsid w:val="00BA54D0"/>
    <w:rsid w:val="00BA6DAF"/>
    <w:rsid w:val="00BA6F2E"/>
    <w:rsid w:val="00BA7291"/>
    <w:rsid w:val="00BA7690"/>
    <w:rsid w:val="00BB0080"/>
    <w:rsid w:val="00BB0271"/>
    <w:rsid w:val="00BB0861"/>
    <w:rsid w:val="00BB31BB"/>
    <w:rsid w:val="00BB3516"/>
    <w:rsid w:val="00BB35CF"/>
    <w:rsid w:val="00BB3C69"/>
    <w:rsid w:val="00BB3E6A"/>
    <w:rsid w:val="00BB42E1"/>
    <w:rsid w:val="00BB49FE"/>
    <w:rsid w:val="00BB4CE4"/>
    <w:rsid w:val="00BB742F"/>
    <w:rsid w:val="00BC1A9F"/>
    <w:rsid w:val="00BC29A1"/>
    <w:rsid w:val="00BC2A51"/>
    <w:rsid w:val="00BC2A7C"/>
    <w:rsid w:val="00BC3363"/>
    <w:rsid w:val="00BC3D10"/>
    <w:rsid w:val="00BC4017"/>
    <w:rsid w:val="00BC4526"/>
    <w:rsid w:val="00BC4589"/>
    <w:rsid w:val="00BC4BA8"/>
    <w:rsid w:val="00BC4C5F"/>
    <w:rsid w:val="00BC4CA3"/>
    <w:rsid w:val="00BC5722"/>
    <w:rsid w:val="00BC64C3"/>
    <w:rsid w:val="00BC6890"/>
    <w:rsid w:val="00BC6AD0"/>
    <w:rsid w:val="00BC6DD1"/>
    <w:rsid w:val="00BC768E"/>
    <w:rsid w:val="00BC7C6D"/>
    <w:rsid w:val="00BC7D63"/>
    <w:rsid w:val="00BD108B"/>
    <w:rsid w:val="00BD1393"/>
    <w:rsid w:val="00BD21DC"/>
    <w:rsid w:val="00BD4073"/>
    <w:rsid w:val="00BD4121"/>
    <w:rsid w:val="00BD4A66"/>
    <w:rsid w:val="00BD5173"/>
    <w:rsid w:val="00BD5C70"/>
    <w:rsid w:val="00BD61B0"/>
    <w:rsid w:val="00BD727B"/>
    <w:rsid w:val="00BD743A"/>
    <w:rsid w:val="00BE005D"/>
    <w:rsid w:val="00BE063B"/>
    <w:rsid w:val="00BE0A0C"/>
    <w:rsid w:val="00BE112D"/>
    <w:rsid w:val="00BE12B2"/>
    <w:rsid w:val="00BE29BC"/>
    <w:rsid w:val="00BE3D35"/>
    <w:rsid w:val="00BE48EA"/>
    <w:rsid w:val="00BE55FE"/>
    <w:rsid w:val="00BE6958"/>
    <w:rsid w:val="00BE6B7B"/>
    <w:rsid w:val="00BE756F"/>
    <w:rsid w:val="00BE7A5A"/>
    <w:rsid w:val="00BE7AA4"/>
    <w:rsid w:val="00BF01DA"/>
    <w:rsid w:val="00BF031C"/>
    <w:rsid w:val="00BF0740"/>
    <w:rsid w:val="00BF1E4E"/>
    <w:rsid w:val="00BF291B"/>
    <w:rsid w:val="00BF29AD"/>
    <w:rsid w:val="00BF4512"/>
    <w:rsid w:val="00BF6549"/>
    <w:rsid w:val="00BF688C"/>
    <w:rsid w:val="00C00283"/>
    <w:rsid w:val="00C00F71"/>
    <w:rsid w:val="00C01408"/>
    <w:rsid w:val="00C01926"/>
    <w:rsid w:val="00C01BA8"/>
    <w:rsid w:val="00C01D41"/>
    <w:rsid w:val="00C0235E"/>
    <w:rsid w:val="00C025FC"/>
    <w:rsid w:val="00C02AF7"/>
    <w:rsid w:val="00C03168"/>
    <w:rsid w:val="00C03F1F"/>
    <w:rsid w:val="00C040E9"/>
    <w:rsid w:val="00C0446F"/>
    <w:rsid w:val="00C04EF5"/>
    <w:rsid w:val="00C05407"/>
    <w:rsid w:val="00C054C2"/>
    <w:rsid w:val="00C05F77"/>
    <w:rsid w:val="00C05FCA"/>
    <w:rsid w:val="00C079D3"/>
    <w:rsid w:val="00C07AAF"/>
    <w:rsid w:val="00C1017F"/>
    <w:rsid w:val="00C1078D"/>
    <w:rsid w:val="00C116FA"/>
    <w:rsid w:val="00C11AA3"/>
    <w:rsid w:val="00C11AE7"/>
    <w:rsid w:val="00C12C88"/>
    <w:rsid w:val="00C12CA9"/>
    <w:rsid w:val="00C132C7"/>
    <w:rsid w:val="00C13757"/>
    <w:rsid w:val="00C13996"/>
    <w:rsid w:val="00C13B24"/>
    <w:rsid w:val="00C16114"/>
    <w:rsid w:val="00C175E4"/>
    <w:rsid w:val="00C20F2B"/>
    <w:rsid w:val="00C21C35"/>
    <w:rsid w:val="00C21D49"/>
    <w:rsid w:val="00C220DD"/>
    <w:rsid w:val="00C22BAA"/>
    <w:rsid w:val="00C22CBA"/>
    <w:rsid w:val="00C23403"/>
    <w:rsid w:val="00C23846"/>
    <w:rsid w:val="00C24E60"/>
    <w:rsid w:val="00C25554"/>
    <w:rsid w:val="00C25D80"/>
    <w:rsid w:val="00C2659D"/>
    <w:rsid w:val="00C27165"/>
    <w:rsid w:val="00C272AB"/>
    <w:rsid w:val="00C2759E"/>
    <w:rsid w:val="00C307E4"/>
    <w:rsid w:val="00C3123C"/>
    <w:rsid w:val="00C31D82"/>
    <w:rsid w:val="00C33B22"/>
    <w:rsid w:val="00C34AC6"/>
    <w:rsid w:val="00C36C0D"/>
    <w:rsid w:val="00C36FDA"/>
    <w:rsid w:val="00C37447"/>
    <w:rsid w:val="00C37AE1"/>
    <w:rsid w:val="00C41060"/>
    <w:rsid w:val="00C411A0"/>
    <w:rsid w:val="00C41399"/>
    <w:rsid w:val="00C415F4"/>
    <w:rsid w:val="00C422C4"/>
    <w:rsid w:val="00C4334A"/>
    <w:rsid w:val="00C43D55"/>
    <w:rsid w:val="00C440DE"/>
    <w:rsid w:val="00C4571F"/>
    <w:rsid w:val="00C4577A"/>
    <w:rsid w:val="00C46060"/>
    <w:rsid w:val="00C501F7"/>
    <w:rsid w:val="00C506CC"/>
    <w:rsid w:val="00C5106B"/>
    <w:rsid w:val="00C52505"/>
    <w:rsid w:val="00C52668"/>
    <w:rsid w:val="00C52C9C"/>
    <w:rsid w:val="00C53A2F"/>
    <w:rsid w:val="00C5518D"/>
    <w:rsid w:val="00C5537C"/>
    <w:rsid w:val="00C553F9"/>
    <w:rsid w:val="00C554D2"/>
    <w:rsid w:val="00C56B75"/>
    <w:rsid w:val="00C56F5A"/>
    <w:rsid w:val="00C56FD7"/>
    <w:rsid w:val="00C57885"/>
    <w:rsid w:val="00C60FC5"/>
    <w:rsid w:val="00C61E37"/>
    <w:rsid w:val="00C62577"/>
    <w:rsid w:val="00C7134D"/>
    <w:rsid w:val="00C71AB9"/>
    <w:rsid w:val="00C724D5"/>
    <w:rsid w:val="00C737F6"/>
    <w:rsid w:val="00C73F39"/>
    <w:rsid w:val="00C74C4D"/>
    <w:rsid w:val="00C75641"/>
    <w:rsid w:val="00C8070B"/>
    <w:rsid w:val="00C8182D"/>
    <w:rsid w:val="00C83026"/>
    <w:rsid w:val="00C839B2"/>
    <w:rsid w:val="00C84085"/>
    <w:rsid w:val="00C850D6"/>
    <w:rsid w:val="00C850EE"/>
    <w:rsid w:val="00C863A2"/>
    <w:rsid w:val="00C86652"/>
    <w:rsid w:val="00C87112"/>
    <w:rsid w:val="00C87E4F"/>
    <w:rsid w:val="00C9053E"/>
    <w:rsid w:val="00C9107F"/>
    <w:rsid w:val="00C91C20"/>
    <w:rsid w:val="00C91CD6"/>
    <w:rsid w:val="00C9227C"/>
    <w:rsid w:val="00C93324"/>
    <w:rsid w:val="00C93F74"/>
    <w:rsid w:val="00C95AA6"/>
    <w:rsid w:val="00C95CD5"/>
    <w:rsid w:val="00C95E78"/>
    <w:rsid w:val="00C96D5C"/>
    <w:rsid w:val="00C97B07"/>
    <w:rsid w:val="00CA00AA"/>
    <w:rsid w:val="00CA01BD"/>
    <w:rsid w:val="00CA0B5F"/>
    <w:rsid w:val="00CA0E33"/>
    <w:rsid w:val="00CA13DC"/>
    <w:rsid w:val="00CA1AD7"/>
    <w:rsid w:val="00CA1FC0"/>
    <w:rsid w:val="00CA27F3"/>
    <w:rsid w:val="00CA349E"/>
    <w:rsid w:val="00CA359B"/>
    <w:rsid w:val="00CA3941"/>
    <w:rsid w:val="00CA3F5B"/>
    <w:rsid w:val="00CA4A4A"/>
    <w:rsid w:val="00CA55C8"/>
    <w:rsid w:val="00CA5886"/>
    <w:rsid w:val="00CA6B0D"/>
    <w:rsid w:val="00CB0BFC"/>
    <w:rsid w:val="00CB1544"/>
    <w:rsid w:val="00CB277E"/>
    <w:rsid w:val="00CB3678"/>
    <w:rsid w:val="00CB39C5"/>
    <w:rsid w:val="00CB40A7"/>
    <w:rsid w:val="00CB41A8"/>
    <w:rsid w:val="00CB492A"/>
    <w:rsid w:val="00CB4933"/>
    <w:rsid w:val="00CB7CEA"/>
    <w:rsid w:val="00CB7DD0"/>
    <w:rsid w:val="00CC1168"/>
    <w:rsid w:val="00CC190B"/>
    <w:rsid w:val="00CC1F8A"/>
    <w:rsid w:val="00CC20D3"/>
    <w:rsid w:val="00CC3505"/>
    <w:rsid w:val="00CC4502"/>
    <w:rsid w:val="00CC4C32"/>
    <w:rsid w:val="00CD0333"/>
    <w:rsid w:val="00CD1B6E"/>
    <w:rsid w:val="00CD3211"/>
    <w:rsid w:val="00CD4C0B"/>
    <w:rsid w:val="00CD4CC7"/>
    <w:rsid w:val="00CD5DC4"/>
    <w:rsid w:val="00CD5EF6"/>
    <w:rsid w:val="00CE086C"/>
    <w:rsid w:val="00CE150A"/>
    <w:rsid w:val="00CE18D0"/>
    <w:rsid w:val="00CE1DE0"/>
    <w:rsid w:val="00CE1DE7"/>
    <w:rsid w:val="00CE1E32"/>
    <w:rsid w:val="00CE2780"/>
    <w:rsid w:val="00CE2B26"/>
    <w:rsid w:val="00CE5116"/>
    <w:rsid w:val="00CE55F3"/>
    <w:rsid w:val="00CE61BB"/>
    <w:rsid w:val="00CE7290"/>
    <w:rsid w:val="00CE738D"/>
    <w:rsid w:val="00CF106A"/>
    <w:rsid w:val="00CF11C7"/>
    <w:rsid w:val="00CF1E29"/>
    <w:rsid w:val="00CF2D33"/>
    <w:rsid w:val="00CF38C6"/>
    <w:rsid w:val="00CF3BB3"/>
    <w:rsid w:val="00CF588B"/>
    <w:rsid w:val="00CF5CC6"/>
    <w:rsid w:val="00CF6CE7"/>
    <w:rsid w:val="00CF6F64"/>
    <w:rsid w:val="00CF6F96"/>
    <w:rsid w:val="00CF708D"/>
    <w:rsid w:val="00CF763E"/>
    <w:rsid w:val="00CF79DB"/>
    <w:rsid w:val="00CF7E50"/>
    <w:rsid w:val="00CF7E87"/>
    <w:rsid w:val="00D00FF5"/>
    <w:rsid w:val="00D02B42"/>
    <w:rsid w:val="00D02B83"/>
    <w:rsid w:val="00D02E34"/>
    <w:rsid w:val="00D0322F"/>
    <w:rsid w:val="00D0339E"/>
    <w:rsid w:val="00D040B5"/>
    <w:rsid w:val="00D04F47"/>
    <w:rsid w:val="00D06EE1"/>
    <w:rsid w:val="00D0728F"/>
    <w:rsid w:val="00D12F72"/>
    <w:rsid w:val="00D13935"/>
    <w:rsid w:val="00D1596F"/>
    <w:rsid w:val="00D1606D"/>
    <w:rsid w:val="00D16775"/>
    <w:rsid w:val="00D16B2B"/>
    <w:rsid w:val="00D16B9F"/>
    <w:rsid w:val="00D16CB5"/>
    <w:rsid w:val="00D201C3"/>
    <w:rsid w:val="00D2020E"/>
    <w:rsid w:val="00D204C5"/>
    <w:rsid w:val="00D21249"/>
    <w:rsid w:val="00D23695"/>
    <w:rsid w:val="00D23F9C"/>
    <w:rsid w:val="00D25D2C"/>
    <w:rsid w:val="00D2601F"/>
    <w:rsid w:val="00D26141"/>
    <w:rsid w:val="00D269A1"/>
    <w:rsid w:val="00D2750B"/>
    <w:rsid w:val="00D3004D"/>
    <w:rsid w:val="00D30099"/>
    <w:rsid w:val="00D30387"/>
    <w:rsid w:val="00D30652"/>
    <w:rsid w:val="00D30FAC"/>
    <w:rsid w:val="00D313CE"/>
    <w:rsid w:val="00D315B6"/>
    <w:rsid w:val="00D31A7B"/>
    <w:rsid w:val="00D3218A"/>
    <w:rsid w:val="00D32567"/>
    <w:rsid w:val="00D32F63"/>
    <w:rsid w:val="00D334C5"/>
    <w:rsid w:val="00D33501"/>
    <w:rsid w:val="00D34B6E"/>
    <w:rsid w:val="00D34E9F"/>
    <w:rsid w:val="00D35B0A"/>
    <w:rsid w:val="00D37DFA"/>
    <w:rsid w:val="00D40069"/>
    <w:rsid w:val="00D42D71"/>
    <w:rsid w:val="00D4309D"/>
    <w:rsid w:val="00D43F98"/>
    <w:rsid w:val="00D452CA"/>
    <w:rsid w:val="00D455E7"/>
    <w:rsid w:val="00D464CB"/>
    <w:rsid w:val="00D46A15"/>
    <w:rsid w:val="00D50D4E"/>
    <w:rsid w:val="00D50E2B"/>
    <w:rsid w:val="00D52557"/>
    <w:rsid w:val="00D534D3"/>
    <w:rsid w:val="00D549E8"/>
    <w:rsid w:val="00D54B02"/>
    <w:rsid w:val="00D553D4"/>
    <w:rsid w:val="00D555CA"/>
    <w:rsid w:val="00D57C93"/>
    <w:rsid w:val="00D60602"/>
    <w:rsid w:val="00D60FFF"/>
    <w:rsid w:val="00D622E9"/>
    <w:rsid w:val="00D62609"/>
    <w:rsid w:val="00D639E8"/>
    <w:rsid w:val="00D64930"/>
    <w:rsid w:val="00D6502E"/>
    <w:rsid w:val="00D652EE"/>
    <w:rsid w:val="00D65DC2"/>
    <w:rsid w:val="00D70444"/>
    <w:rsid w:val="00D71BCD"/>
    <w:rsid w:val="00D72177"/>
    <w:rsid w:val="00D7260B"/>
    <w:rsid w:val="00D728E0"/>
    <w:rsid w:val="00D72EBA"/>
    <w:rsid w:val="00D7367A"/>
    <w:rsid w:val="00D739B5"/>
    <w:rsid w:val="00D73CEC"/>
    <w:rsid w:val="00D75695"/>
    <w:rsid w:val="00D75CC2"/>
    <w:rsid w:val="00D76681"/>
    <w:rsid w:val="00D76BF9"/>
    <w:rsid w:val="00D80668"/>
    <w:rsid w:val="00D81602"/>
    <w:rsid w:val="00D83F47"/>
    <w:rsid w:val="00D8463B"/>
    <w:rsid w:val="00D84E82"/>
    <w:rsid w:val="00D85595"/>
    <w:rsid w:val="00D90B84"/>
    <w:rsid w:val="00D9125E"/>
    <w:rsid w:val="00D92225"/>
    <w:rsid w:val="00D9268C"/>
    <w:rsid w:val="00D9278B"/>
    <w:rsid w:val="00D9346A"/>
    <w:rsid w:val="00D9390C"/>
    <w:rsid w:val="00D94C37"/>
    <w:rsid w:val="00D94DF0"/>
    <w:rsid w:val="00D94F18"/>
    <w:rsid w:val="00D9583A"/>
    <w:rsid w:val="00D95D1D"/>
    <w:rsid w:val="00D97431"/>
    <w:rsid w:val="00D979B8"/>
    <w:rsid w:val="00D97AED"/>
    <w:rsid w:val="00DA106D"/>
    <w:rsid w:val="00DA2079"/>
    <w:rsid w:val="00DA2496"/>
    <w:rsid w:val="00DA2E20"/>
    <w:rsid w:val="00DA37F4"/>
    <w:rsid w:val="00DA5240"/>
    <w:rsid w:val="00DB0075"/>
    <w:rsid w:val="00DB0162"/>
    <w:rsid w:val="00DB042E"/>
    <w:rsid w:val="00DB0C29"/>
    <w:rsid w:val="00DB128F"/>
    <w:rsid w:val="00DB14E7"/>
    <w:rsid w:val="00DB183D"/>
    <w:rsid w:val="00DB1938"/>
    <w:rsid w:val="00DB1C2F"/>
    <w:rsid w:val="00DB1F75"/>
    <w:rsid w:val="00DB369F"/>
    <w:rsid w:val="00DB4AFF"/>
    <w:rsid w:val="00DB5420"/>
    <w:rsid w:val="00DB599C"/>
    <w:rsid w:val="00DB5B1E"/>
    <w:rsid w:val="00DB5C11"/>
    <w:rsid w:val="00DB5CE7"/>
    <w:rsid w:val="00DB65E2"/>
    <w:rsid w:val="00DB69B1"/>
    <w:rsid w:val="00DB7240"/>
    <w:rsid w:val="00DB72F4"/>
    <w:rsid w:val="00DB7C39"/>
    <w:rsid w:val="00DB7E91"/>
    <w:rsid w:val="00DC01CC"/>
    <w:rsid w:val="00DC0843"/>
    <w:rsid w:val="00DC1140"/>
    <w:rsid w:val="00DC12C6"/>
    <w:rsid w:val="00DC1712"/>
    <w:rsid w:val="00DC19D3"/>
    <w:rsid w:val="00DC228B"/>
    <w:rsid w:val="00DC41AA"/>
    <w:rsid w:val="00DC4511"/>
    <w:rsid w:val="00DC4592"/>
    <w:rsid w:val="00DC5BB8"/>
    <w:rsid w:val="00DC6636"/>
    <w:rsid w:val="00DC70FB"/>
    <w:rsid w:val="00DC7533"/>
    <w:rsid w:val="00DD0E0B"/>
    <w:rsid w:val="00DD1C60"/>
    <w:rsid w:val="00DD22A2"/>
    <w:rsid w:val="00DD3550"/>
    <w:rsid w:val="00DD3F67"/>
    <w:rsid w:val="00DD46AA"/>
    <w:rsid w:val="00DD4EC3"/>
    <w:rsid w:val="00DD5582"/>
    <w:rsid w:val="00DD5840"/>
    <w:rsid w:val="00DD6540"/>
    <w:rsid w:val="00DE1B2F"/>
    <w:rsid w:val="00DE3461"/>
    <w:rsid w:val="00DE40AD"/>
    <w:rsid w:val="00DE440D"/>
    <w:rsid w:val="00DE5B23"/>
    <w:rsid w:val="00DE6E0A"/>
    <w:rsid w:val="00DE71E3"/>
    <w:rsid w:val="00DE7A53"/>
    <w:rsid w:val="00DF139B"/>
    <w:rsid w:val="00DF16FE"/>
    <w:rsid w:val="00DF307E"/>
    <w:rsid w:val="00DF3AAB"/>
    <w:rsid w:val="00DF5CC1"/>
    <w:rsid w:val="00E00432"/>
    <w:rsid w:val="00E00452"/>
    <w:rsid w:val="00E01037"/>
    <w:rsid w:val="00E03115"/>
    <w:rsid w:val="00E03BC2"/>
    <w:rsid w:val="00E04D6A"/>
    <w:rsid w:val="00E050C8"/>
    <w:rsid w:val="00E06E22"/>
    <w:rsid w:val="00E07458"/>
    <w:rsid w:val="00E10AFE"/>
    <w:rsid w:val="00E122D3"/>
    <w:rsid w:val="00E128B5"/>
    <w:rsid w:val="00E12984"/>
    <w:rsid w:val="00E13B9A"/>
    <w:rsid w:val="00E1443C"/>
    <w:rsid w:val="00E15952"/>
    <w:rsid w:val="00E162F3"/>
    <w:rsid w:val="00E1795A"/>
    <w:rsid w:val="00E202C2"/>
    <w:rsid w:val="00E2142C"/>
    <w:rsid w:val="00E21727"/>
    <w:rsid w:val="00E217EA"/>
    <w:rsid w:val="00E21D2F"/>
    <w:rsid w:val="00E22EC3"/>
    <w:rsid w:val="00E238C8"/>
    <w:rsid w:val="00E25026"/>
    <w:rsid w:val="00E269D0"/>
    <w:rsid w:val="00E272FE"/>
    <w:rsid w:val="00E27BE3"/>
    <w:rsid w:val="00E31785"/>
    <w:rsid w:val="00E327EC"/>
    <w:rsid w:val="00E329D0"/>
    <w:rsid w:val="00E32ACA"/>
    <w:rsid w:val="00E32D12"/>
    <w:rsid w:val="00E33BAD"/>
    <w:rsid w:val="00E3431E"/>
    <w:rsid w:val="00E34884"/>
    <w:rsid w:val="00E35116"/>
    <w:rsid w:val="00E35FC2"/>
    <w:rsid w:val="00E362AA"/>
    <w:rsid w:val="00E36E96"/>
    <w:rsid w:val="00E3785E"/>
    <w:rsid w:val="00E37DDC"/>
    <w:rsid w:val="00E411BF"/>
    <w:rsid w:val="00E414C9"/>
    <w:rsid w:val="00E416B7"/>
    <w:rsid w:val="00E4243C"/>
    <w:rsid w:val="00E43E8C"/>
    <w:rsid w:val="00E44FA3"/>
    <w:rsid w:val="00E47365"/>
    <w:rsid w:val="00E47CDD"/>
    <w:rsid w:val="00E47D8E"/>
    <w:rsid w:val="00E512F5"/>
    <w:rsid w:val="00E517F2"/>
    <w:rsid w:val="00E51E18"/>
    <w:rsid w:val="00E522F2"/>
    <w:rsid w:val="00E53674"/>
    <w:rsid w:val="00E55558"/>
    <w:rsid w:val="00E55BE9"/>
    <w:rsid w:val="00E56B3C"/>
    <w:rsid w:val="00E56B6B"/>
    <w:rsid w:val="00E60462"/>
    <w:rsid w:val="00E606C6"/>
    <w:rsid w:val="00E608D2"/>
    <w:rsid w:val="00E61716"/>
    <w:rsid w:val="00E62BAA"/>
    <w:rsid w:val="00E635EF"/>
    <w:rsid w:val="00E650B1"/>
    <w:rsid w:val="00E65FF0"/>
    <w:rsid w:val="00E66ECC"/>
    <w:rsid w:val="00E6778F"/>
    <w:rsid w:val="00E7226C"/>
    <w:rsid w:val="00E725D7"/>
    <w:rsid w:val="00E72D6A"/>
    <w:rsid w:val="00E72DC9"/>
    <w:rsid w:val="00E73911"/>
    <w:rsid w:val="00E75F8E"/>
    <w:rsid w:val="00E75FB3"/>
    <w:rsid w:val="00E76B01"/>
    <w:rsid w:val="00E773E1"/>
    <w:rsid w:val="00E77C18"/>
    <w:rsid w:val="00E77F11"/>
    <w:rsid w:val="00E80B32"/>
    <w:rsid w:val="00E80E0F"/>
    <w:rsid w:val="00E81DAF"/>
    <w:rsid w:val="00E81DBB"/>
    <w:rsid w:val="00E82021"/>
    <w:rsid w:val="00E828F6"/>
    <w:rsid w:val="00E82B5D"/>
    <w:rsid w:val="00E831A1"/>
    <w:rsid w:val="00E85133"/>
    <w:rsid w:val="00E85283"/>
    <w:rsid w:val="00E85484"/>
    <w:rsid w:val="00E856B9"/>
    <w:rsid w:val="00E859BC"/>
    <w:rsid w:val="00E85A59"/>
    <w:rsid w:val="00E85D28"/>
    <w:rsid w:val="00E86321"/>
    <w:rsid w:val="00E86527"/>
    <w:rsid w:val="00E874F8"/>
    <w:rsid w:val="00E878D7"/>
    <w:rsid w:val="00E87A66"/>
    <w:rsid w:val="00E903E9"/>
    <w:rsid w:val="00E9059F"/>
    <w:rsid w:val="00E91107"/>
    <w:rsid w:val="00E91E21"/>
    <w:rsid w:val="00E92382"/>
    <w:rsid w:val="00E93848"/>
    <w:rsid w:val="00E952A6"/>
    <w:rsid w:val="00E95A44"/>
    <w:rsid w:val="00E95B4B"/>
    <w:rsid w:val="00E962C4"/>
    <w:rsid w:val="00E963CD"/>
    <w:rsid w:val="00E968EA"/>
    <w:rsid w:val="00E97195"/>
    <w:rsid w:val="00E977B5"/>
    <w:rsid w:val="00E97CAD"/>
    <w:rsid w:val="00E97E6F"/>
    <w:rsid w:val="00E97EB2"/>
    <w:rsid w:val="00EA11F4"/>
    <w:rsid w:val="00EA19DB"/>
    <w:rsid w:val="00EA2558"/>
    <w:rsid w:val="00EA350C"/>
    <w:rsid w:val="00EA3B33"/>
    <w:rsid w:val="00EA4086"/>
    <w:rsid w:val="00EA54F1"/>
    <w:rsid w:val="00EA671A"/>
    <w:rsid w:val="00EA6887"/>
    <w:rsid w:val="00EA68EA"/>
    <w:rsid w:val="00EA7176"/>
    <w:rsid w:val="00EA7469"/>
    <w:rsid w:val="00EA75E6"/>
    <w:rsid w:val="00EA76BC"/>
    <w:rsid w:val="00EA7C89"/>
    <w:rsid w:val="00EB02E5"/>
    <w:rsid w:val="00EB0915"/>
    <w:rsid w:val="00EB098D"/>
    <w:rsid w:val="00EB0CAA"/>
    <w:rsid w:val="00EB0D23"/>
    <w:rsid w:val="00EB12F6"/>
    <w:rsid w:val="00EB1DC1"/>
    <w:rsid w:val="00EB3CB1"/>
    <w:rsid w:val="00EB5559"/>
    <w:rsid w:val="00EB7908"/>
    <w:rsid w:val="00EC0B43"/>
    <w:rsid w:val="00EC30D0"/>
    <w:rsid w:val="00EC338A"/>
    <w:rsid w:val="00EC545C"/>
    <w:rsid w:val="00EC577F"/>
    <w:rsid w:val="00EC59DA"/>
    <w:rsid w:val="00EC5FAA"/>
    <w:rsid w:val="00EC63CA"/>
    <w:rsid w:val="00EC661A"/>
    <w:rsid w:val="00EC674E"/>
    <w:rsid w:val="00EC6C62"/>
    <w:rsid w:val="00EC7871"/>
    <w:rsid w:val="00ED1454"/>
    <w:rsid w:val="00ED1A3F"/>
    <w:rsid w:val="00ED289B"/>
    <w:rsid w:val="00ED3786"/>
    <w:rsid w:val="00ED4A2C"/>
    <w:rsid w:val="00ED4BF5"/>
    <w:rsid w:val="00ED4DCC"/>
    <w:rsid w:val="00ED528E"/>
    <w:rsid w:val="00ED56D4"/>
    <w:rsid w:val="00ED62B0"/>
    <w:rsid w:val="00ED6431"/>
    <w:rsid w:val="00ED7BE9"/>
    <w:rsid w:val="00EE108E"/>
    <w:rsid w:val="00EE13E7"/>
    <w:rsid w:val="00EE296C"/>
    <w:rsid w:val="00EE31EF"/>
    <w:rsid w:val="00EE3242"/>
    <w:rsid w:val="00EE365E"/>
    <w:rsid w:val="00EE4E44"/>
    <w:rsid w:val="00EE4FDC"/>
    <w:rsid w:val="00EE537E"/>
    <w:rsid w:val="00EE6391"/>
    <w:rsid w:val="00EF0ACF"/>
    <w:rsid w:val="00EF0EB5"/>
    <w:rsid w:val="00EF2D8E"/>
    <w:rsid w:val="00EF3F75"/>
    <w:rsid w:val="00EF475E"/>
    <w:rsid w:val="00EF47BE"/>
    <w:rsid w:val="00EF6467"/>
    <w:rsid w:val="00EF6846"/>
    <w:rsid w:val="00EF6B05"/>
    <w:rsid w:val="00EF7E01"/>
    <w:rsid w:val="00F00D5A"/>
    <w:rsid w:val="00F01189"/>
    <w:rsid w:val="00F0132E"/>
    <w:rsid w:val="00F01331"/>
    <w:rsid w:val="00F01A0C"/>
    <w:rsid w:val="00F022D8"/>
    <w:rsid w:val="00F02732"/>
    <w:rsid w:val="00F036C9"/>
    <w:rsid w:val="00F038B0"/>
    <w:rsid w:val="00F04FE4"/>
    <w:rsid w:val="00F059CB"/>
    <w:rsid w:val="00F06B6F"/>
    <w:rsid w:val="00F06D30"/>
    <w:rsid w:val="00F07A35"/>
    <w:rsid w:val="00F07DD3"/>
    <w:rsid w:val="00F11346"/>
    <w:rsid w:val="00F1282A"/>
    <w:rsid w:val="00F12AF9"/>
    <w:rsid w:val="00F138D6"/>
    <w:rsid w:val="00F15601"/>
    <w:rsid w:val="00F166CA"/>
    <w:rsid w:val="00F16B6C"/>
    <w:rsid w:val="00F16C00"/>
    <w:rsid w:val="00F20833"/>
    <w:rsid w:val="00F211AF"/>
    <w:rsid w:val="00F22DBD"/>
    <w:rsid w:val="00F23736"/>
    <w:rsid w:val="00F23CA1"/>
    <w:rsid w:val="00F250A2"/>
    <w:rsid w:val="00F254AC"/>
    <w:rsid w:val="00F256B7"/>
    <w:rsid w:val="00F25FF8"/>
    <w:rsid w:val="00F272C8"/>
    <w:rsid w:val="00F277CC"/>
    <w:rsid w:val="00F27A26"/>
    <w:rsid w:val="00F30725"/>
    <w:rsid w:val="00F31256"/>
    <w:rsid w:val="00F320A7"/>
    <w:rsid w:val="00F32198"/>
    <w:rsid w:val="00F32B22"/>
    <w:rsid w:val="00F3386B"/>
    <w:rsid w:val="00F341A5"/>
    <w:rsid w:val="00F34A5E"/>
    <w:rsid w:val="00F34E90"/>
    <w:rsid w:val="00F34F1E"/>
    <w:rsid w:val="00F34FF0"/>
    <w:rsid w:val="00F36008"/>
    <w:rsid w:val="00F372CF"/>
    <w:rsid w:val="00F3765E"/>
    <w:rsid w:val="00F41B19"/>
    <w:rsid w:val="00F4205E"/>
    <w:rsid w:val="00F4268E"/>
    <w:rsid w:val="00F426CA"/>
    <w:rsid w:val="00F436E3"/>
    <w:rsid w:val="00F43850"/>
    <w:rsid w:val="00F45F05"/>
    <w:rsid w:val="00F4694F"/>
    <w:rsid w:val="00F47128"/>
    <w:rsid w:val="00F474F2"/>
    <w:rsid w:val="00F475E8"/>
    <w:rsid w:val="00F476BF"/>
    <w:rsid w:val="00F47732"/>
    <w:rsid w:val="00F50A5D"/>
    <w:rsid w:val="00F50AA9"/>
    <w:rsid w:val="00F50B57"/>
    <w:rsid w:val="00F5240F"/>
    <w:rsid w:val="00F548AE"/>
    <w:rsid w:val="00F54A55"/>
    <w:rsid w:val="00F54E04"/>
    <w:rsid w:val="00F55BF3"/>
    <w:rsid w:val="00F55F4B"/>
    <w:rsid w:val="00F564FC"/>
    <w:rsid w:val="00F569F4"/>
    <w:rsid w:val="00F56DAA"/>
    <w:rsid w:val="00F56F2A"/>
    <w:rsid w:val="00F576D7"/>
    <w:rsid w:val="00F61F98"/>
    <w:rsid w:val="00F6217D"/>
    <w:rsid w:val="00F63800"/>
    <w:rsid w:val="00F6495E"/>
    <w:rsid w:val="00F65903"/>
    <w:rsid w:val="00F66AA7"/>
    <w:rsid w:val="00F67103"/>
    <w:rsid w:val="00F67367"/>
    <w:rsid w:val="00F701F9"/>
    <w:rsid w:val="00F70789"/>
    <w:rsid w:val="00F7078D"/>
    <w:rsid w:val="00F707B0"/>
    <w:rsid w:val="00F70895"/>
    <w:rsid w:val="00F70AA3"/>
    <w:rsid w:val="00F729F4"/>
    <w:rsid w:val="00F72F1D"/>
    <w:rsid w:val="00F73D7B"/>
    <w:rsid w:val="00F73F32"/>
    <w:rsid w:val="00F74B10"/>
    <w:rsid w:val="00F756AD"/>
    <w:rsid w:val="00F7686B"/>
    <w:rsid w:val="00F76DBB"/>
    <w:rsid w:val="00F771BD"/>
    <w:rsid w:val="00F772BA"/>
    <w:rsid w:val="00F77FBE"/>
    <w:rsid w:val="00F80A7D"/>
    <w:rsid w:val="00F80BA3"/>
    <w:rsid w:val="00F810D7"/>
    <w:rsid w:val="00F81139"/>
    <w:rsid w:val="00F82344"/>
    <w:rsid w:val="00F83E0C"/>
    <w:rsid w:val="00F8424D"/>
    <w:rsid w:val="00F84ACF"/>
    <w:rsid w:val="00F8504F"/>
    <w:rsid w:val="00F8577D"/>
    <w:rsid w:val="00F85DDF"/>
    <w:rsid w:val="00F860E3"/>
    <w:rsid w:val="00F86916"/>
    <w:rsid w:val="00F870AB"/>
    <w:rsid w:val="00F90020"/>
    <w:rsid w:val="00F91C9B"/>
    <w:rsid w:val="00F91CF4"/>
    <w:rsid w:val="00F93987"/>
    <w:rsid w:val="00F948B7"/>
    <w:rsid w:val="00F9549E"/>
    <w:rsid w:val="00F963D7"/>
    <w:rsid w:val="00FA0527"/>
    <w:rsid w:val="00FA0C1B"/>
    <w:rsid w:val="00FA18F4"/>
    <w:rsid w:val="00FA3D58"/>
    <w:rsid w:val="00FA4A3D"/>
    <w:rsid w:val="00FA6C89"/>
    <w:rsid w:val="00FA6E6A"/>
    <w:rsid w:val="00FA792F"/>
    <w:rsid w:val="00FB0031"/>
    <w:rsid w:val="00FB00A6"/>
    <w:rsid w:val="00FB07CC"/>
    <w:rsid w:val="00FB2BA3"/>
    <w:rsid w:val="00FB31DB"/>
    <w:rsid w:val="00FB411B"/>
    <w:rsid w:val="00FB506D"/>
    <w:rsid w:val="00FB5282"/>
    <w:rsid w:val="00FB53DC"/>
    <w:rsid w:val="00FB5782"/>
    <w:rsid w:val="00FB5B41"/>
    <w:rsid w:val="00FB662F"/>
    <w:rsid w:val="00FB6645"/>
    <w:rsid w:val="00FB67E1"/>
    <w:rsid w:val="00FB6BEF"/>
    <w:rsid w:val="00FB7FA2"/>
    <w:rsid w:val="00FC0569"/>
    <w:rsid w:val="00FC130F"/>
    <w:rsid w:val="00FC136A"/>
    <w:rsid w:val="00FC30DC"/>
    <w:rsid w:val="00FC3197"/>
    <w:rsid w:val="00FC3B0D"/>
    <w:rsid w:val="00FC44E9"/>
    <w:rsid w:val="00FC5EC9"/>
    <w:rsid w:val="00FC60A4"/>
    <w:rsid w:val="00FC65E4"/>
    <w:rsid w:val="00FC7935"/>
    <w:rsid w:val="00FC7FA4"/>
    <w:rsid w:val="00FD007C"/>
    <w:rsid w:val="00FD0B21"/>
    <w:rsid w:val="00FD0C19"/>
    <w:rsid w:val="00FD22DC"/>
    <w:rsid w:val="00FD2E7A"/>
    <w:rsid w:val="00FD3DB7"/>
    <w:rsid w:val="00FD4225"/>
    <w:rsid w:val="00FD481B"/>
    <w:rsid w:val="00FD520A"/>
    <w:rsid w:val="00FD5FBA"/>
    <w:rsid w:val="00FD68EE"/>
    <w:rsid w:val="00FD6BFA"/>
    <w:rsid w:val="00FD7243"/>
    <w:rsid w:val="00FE1153"/>
    <w:rsid w:val="00FE13A0"/>
    <w:rsid w:val="00FE1951"/>
    <w:rsid w:val="00FE21BE"/>
    <w:rsid w:val="00FE29F0"/>
    <w:rsid w:val="00FE33B4"/>
    <w:rsid w:val="00FE3F88"/>
    <w:rsid w:val="00FE53DF"/>
    <w:rsid w:val="00FE5CB4"/>
    <w:rsid w:val="00FE6D45"/>
    <w:rsid w:val="00FF0C01"/>
    <w:rsid w:val="00FF0C6E"/>
    <w:rsid w:val="00FF1589"/>
    <w:rsid w:val="00FF1826"/>
    <w:rsid w:val="00FF26BE"/>
    <w:rsid w:val="00FF3551"/>
    <w:rsid w:val="00FF41F8"/>
    <w:rsid w:val="00FF54EB"/>
    <w:rsid w:val="00FF6205"/>
    <w:rsid w:val="00FF7173"/>
    <w:rsid w:val="00FF7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F34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0177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1771C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Normal"/>
    <w:uiPriority w:val="99"/>
    <w:rsid w:val="0001771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91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638</Words>
  <Characters>3640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МБОУ СОШ №15</dc:creator>
  <cp:keywords/>
  <dc:description/>
  <cp:lastModifiedBy>Пользователь</cp:lastModifiedBy>
  <cp:revision>2</cp:revision>
  <dcterms:created xsi:type="dcterms:W3CDTF">2013-07-25T04:48:00Z</dcterms:created>
  <dcterms:modified xsi:type="dcterms:W3CDTF">2013-07-25T04:48:00Z</dcterms:modified>
</cp:coreProperties>
</file>